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395"/>
        <w:gridCol w:w="5670"/>
      </w:tblGrid>
      <w:tr w:rsidR="004E74E7" w:rsidRPr="00A434E7" w:rsidTr="00A434E7">
        <w:trPr>
          <w:trHeight w:val="13169"/>
        </w:trPr>
        <w:tc>
          <w:tcPr>
            <w:tcW w:w="4395" w:type="dxa"/>
          </w:tcPr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A434E7">
              <w:rPr>
                <w:rFonts w:ascii="Arial Narrow" w:hAnsi="Arial Narrow"/>
                <w:b/>
              </w:rPr>
              <w:t>ΑΙΤΗΣΗ</w:t>
            </w:r>
          </w:p>
          <w:p w:rsidR="004E74E7" w:rsidRPr="00A434E7" w:rsidRDefault="004E74E7" w:rsidP="00A434E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4E74E7" w:rsidRPr="00A434E7" w:rsidRDefault="004E74E7" w:rsidP="00A434E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 xml:space="preserve"> ΕΠΩΝΥΜΟ:  …………..……...……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 xml:space="preserve"> ΟΝΟΜΑ:………………….……...…  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ΟΝΟΜΑ ΠΑΤΕΡΑ:…………………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 xml:space="preserve">ΟΝΟΜΑ ΜΗΤΕΡΑΣ: ……………… 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ΚΛΑΔΟΣ:  ΠΕ ….. ΕΙΔΙΚΟΤΗΤΑ……………………….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ΟΡΓΑΝΙΚΗ ΘΕΣΗ: ……………………………………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της Δ/νσης Π.Ε. Ανατ. Θεσσαλονίκης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Αρ. Μητρώου……………….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Πλήρης Ταχ. Δ/νση οικίας: ………………………………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………………………………..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Τ.Κ.: …………..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ΤΗΛΕΦΩΝΑ:………………..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………………………………..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………………………………..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434E7">
              <w:rPr>
                <w:rFonts w:ascii="Arial Narrow" w:hAnsi="Arial Narrow"/>
                <w:b/>
                <w:sz w:val="22"/>
                <w:szCs w:val="22"/>
              </w:rPr>
              <w:t>ΘΕΜΑ:  «Αίτηση παραίτησης από την υπηρεσία»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Θεσσαλονίκη, ……………….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0" w:type="dxa"/>
          </w:tcPr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A434E7">
              <w:rPr>
                <w:rFonts w:ascii="Arial Narrow" w:hAnsi="Arial Narrow"/>
                <w:b/>
              </w:rPr>
              <w:t>ΠΡΟΣ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  <w:b/>
                <w:u w:val="single"/>
              </w:rPr>
            </w:pPr>
            <w:r>
              <w:rPr>
                <w:rFonts w:ascii="Arial Narrow" w:hAnsi="Arial Narrow"/>
                <w:b/>
                <w:u w:val="single"/>
              </w:rPr>
              <w:t>Τον Διευθυντή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  <w:b/>
                <w:u w:val="single"/>
              </w:rPr>
            </w:pPr>
            <w:r w:rsidRPr="00A434E7">
              <w:rPr>
                <w:rFonts w:ascii="Arial Narrow" w:hAnsi="Arial Narrow"/>
                <w:b/>
                <w:u w:val="single"/>
              </w:rPr>
              <w:t xml:space="preserve">Α/θμιας  Εκπαίδευσης  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  <w:b/>
                <w:u w:val="single"/>
              </w:rPr>
            </w:pPr>
            <w:r w:rsidRPr="00A434E7">
              <w:rPr>
                <w:rFonts w:ascii="Arial Narrow" w:hAnsi="Arial Narrow"/>
                <w:b/>
                <w:u w:val="single"/>
              </w:rPr>
              <w:t>Ανατολικής Θεσσαλονίκης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  <w:b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 xml:space="preserve">       </w:t>
            </w:r>
          </w:p>
          <w:p w:rsidR="004E74E7" w:rsidRPr="00A434E7" w:rsidRDefault="004E74E7" w:rsidP="00A434E7">
            <w:pPr>
              <w:spacing w:after="0"/>
              <w:jc w:val="both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 xml:space="preserve">  Έχοντας υπόψη τις διατάξεις:</w:t>
            </w:r>
          </w:p>
          <w:p w:rsidR="004E74E7" w:rsidRPr="00A434E7" w:rsidRDefault="004E74E7" w:rsidP="00A434E7">
            <w:pPr>
              <w:spacing w:after="0"/>
              <w:jc w:val="both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 xml:space="preserve">           </w:t>
            </w:r>
            <w:r w:rsidRPr="00A434E7">
              <w:rPr>
                <w:rFonts w:ascii="Arial Narrow" w:hAnsi="Arial Narrow"/>
                <w:b/>
                <w:sz w:val="22"/>
                <w:szCs w:val="22"/>
              </w:rPr>
              <w:t>α)</w:t>
            </w:r>
            <w:r w:rsidRPr="00A434E7">
              <w:rPr>
                <w:rFonts w:ascii="Arial Narrow" w:hAnsi="Arial Narrow"/>
                <w:sz w:val="22"/>
                <w:szCs w:val="22"/>
              </w:rPr>
              <w:t xml:space="preserve"> του άρθρου 148 με θέμα </w:t>
            </w:r>
            <w:r w:rsidRPr="00A434E7">
              <w:rPr>
                <w:rFonts w:ascii="Arial Narrow" w:hAnsi="Arial Narrow"/>
                <w:b/>
                <w:sz w:val="22"/>
                <w:szCs w:val="22"/>
              </w:rPr>
              <w:t>«παραίτηση»,</w:t>
            </w:r>
            <w:r w:rsidRPr="00A434E7">
              <w:rPr>
                <w:rFonts w:ascii="Arial Narrow" w:hAnsi="Arial Narrow"/>
                <w:sz w:val="22"/>
                <w:szCs w:val="22"/>
              </w:rPr>
              <w:t xml:space="preserve"> του Κώδικα Κατάστασης Δημοσίων Πολιτικών Διοικητικών Υπαλλήλων και Υπαλλήλων Ν.Π.Δ.Δ.</w:t>
            </w:r>
            <w:r w:rsidRPr="00A434E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A434E7">
              <w:rPr>
                <w:rFonts w:ascii="Arial Narrow" w:hAnsi="Arial Narrow"/>
                <w:sz w:val="22"/>
                <w:szCs w:val="22"/>
              </w:rPr>
              <w:t>του Ν.3528/07 (Φ.Ε.Κ. 26 τ.Α΄/9-2-07),</w:t>
            </w:r>
          </w:p>
          <w:p w:rsidR="004E74E7" w:rsidRPr="00A434E7" w:rsidRDefault="004E74E7" w:rsidP="00A434E7">
            <w:pPr>
              <w:spacing w:after="0"/>
              <w:jc w:val="both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 xml:space="preserve">          </w:t>
            </w:r>
            <w:r w:rsidRPr="00A434E7">
              <w:rPr>
                <w:rFonts w:ascii="Arial Narrow" w:hAnsi="Arial Narrow"/>
                <w:b/>
                <w:sz w:val="22"/>
                <w:szCs w:val="22"/>
              </w:rPr>
              <w:t>β</w:t>
            </w:r>
            <w:r w:rsidRPr="0033769A">
              <w:rPr>
                <w:rFonts w:ascii="Arial Narrow" w:hAnsi="Arial Narrow"/>
                <w:b/>
                <w:sz w:val="22"/>
                <w:szCs w:val="22"/>
              </w:rPr>
              <w:t>)</w:t>
            </w:r>
            <w:r w:rsidRPr="0033769A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του άρθρου 46, </w:t>
            </w:r>
            <w:r w:rsidRPr="002353C3">
              <w:rPr>
                <w:rFonts w:ascii="Arial Narrow" w:hAnsi="Arial Narrow" w:cs="Arial"/>
                <w:b/>
                <w:sz w:val="22"/>
                <w:szCs w:val="22"/>
              </w:rPr>
              <w:t>του 4777/2021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που αντικατέστησε το</w:t>
            </w:r>
            <w:r w:rsidRPr="0033769A">
              <w:rPr>
                <w:rFonts w:ascii="Arial Narrow" w:hAnsi="Arial Narrow" w:cs="Arial"/>
                <w:sz w:val="22"/>
                <w:szCs w:val="22"/>
              </w:rPr>
              <w:t xml:space="preserve"> άρθρου 33, παρ. 2, του 4386/2016, που</w:t>
            </w:r>
            <w:r w:rsidRPr="0033769A">
              <w:rPr>
                <w:rFonts w:ascii="Arial Narrow" w:hAnsi="Arial Narrow"/>
                <w:sz w:val="22"/>
                <w:szCs w:val="22"/>
              </w:rPr>
              <w:t xml:space="preserve"> αντικατέστησαν την παρ. 2 του άρθρου 4 του Ν.3687/2008, όπως είχε </w:t>
            </w:r>
            <w:r>
              <w:rPr>
                <w:rFonts w:ascii="Arial Narrow" w:hAnsi="Arial Narrow"/>
                <w:sz w:val="22"/>
                <w:szCs w:val="22"/>
              </w:rPr>
              <w:t>αντικατασταθεί με την</w:t>
            </w:r>
            <w:r w:rsidRPr="0033769A">
              <w:rPr>
                <w:rFonts w:ascii="Arial Narrow" w:hAnsi="Arial Narrow"/>
                <w:sz w:val="22"/>
                <w:szCs w:val="22"/>
              </w:rPr>
              <w:t xml:space="preserve"> παρ. </w:t>
            </w:r>
            <w:r>
              <w:rPr>
                <w:rFonts w:ascii="Arial Narrow" w:hAnsi="Arial Narrow"/>
                <w:sz w:val="22"/>
                <w:szCs w:val="22"/>
              </w:rPr>
              <w:t>20</w:t>
            </w:r>
            <w:r w:rsidRPr="0033769A">
              <w:rPr>
                <w:rFonts w:ascii="Arial Narrow" w:hAnsi="Arial Narrow"/>
                <w:sz w:val="22"/>
                <w:szCs w:val="22"/>
              </w:rPr>
              <w:t xml:space="preserve"> του άρθρου</w:t>
            </w:r>
            <w:r>
              <w:rPr>
                <w:rFonts w:ascii="Arial Narrow" w:hAnsi="Arial Narrow"/>
                <w:sz w:val="22"/>
                <w:szCs w:val="22"/>
              </w:rPr>
              <w:t xml:space="preserve"> 36</w:t>
            </w:r>
            <w:r w:rsidRPr="00A434E7">
              <w:rPr>
                <w:rFonts w:ascii="Arial Narrow" w:hAnsi="Arial Narrow"/>
                <w:sz w:val="22"/>
                <w:szCs w:val="22"/>
              </w:rPr>
              <w:t xml:space="preserve"> του Ν.4</w:t>
            </w:r>
            <w:r>
              <w:rPr>
                <w:rFonts w:ascii="Arial Narrow" w:hAnsi="Arial Narrow"/>
                <w:sz w:val="22"/>
                <w:szCs w:val="22"/>
              </w:rPr>
              <w:t>186/2013</w:t>
            </w:r>
            <w:r w:rsidRPr="00A434E7">
              <w:rPr>
                <w:rFonts w:ascii="Arial Narrow" w:hAnsi="Arial Narrow"/>
                <w:sz w:val="22"/>
                <w:szCs w:val="22"/>
              </w:rPr>
              <w:t>, σχετικά με την υποβολή αιτήσεων παραίτησης των εκπαιδευτικών,</w:t>
            </w:r>
          </w:p>
          <w:p w:rsidR="004E74E7" w:rsidRPr="00A434E7" w:rsidRDefault="004E74E7" w:rsidP="00A434E7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A434E7">
              <w:rPr>
                <w:rFonts w:ascii="Arial Narrow" w:hAnsi="Arial Narrow"/>
                <w:b/>
                <w:sz w:val="22"/>
                <w:szCs w:val="22"/>
              </w:rPr>
              <w:t>Υποβάλλω αίτηση παραίτησης</w:t>
            </w:r>
          </w:p>
          <w:p w:rsidR="004E74E7" w:rsidRPr="00A434E7" w:rsidRDefault="004E74E7" w:rsidP="00A434E7">
            <w:pPr>
              <w:spacing w:after="0"/>
              <w:jc w:val="both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 xml:space="preserve">στην υπηρεσία μου, για να κάνω χρήση του δικαιώματος συνταξιοδότησής μου από το Δημόσιο, εφόσον γίνει αυτοδικαίως αποδεκτή η λύση της υπαλληλικής μου σχέσης με τη λήξη του </w:t>
            </w:r>
            <w:r>
              <w:rPr>
                <w:rFonts w:ascii="Arial Narrow" w:hAnsi="Arial Narrow"/>
                <w:sz w:val="22"/>
                <w:szCs w:val="22"/>
              </w:rPr>
              <w:t>σχολικού</w:t>
            </w:r>
            <w:r w:rsidRPr="00A434E7">
              <w:rPr>
                <w:rFonts w:ascii="Arial Narrow" w:hAnsi="Arial Narrow"/>
                <w:sz w:val="22"/>
                <w:szCs w:val="22"/>
              </w:rPr>
              <w:t xml:space="preserve"> έτους. </w:t>
            </w:r>
          </w:p>
          <w:p w:rsidR="004E74E7" w:rsidRPr="00A434E7" w:rsidRDefault="004E74E7" w:rsidP="00A434E7">
            <w:pPr>
              <w:spacing w:after="0"/>
              <w:jc w:val="both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Την αίτησή μου υποβάλλω διατηρώντας το δικαίωμα σε αποκλειστική προθεσμία ενός (1) μήνα από την υποβολή της να την ανακαλέσω εγγράφως (άρθρο 148 παρ. 4 του Κωδ. Δημοσίων  Υπαλλήλων του Ν.3528/2007).</w:t>
            </w:r>
          </w:p>
          <w:p w:rsidR="004E74E7" w:rsidRPr="00A434E7" w:rsidRDefault="004E74E7" w:rsidP="00A434E7">
            <w:pPr>
              <w:spacing w:after="0"/>
              <w:jc w:val="both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Δηλώνω ότι:</w:t>
            </w:r>
          </w:p>
          <w:p w:rsidR="004E74E7" w:rsidRPr="00A434E7" w:rsidRDefault="004E74E7" w:rsidP="00A434E7">
            <w:pPr>
              <w:spacing w:after="0"/>
              <w:jc w:val="both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α) θεμελιώνω συνταξιοδοτικό δικαίωμα και πληρώ τις προϋποθέσεις συνταξιοδότησης, σύμφωνα με τις διατάξεις του άρθρου 1 του Ν.4336/2015 (Φ.Ε.Κ. 94 τ.Α΄/14-08-2015), όπως ισχύουν μετά την τροποποίησή του με τις διατάξεις του άρθρου 1 του Ν.4337/2015 (Φ.Ε.Κ .129 τ.Α΄/17-10-2015) και του άρθρου 1 του Ν.4342/2015 (Φ.Ε.Κ. 143 τ.Α΄/09-11-2015),</w:t>
            </w:r>
          </w:p>
          <w:p w:rsidR="004E74E7" w:rsidRPr="00A434E7" w:rsidRDefault="004E74E7" w:rsidP="00A434E7">
            <w:pPr>
              <w:spacing w:after="0"/>
              <w:jc w:val="both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>β) δεν εκκρεμεί εις βάρος μου ποινική ή πειθαρχική δίωξη (άρθρο 148 παρ. 2 του Ν.3528/2007), όπως τροποποιήθηκε με την υποπαράγραφο Ζ.3 του άρθρου 1 του Ν.4093/2012 (Φ.Ε.Κ. 222 τ.Α΄/12-11-2012).</w:t>
            </w:r>
          </w:p>
          <w:p w:rsidR="004E74E7" w:rsidRPr="00A434E7" w:rsidRDefault="004E74E7" w:rsidP="00A434E7">
            <w:pPr>
              <w:spacing w:after="0"/>
              <w:jc w:val="both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b/>
                <w:sz w:val="22"/>
                <w:szCs w:val="22"/>
              </w:rPr>
              <w:t>Ο/Η Αιτών/ούσα</w:t>
            </w:r>
          </w:p>
          <w:p w:rsidR="004E74E7" w:rsidRPr="00A434E7" w:rsidRDefault="004E74E7" w:rsidP="00A434E7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  <w:r w:rsidRPr="00A434E7">
              <w:rPr>
                <w:rFonts w:ascii="Arial Narrow" w:hAnsi="Arial Narrow"/>
                <w:sz w:val="22"/>
                <w:szCs w:val="22"/>
              </w:rPr>
              <w:t xml:space="preserve">                    </w:t>
            </w:r>
          </w:p>
          <w:p w:rsidR="004E74E7" w:rsidRPr="00A434E7" w:rsidRDefault="004E74E7" w:rsidP="00A434E7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4E74E7" w:rsidRPr="009B4B95" w:rsidRDefault="004E74E7" w:rsidP="005F39B1">
      <w:pPr>
        <w:rPr>
          <w:rFonts w:ascii="Arial Narrow" w:hAnsi="Arial Narrow"/>
          <w:sz w:val="22"/>
          <w:szCs w:val="22"/>
        </w:rPr>
      </w:pPr>
    </w:p>
    <w:sectPr w:rsidR="004E74E7" w:rsidRPr="009B4B95" w:rsidSect="008A5F51">
      <w:pgSz w:w="11906" w:h="16838"/>
      <w:pgMar w:top="1304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306F"/>
    <w:rsid w:val="000049F0"/>
    <w:rsid w:val="00070F8A"/>
    <w:rsid w:val="0007306F"/>
    <w:rsid w:val="00073860"/>
    <w:rsid w:val="000B165C"/>
    <w:rsid w:val="000F13F2"/>
    <w:rsid w:val="00102449"/>
    <w:rsid w:val="0011059C"/>
    <w:rsid w:val="00111351"/>
    <w:rsid w:val="00120DD5"/>
    <w:rsid w:val="001A63A8"/>
    <w:rsid w:val="001B368D"/>
    <w:rsid w:val="001D6EA4"/>
    <w:rsid w:val="001E457F"/>
    <w:rsid w:val="002353C3"/>
    <w:rsid w:val="00243D2D"/>
    <w:rsid w:val="00246330"/>
    <w:rsid w:val="00275BF4"/>
    <w:rsid w:val="002B61B9"/>
    <w:rsid w:val="002C5E3C"/>
    <w:rsid w:val="003101E1"/>
    <w:rsid w:val="00324B0D"/>
    <w:rsid w:val="0033769A"/>
    <w:rsid w:val="0035094B"/>
    <w:rsid w:val="003917FB"/>
    <w:rsid w:val="003A6FEB"/>
    <w:rsid w:val="003B4C3D"/>
    <w:rsid w:val="003C6376"/>
    <w:rsid w:val="004747AC"/>
    <w:rsid w:val="0048784C"/>
    <w:rsid w:val="004906B0"/>
    <w:rsid w:val="004D2AD1"/>
    <w:rsid w:val="004E4868"/>
    <w:rsid w:val="004E74E7"/>
    <w:rsid w:val="005101BB"/>
    <w:rsid w:val="005164E4"/>
    <w:rsid w:val="0055408F"/>
    <w:rsid w:val="00571C7B"/>
    <w:rsid w:val="00590487"/>
    <w:rsid w:val="005E0445"/>
    <w:rsid w:val="005F1EC4"/>
    <w:rsid w:val="005F39B1"/>
    <w:rsid w:val="006064EE"/>
    <w:rsid w:val="006E4518"/>
    <w:rsid w:val="00723EC6"/>
    <w:rsid w:val="007576E1"/>
    <w:rsid w:val="00764C83"/>
    <w:rsid w:val="007A1C31"/>
    <w:rsid w:val="00821B3D"/>
    <w:rsid w:val="00824B68"/>
    <w:rsid w:val="0088053B"/>
    <w:rsid w:val="008A5F51"/>
    <w:rsid w:val="008B39E8"/>
    <w:rsid w:val="0092286A"/>
    <w:rsid w:val="00940685"/>
    <w:rsid w:val="00952FD8"/>
    <w:rsid w:val="009B4B95"/>
    <w:rsid w:val="009C09D5"/>
    <w:rsid w:val="009C442D"/>
    <w:rsid w:val="009D52A9"/>
    <w:rsid w:val="00A434E7"/>
    <w:rsid w:val="00AB39DD"/>
    <w:rsid w:val="00B14023"/>
    <w:rsid w:val="00B72C97"/>
    <w:rsid w:val="00BA0026"/>
    <w:rsid w:val="00C102F8"/>
    <w:rsid w:val="00C45D16"/>
    <w:rsid w:val="00C93B4F"/>
    <w:rsid w:val="00CB2A67"/>
    <w:rsid w:val="00CD58EF"/>
    <w:rsid w:val="00CE3A56"/>
    <w:rsid w:val="00D26AAC"/>
    <w:rsid w:val="00D40327"/>
    <w:rsid w:val="00D71000"/>
    <w:rsid w:val="00D81DA0"/>
    <w:rsid w:val="00DA27CC"/>
    <w:rsid w:val="00DF711D"/>
    <w:rsid w:val="00E643D3"/>
    <w:rsid w:val="00EA78C1"/>
    <w:rsid w:val="00ED428B"/>
    <w:rsid w:val="00F3535D"/>
    <w:rsid w:val="00F85792"/>
    <w:rsid w:val="00F95757"/>
    <w:rsid w:val="00FC1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06F"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7306F"/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359</TotalTime>
  <Pages>1</Pages>
  <Words>313</Words>
  <Characters>1691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2014-09-05T08:29:00Z</cp:lastPrinted>
  <dcterms:created xsi:type="dcterms:W3CDTF">2014-04-03T08:20:00Z</dcterms:created>
  <dcterms:modified xsi:type="dcterms:W3CDTF">2022-01-12T07:00:00Z</dcterms:modified>
</cp:coreProperties>
</file>