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455" w:rsidRPr="00AA5FBB" w:rsidRDefault="00EC2455" w:rsidP="0054083C">
      <w:pPr>
        <w:ind w:firstLine="0"/>
        <w:rPr>
          <w:rFonts w:asciiTheme="minorHAnsi" w:hAnsiTheme="minorHAnsi" w:cstheme="minorHAnsi"/>
          <w:sz w:val="22"/>
          <w:szCs w:val="22"/>
          <w:lang w:val="el-GR"/>
        </w:rPr>
      </w:pPr>
    </w:p>
    <w:tbl>
      <w:tblPr>
        <w:tblpPr w:leftFromText="180" w:rightFromText="180" w:vertAnchor="page" w:horzAnchor="margin" w:tblpX="-34" w:tblpY="1"/>
        <w:tblW w:w="15025" w:type="dxa"/>
        <w:tblLayout w:type="fixed"/>
        <w:tblLook w:val="0000"/>
      </w:tblPr>
      <w:tblGrid>
        <w:gridCol w:w="2041"/>
        <w:gridCol w:w="3883"/>
        <w:gridCol w:w="4566"/>
        <w:gridCol w:w="4535"/>
      </w:tblGrid>
      <w:tr w:rsidR="00A761A3" w:rsidRPr="006A1852" w:rsidTr="00E71992">
        <w:trPr>
          <w:trHeight w:val="311"/>
        </w:trPr>
        <w:tc>
          <w:tcPr>
            <w:tcW w:w="5924" w:type="dxa"/>
            <w:gridSpan w:val="2"/>
            <w:vAlign w:val="center"/>
          </w:tcPr>
          <w:p w:rsidR="0054083C" w:rsidRPr="00D12583" w:rsidRDefault="00FC3AC1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el-G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3" type="#_x0000_t75" style="position:absolute;left:0;text-align:left;margin-left:114.5pt;margin-top:14.85pt;width:45.2pt;height:37.05pt;z-index:251660288">
                  <v:imagedata r:id="rId8" o:title=""/>
                  <w10:wrap type="square"/>
                </v:shape>
                <o:OLEObject Type="Embed" ProgID="PBrush" ShapeID="_x0000_s1033" DrawAspect="Content" ObjectID="_1582700055" r:id="rId9"/>
              </w:pict>
            </w:r>
          </w:p>
          <w:p w:rsidR="0054083C" w:rsidRPr="00D12583" w:rsidRDefault="0054083C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54083C" w:rsidRPr="00D12583" w:rsidRDefault="0054083C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A761A3" w:rsidRPr="00D12583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ΕΛΛΗΝΙΚΗ ΔΗΜΟΚΡΑΤΙΑ</w:t>
            </w:r>
          </w:p>
        </w:tc>
        <w:tc>
          <w:tcPr>
            <w:tcW w:w="9101" w:type="dxa"/>
            <w:gridSpan w:val="2"/>
            <w:vAlign w:val="center"/>
          </w:tcPr>
          <w:p w:rsidR="00A761A3" w:rsidRPr="00D12583" w:rsidRDefault="00A761A3" w:rsidP="00E71992">
            <w:pPr>
              <w:tabs>
                <w:tab w:val="left" w:pos="6379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A761A3" w:rsidRPr="006A1852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A761A3" w:rsidRPr="00D12583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ΥΠΟΥΡΓΕΙΟ ΠΑΙΔΕΙΑΣ</w:t>
            </w:r>
            <w:r w:rsidR="00490E54"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, ΕΡΕΥΝΑΣ&amp;</w:t>
            </w: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ΘΡΗΣΚΕΥΜΑΤΩΝ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A761A3" w:rsidRPr="00EC2455" w:rsidRDefault="00825D86" w:rsidP="00737692">
            <w:pPr>
              <w:tabs>
                <w:tab w:val="left" w:pos="6379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             Θεσσαλονίκη</w:t>
            </w:r>
            <w:r w:rsidR="000D6321"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,  </w:t>
            </w:r>
            <w:r w:rsidR="00D844DA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16/03/2018</w:t>
            </w:r>
            <w:r w:rsidR="008F4EE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A761A3" w:rsidRPr="009C52EE" w:rsidRDefault="00A761A3" w:rsidP="00E71992">
            <w:pPr>
              <w:tabs>
                <w:tab w:val="left" w:pos="6379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A761A3" w:rsidRPr="009C52EE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A761A3" w:rsidRPr="00D12583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  <w:vAlign w:val="center"/>
          </w:tcPr>
          <w:p w:rsidR="00A761A3" w:rsidRPr="00EC2455" w:rsidRDefault="008F4EED" w:rsidP="00737692">
            <w:pPr>
              <w:tabs>
                <w:tab w:val="left" w:pos="6379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               </w:t>
            </w:r>
            <w:r w:rsidR="00E71992"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Αρ. Πρωτ. :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6384</w:t>
            </w:r>
          </w:p>
        </w:tc>
        <w:tc>
          <w:tcPr>
            <w:tcW w:w="4535" w:type="dxa"/>
            <w:shd w:val="clear" w:color="auto" w:fill="auto"/>
          </w:tcPr>
          <w:p w:rsidR="00A761A3" w:rsidRPr="009C52EE" w:rsidRDefault="00A761A3" w:rsidP="00E71992">
            <w:pPr>
              <w:tabs>
                <w:tab w:val="left" w:pos="6096"/>
              </w:tabs>
              <w:ind w:right="-23" w:firstLine="0"/>
              <w:outlineLvl w:val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E71992" w:rsidRPr="009C52EE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E71992" w:rsidRPr="00D12583" w:rsidRDefault="00E71992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ΠΕΡΙΦΕΡΕΙΑΚΗ Δ/ΝΣΗ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E71992" w:rsidRPr="00D12583" w:rsidRDefault="00E71992" w:rsidP="00E71992">
            <w:pPr>
              <w:tabs>
                <w:tab w:val="left" w:pos="6379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E71992" w:rsidRPr="009C52EE" w:rsidRDefault="00E71992" w:rsidP="00E71992">
            <w:pPr>
              <w:tabs>
                <w:tab w:val="left" w:pos="6096"/>
              </w:tabs>
              <w:ind w:right="-23" w:firstLine="0"/>
              <w:outlineLvl w:val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A761A3" w:rsidRPr="009C52EE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E71992" w:rsidRPr="00D12583" w:rsidRDefault="00E71992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ΠΡΩΤΟΒΑΘΜΙΑΣ &amp; ΔΕΥΤΕΡΟΒΑΘΜΙΑΣ</w:t>
            </w:r>
          </w:p>
          <w:p w:rsidR="00A761A3" w:rsidRPr="00D12583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ΚΕΝΤΡΙΚΗΣ ΜΑΚΕΔΟΝΙΑΣ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A761A3" w:rsidRPr="00D12583" w:rsidRDefault="00A761A3" w:rsidP="00E71992">
            <w:pPr>
              <w:tabs>
                <w:tab w:val="left" w:pos="6379"/>
              </w:tabs>
              <w:ind w:left="822"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A761A3" w:rsidRPr="009C52EE" w:rsidRDefault="00A761A3" w:rsidP="00E71992">
            <w:pPr>
              <w:tabs>
                <w:tab w:val="left" w:pos="6096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F208AD" w:rsidRPr="009C52EE" w:rsidTr="005C1743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F208AD" w:rsidRPr="00D12583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ΕΚΠΑΙΔΕΥΣΗΣ ΚΕΝΤΡΙΚΗΣ ΜΑΚΕΔΟΝΙΑΣ</w:t>
            </w:r>
          </w:p>
        </w:tc>
        <w:tc>
          <w:tcPr>
            <w:tcW w:w="4566" w:type="dxa"/>
            <w:shd w:val="clear" w:color="auto" w:fill="auto"/>
          </w:tcPr>
          <w:p w:rsidR="00F208AD" w:rsidRPr="00D12583" w:rsidRDefault="00F208AD" w:rsidP="00F208AD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F208AD" w:rsidRPr="009C52EE" w:rsidRDefault="00F208AD" w:rsidP="00F208AD">
            <w:pPr>
              <w:tabs>
                <w:tab w:val="left" w:pos="6096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F208AD" w:rsidRPr="009C52EE" w:rsidTr="005C1743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F208AD" w:rsidRPr="00D12583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______</w:t>
            </w:r>
          </w:p>
          <w:p w:rsidR="00F208AD" w:rsidRPr="00D12583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F208AD" w:rsidRPr="00D12583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F208AD" w:rsidRPr="00D12583" w:rsidRDefault="00F208AD" w:rsidP="00F208A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5" w:type="dxa"/>
            <w:shd w:val="clear" w:color="auto" w:fill="auto"/>
          </w:tcPr>
          <w:p w:rsidR="00F208AD" w:rsidRPr="009C52EE" w:rsidRDefault="00F208AD" w:rsidP="00F208AD">
            <w:pPr>
              <w:tabs>
                <w:tab w:val="left" w:pos="6096"/>
              </w:tabs>
              <w:ind w:right="-23" w:firstLine="0"/>
              <w:outlineLvl w:val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F208AD" w:rsidRPr="009C52EE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F208AD" w:rsidRPr="00D12583" w:rsidRDefault="00F208AD" w:rsidP="00F208AD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l-GR" w:eastAsia="zh-CN"/>
              </w:rPr>
              <w:t>ΔΙΕΥΘΥΝΣΗ ΠΡΩΤΟΒΑΘΜΙΑΣ ΕΚΠΑΙΔΕΥΣΗΣ</w:t>
            </w:r>
          </w:p>
        </w:tc>
        <w:tc>
          <w:tcPr>
            <w:tcW w:w="4566" w:type="dxa"/>
            <w:shd w:val="clear" w:color="auto" w:fill="auto"/>
          </w:tcPr>
          <w:p w:rsidR="00F208AD" w:rsidRPr="00D12583" w:rsidRDefault="00F208AD" w:rsidP="00F208AD">
            <w:pPr>
              <w:tabs>
                <w:tab w:val="left" w:pos="6096"/>
              </w:tabs>
              <w:ind w:right="-23" w:firstLine="0"/>
              <w:outlineLvl w:val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F208AD" w:rsidRPr="009C52EE" w:rsidRDefault="00F208AD" w:rsidP="00F208AD">
            <w:pPr>
              <w:tabs>
                <w:tab w:val="left" w:pos="6096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A05A6F" w:rsidRPr="00167846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A05A6F" w:rsidRPr="00D12583" w:rsidRDefault="00A05A6F" w:rsidP="00A05A6F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ΑΝΑΤΟΛΙΚΗΣ ΘΕΣ/ΝΙΚΗΣ</w:t>
            </w:r>
          </w:p>
          <w:p w:rsidR="00A05A6F" w:rsidRPr="00D12583" w:rsidRDefault="00A05A6F" w:rsidP="00A05A6F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A05A6F" w:rsidRPr="00D12583" w:rsidRDefault="00617750" w:rsidP="00A05A6F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Προς:   Δ/ντές/ντριες Δημοτικών </w:t>
            </w:r>
            <w:r w:rsidR="00A05A6F"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Σχολείων     </w:t>
            </w:r>
          </w:p>
        </w:tc>
        <w:tc>
          <w:tcPr>
            <w:tcW w:w="4535" w:type="dxa"/>
            <w:shd w:val="clear" w:color="auto" w:fill="auto"/>
          </w:tcPr>
          <w:p w:rsidR="00A05A6F" w:rsidRPr="009C52EE" w:rsidRDefault="00A05A6F" w:rsidP="00A05A6F">
            <w:pPr>
              <w:tabs>
                <w:tab w:val="left" w:pos="6096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A05A6F" w:rsidRPr="00227C62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A05A6F" w:rsidRPr="00D12583" w:rsidRDefault="00A05A6F" w:rsidP="00A05A6F">
            <w:pPr>
              <w:tabs>
                <w:tab w:val="left" w:pos="6804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A05A6F" w:rsidRPr="00D12583" w:rsidRDefault="00227C62" w:rsidP="00A05A6F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   και Προϊσταμένους/ες Νηπιαγωγείων</w:t>
            </w:r>
          </w:p>
        </w:tc>
        <w:tc>
          <w:tcPr>
            <w:tcW w:w="4535" w:type="dxa"/>
            <w:shd w:val="clear" w:color="auto" w:fill="auto"/>
          </w:tcPr>
          <w:p w:rsidR="00A05A6F" w:rsidRPr="009C52EE" w:rsidRDefault="00A05A6F" w:rsidP="00A05A6F">
            <w:pPr>
              <w:tabs>
                <w:tab w:val="left" w:pos="6096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4903D7" w:rsidRPr="009C52EE" w:rsidTr="002A0310">
        <w:trPr>
          <w:trHeight w:hRule="exact" w:val="284"/>
        </w:trPr>
        <w:tc>
          <w:tcPr>
            <w:tcW w:w="2041" w:type="dxa"/>
            <w:vAlign w:val="center"/>
          </w:tcPr>
          <w:p w:rsidR="004903D7" w:rsidRPr="00D12583" w:rsidRDefault="004903D7" w:rsidP="002A0310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Ταχ. Δ/νση:</w:t>
            </w:r>
          </w:p>
        </w:tc>
        <w:tc>
          <w:tcPr>
            <w:tcW w:w="3883" w:type="dxa"/>
            <w:vAlign w:val="center"/>
          </w:tcPr>
          <w:p w:rsidR="004903D7" w:rsidRPr="00D12583" w:rsidRDefault="004903D7" w:rsidP="002A0310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Κατσιμίδη&amp; Μήλου 33</w:t>
            </w:r>
          </w:p>
        </w:tc>
        <w:tc>
          <w:tcPr>
            <w:tcW w:w="4566" w:type="dxa"/>
            <w:shd w:val="clear" w:color="auto" w:fill="auto"/>
          </w:tcPr>
          <w:p w:rsidR="004903D7" w:rsidRPr="00227C62" w:rsidRDefault="00227C62" w:rsidP="002A0310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        του συνημμένου πίνακα</w:t>
            </w:r>
          </w:p>
        </w:tc>
        <w:tc>
          <w:tcPr>
            <w:tcW w:w="4535" w:type="dxa"/>
            <w:shd w:val="clear" w:color="auto" w:fill="auto"/>
          </w:tcPr>
          <w:p w:rsidR="004903D7" w:rsidRPr="009C52EE" w:rsidRDefault="004903D7" w:rsidP="002A0310">
            <w:pPr>
              <w:tabs>
                <w:tab w:val="left" w:pos="6096"/>
              </w:tabs>
              <w:spacing w:after="0"/>
              <w:ind w:right="-23" w:firstLine="0"/>
              <w:outlineLvl w:val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4903D7" w:rsidRPr="009C52EE" w:rsidTr="002A0310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4903D7" w:rsidRPr="00D12583" w:rsidRDefault="004903D7" w:rsidP="002A0310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3883" w:type="dxa"/>
            <w:vAlign w:val="center"/>
          </w:tcPr>
          <w:p w:rsidR="004903D7" w:rsidRPr="00D12583" w:rsidRDefault="004903D7" w:rsidP="002A0310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54638 Θεσσαλονίκη</w:t>
            </w:r>
          </w:p>
        </w:tc>
        <w:tc>
          <w:tcPr>
            <w:tcW w:w="4566" w:type="dxa"/>
            <w:shd w:val="clear" w:color="auto" w:fill="auto"/>
          </w:tcPr>
          <w:p w:rsidR="004903D7" w:rsidRPr="00D12583" w:rsidRDefault="004903D7" w:rsidP="002A031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03D7" w:rsidRPr="00227C62" w:rsidTr="002A0310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4903D7" w:rsidRPr="00D12583" w:rsidRDefault="004903D7" w:rsidP="002A0310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Πληροφορίες:</w:t>
            </w:r>
          </w:p>
        </w:tc>
        <w:tc>
          <w:tcPr>
            <w:tcW w:w="3883" w:type="dxa"/>
            <w:vAlign w:val="center"/>
          </w:tcPr>
          <w:p w:rsidR="004903D7" w:rsidRDefault="004903D7" w:rsidP="002A0310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Τομπούλογλου Ιωάννης</w:t>
            </w:r>
          </w:p>
          <w:p w:rsidR="00227C62" w:rsidRDefault="00227C62" w:rsidP="002A0310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227C62" w:rsidRPr="00D12583" w:rsidRDefault="00227C62" w:rsidP="002A0310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4903D7" w:rsidRPr="00D12583" w:rsidRDefault="004903D7" w:rsidP="002A0310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4903D7" w:rsidRPr="00D12583" w:rsidRDefault="004903D7" w:rsidP="002A0310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4903D7" w:rsidRPr="00D12583" w:rsidRDefault="004903D7" w:rsidP="002A0310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4903D7" w:rsidRPr="00D12583" w:rsidRDefault="004903D7" w:rsidP="00617750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227C62" w:rsidRPr="00167846" w:rsidTr="002A0310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227C62" w:rsidRPr="00D12583" w:rsidRDefault="00227C62" w:rsidP="00227C62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3883" w:type="dxa"/>
            <w:vAlign w:val="center"/>
          </w:tcPr>
          <w:p w:rsidR="00227C62" w:rsidRPr="00D12583" w:rsidRDefault="001B444E" w:rsidP="00227C62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Παπ</w:t>
            </w:r>
            <w:r w:rsidR="00227C6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άς Αναστάσιος </w:t>
            </w:r>
          </w:p>
        </w:tc>
        <w:tc>
          <w:tcPr>
            <w:tcW w:w="4566" w:type="dxa"/>
            <w:shd w:val="clear" w:color="auto" w:fill="auto"/>
          </w:tcPr>
          <w:p w:rsidR="00227C62" w:rsidRPr="00D12583" w:rsidRDefault="00227C62" w:rsidP="00227C62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</w:t>
            </w: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οιν:    1.  Περιφερειακή Δ/νση Π.Ε  &amp;  Δ.Ε. </w:t>
            </w:r>
          </w:p>
        </w:tc>
      </w:tr>
      <w:tr w:rsidR="00227C62" w:rsidRPr="00227C62" w:rsidTr="002A0310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227C62" w:rsidRPr="00D12583" w:rsidRDefault="00227C62" w:rsidP="00227C62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3883" w:type="dxa"/>
            <w:vAlign w:val="center"/>
          </w:tcPr>
          <w:p w:rsidR="00227C62" w:rsidRPr="00D12583" w:rsidRDefault="00227C62" w:rsidP="00227C62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Μπαρπούτη Ξανθή</w:t>
            </w:r>
          </w:p>
        </w:tc>
        <w:tc>
          <w:tcPr>
            <w:tcW w:w="4566" w:type="dxa"/>
            <w:shd w:val="clear" w:color="auto" w:fill="auto"/>
          </w:tcPr>
          <w:p w:rsidR="00227C62" w:rsidRPr="00D12583" w:rsidRDefault="00167846" w:rsidP="00227C62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            </w:t>
            </w:r>
            <w:r w:rsidR="00227C62"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Κεντρικής Μακεδονίας</w:t>
            </w:r>
          </w:p>
        </w:tc>
      </w:tr>
      <w:tr w:rsidR="00227C62" w:rsidRPr="009C52EE" w:rsidTr="002A0310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227C62" w:rsidRPr="00D12583" w:rsidRDefault="00227C62" w:rsidP="00227C62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Τηλέφωνο:</w:t>
            </w:r>
          </w:p>
          <w:p w:rsidR="00227C62" w:rsidRPr="00D12583" w:rsidRDefault="00227C62" w:rsidP="00227C62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227C62" w:rsidRPr="00D12583" w:rsidRDefault="00227C62" w:rsidP="00227C62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3883" w:type="dxa"/>
            <w:vAlign w:val="center"/>
          </w:tcPr>
          <w:p w:rsidR="00227C62" w:rsidRPr="00737692" w:rsidRDefault="00227C62" w:rsidP="00227C62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2310-954110</w:t>
            </w:r>
            <w:r w:rsidR="0073769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-111</w:t>
            </w:r>
          </w:p>
        </w:tc>
        <w:tc>
          <w:tcPr>
            <w:tcW w:w="4566" w:type="dxa"/>
            <w:shd w:val="clear" w:color="auto" w:fill="auto"/>
          </w:tcPr>
          <w:p w:rsidR="00227C62" w:rsidRPr="00D12583" w:rsidRDefault="00167846" w:rsidP="00227C62">
            <w:pPr>
              <w:tabs>
                <w:tab w:val="left" w:pos="6096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       </w:t>
            </w:r>
            <w:r w:rsidR="00227C6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2</w:t>
            </w:r>
            <w:r w:rsidR="00227C62"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  Σχολικοί Σύμβουλοι</w:t>
            </w:r>
          </w:p>
          <w:p w:rsidR="00227C62" w:rsidRPr="00D12583" w:rsidRDefault="00227C62" w:rsidP="00227C62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227C62" w:rsidRPr="00D12583" w:rsidTr="00167846">
        <w:trPr>
          <w:gridAfter w:val="1"/>
          <w:wAfter w:w="4535" w:type="dxa"/>
          <w:trHeight w:hRule="exact" w:val="991"/>
        </w:trPr>
        <w:tc>
          <w:tcPr>
            <w:tcW w:w="2041" w:type="dxa"/>
            <w:vAlign w:val="center"/>
          </w:tcPr>
          <w:p w:rsidR="00227C62" w:rsidRPr="00D12583" w:rsidRDefault="00227C62" w:rsidP="00227C62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Φαξ:</w:t>
            </w:r>
          </w:p>
          <w:p w:rsidR="00227C62" w:rsidRPr="00D12583" w:rsidRDefault="00227C62" w:rsidP="00227C62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               e-mail:</w:t>
            </w:r>
          </w:p>
        </w:tc>
        <w:tc>
          <w:tcPr>
            <w:tcW w:w="3883" w:type="dxa"/>
            <w:vAlign w:val="center"/>
          </w:tcPr>
          <w:p w:rsidR="00227C62" w:rsidRPr="00D12583" w:rsidRDefault="00737692" w:rsidP="00227C62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2310-915042</w:t>
            </w:r>
          </w:p>
          <w:p w:rsidR="00227C62" w:rsidRPr="00D12583" w:rsidRDefault="00227C62" w:rsidP="00227C62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12583">
              <w:rPr>
                <w:rFonts w:asciiTheme="minorHAnsi" w:hAnsiTheme="minorHAnsi"/>
                <w:sz w:val="22"/>
                <w:szCs w:val="22"/>
                <w:lang w:val="en-US"/>
              </w:rPr>
              <w:t>mail@dipe-a.thess.sch.gr</w:t>
            </w:r>
          </w:p>
        </w:tc>
        <w:tc>
          <w:tcPr>
            <w:tcW w:w="4566" w:type="dxa"/>
            <w:shd w:val="clear" w:color="auto" w:fill="auto"/>
          </w:tcPr>
          <w:p w:rsidR="00227C62" w:rsidRPr="00AA5FBB" w:rsidRDefault="00227C62" w:rsidP="00227C62">
            <w:pPr>
              <w:tabs>
                <w:tab w:val="left" w:pos="6096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227C62" w:rsidRPr="00AA5FBB" w:rsidRDefault="00227C62" w:rsidP="00227C62">
            <w:pPr>
              <w:tabs>
                <w:tab w:val="left" w:pos="6096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227C62" w:rsidRPr="00D12583" w:rsidRDefault="00227C62" w:rsidP="00227C62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227C62" w:rsidRPr="00AA5FBB" w:rsidRDefault="00227C62" w:rsidP="00227C62">
            <w:pPr>
              <w:tabs>
                <w:tab w:val="left" w:pos="6096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227C62" w:rsidRPr="00167846" w:rsidTr="009C52EE">
        <w:trPr>
          <w:gridAfter w:val="1"/>
          <w:wAfter w:w="4535" w:type="dxa"/>
          <w:trHeight w:hRule="exact" w:val="80"/>
        </w:trPr>
        <w:tc>
          <w:tcPr>
            <w:tcW w:w="2041" w:type="dxa"/>
            <w:vAlign w:val="center"/>
          </w:tcPr>
          <w:p w:rsidR="00227C62" w:rsidRPr="009C52EE" w:rsidRDefault="00227C62" w:rsidP="00227C62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-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mail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227C62" w:rsidRPr="009C52EE" w:rsidRDefault="00227C62" w:rsidP="00227C62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mail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@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dipe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-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thess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sch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gr</w:t>
            </w:r>
          </w:p>
        </w:tc>
        <w:tc>
          <w:tcPr>
            <w:tcW w:w="4566" w:type="dxa"/>
            <w:shd w:val="clear" w:color="auto" w:fill="auto"/>
          </w:tcPr>
          <w:p w:rsidR="00227C62" w:rsidRPr="009C52EE" w:rsidRDefault="00227C62" w:rsidP="00227C62">
            <w:pPr>
              <w:tabs>
                <w:tab w:val="left" w:pos="6096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</w:tbl>
    <w:p w:rsidR="005E65AD" w:rsidRPr="00737692" w:rsidRDefault="005E65AD" w:rsidP="00737692">
      <w:pPr>
        <w:ind w:firstLine="0"/>
        <w:rPr>
          <w:rFonts w:asciiTheme="minorHAnsi" w:hAnsiTheme="minorHAnsi"/>
          <w:b/>
          <w:szCs w:val="24"/>
          <w:lang w:val="el-GR"/>
        </w:rPr>
      </w:pPr>
      <w:r w:rsidRPr="00737692">
        <w:rPr>
          <w:rFonts w:asciiTheme="minorHAnsi" w:hAnsiTheme="minorHAnsi"/>
          <w:b/>
          <w:szCs w:val="24"/>
          <w:lang w:val="el-GR"/>
        </w:rPr>
        <w:t>Θέμα: «</w:t>
      </w:r>
      <w:r w:rsidR="006111B5" w:rsidRPr="00737692">
        <w:rPr>
          <w:rFonts w:asciiTheme="minorHAnsi" w:hAnsiTheme="minorHAnsi"/>
          <w:b/>
          <w:szCs w:val="24"/>
          <w:lang w:val="el-GR"/>
        </w:rPr>
        <w:t>Πραγματοποίηση ε</w:t>
      </w:r>
      <w:r w:rsidR="00227C62" w:rsidRPr="00737692">
        <w:rPr>
          <w:rFonts w:asciiTheme="minorHAnsi" w:hAnsiTheme="minorHAnsi"/>
          <w:b/>
          <w:szCs w:val="24"/>
          <w:lang w:val="el-GR"/>
        </w:rPr>
        <w:t>πιμορφωτικής</w:t>
      </w:r>
      <w:r w:rsidR="006111B5" w:rsidRPr="00737692">
        <w:rPr>
          <w:rFonts w:asciiTheme="minorHAnsi" w:hAnsiTheme="minorHAnsi"/>
          <w:b/>
          <w:szCs w:val="24"/>
          <w:lang w:val="el-GR"/>
        </w:rPr>
        <w:t xml:space="preserve"> συνάντησης για </w:t>
      </w:r>
      <w:r w:rsidR="00227C62" w:rsidRPr="00737692">
        <w:rPr>
          <w:rFonts w:asciiTheme="minorHAnsi" w:hAnsiTheme="minorHAnsi"/>
          <w:b/>
          <w:szCs w:val="24"/>
          <w:lang w:val="el-GR"/>
        </w:rPr>
        <w:t>το θέμα της ενδοσχολικής βίας</w:t>
      </w:r>
      <w:r w:rsidR="00AA5FBB" w:rsidRPr="00737692">
        <w:rPr>
          <w:rFonts w:asciiTheme="minorHAnsi" w:hAnsiTheme="minorHAnsi"/>
          <w:b/>
          <w:szCs w:val="24"/>
          <w:lang w:val="el-GR"/>
        </w:rPr>
        <w:t>. Αφορά τα μέλη ΟΔΠ</w:t>
      </w:r>
      <w:r w:rsidR="008F4EED">
        <w:rPr>
          <w:rFonts w:asciiTheme="minorHAnsi" w:hAnsiTheme="minorHAnsi"/>
          <w:b/>
          <w:szCs w:val="24"/>
          <w:lang w:val="el-GR"/>
        </w:rPr>
        <w:t xml:space="preserve"> </w:t>
      </w:r>
      <w:r w:rsidR="00A44F22" w:rsidRPr="00737692">
        <w:rPr>
          <w:rFonts w:asciiTheme="minorHAnsi" w:hAnsiTheme="minorHAnsi"/>
          <w:b/>
          <w:szCs w:val="24"/>
          <w:lang w:val="el-GR"/>
        </w:rPr>
        <w:t xml:space="preserve">των </w:t>
      </w:r>
      <w:r w:rsidR="007B75E5" w:rsidRPr="00737692">
        <w:rPr>
          <w:rFonts w:asciiTheme="minorHAnsi" w:hAnsiTheme="minorHAnsi"/>
          <w:b/>
          <w:szCs w:val="24"/>
          <w:lang w:val="el-GR"/>
        </w:rPr>
        <w:t>σχολείων στις περιοχές του Κέντρου, Χαριλάου, Τούμπας και Καλαμαριάς</w:t>
      </w:r>
      <w:r w:rsidRPr="00737692">
        <w:rPr>
          <w:rFonts w:asciiTheme="minorHAnsi" w:hAnsiTheme="minorHAnsi"/>
          <w:b/>
          <w:szCs w:val="24"/>
          <w:lang w:val="el-GR"/>
        </w:rPr>
        <w:t>»</w:t>
      </w:r>
    </w:p>
    <w:p w:rsidR="00AA5FBB" w:rsidRPr="00737692" w:rsidRDefault="008F4EED" w:rsidP="00737692">
      <w:pPr>
        <w:ind w:firstLine="0"/>
        <w:rPr>
          <w:rFonts w:asciiTheme="minorHAnsi" w:hAnsiTheme="minorHAnsi"/>
          <w:szCs w:val="24"/>
          <w:lang w:val="el-GR"/>
        </w:rPr>
      </w:pPr>
      <w:r>
        <w:rPr>
          <w:rFonts w:asciiTheme="minorHAnsi" w:hAnsiTheme="minorHAnsi"/>
          <w:szCs w:val="24"/>
          <w:lang w:val="el-GR"/>
        </w:rPr>
        <w:t xml:space="preserve">        </w:t>
      </w:r>
      <w:r w:rsidR="005E4196" w:rsidRPr="00737692">
        <w:rPr>
          <w:rFonts w:asciiTheme="minorHAnsi" w:hAnsiTheme="minorHAnsi"/>
          <w:szCs w:val="24"/>
          <w:lang w:val="el-GR"/>
        </w:rPr>
        <w:t>Τ</w:t>
      </w:r>
      <w:r w:rsidR="00227C62" w:rsidRPr="00737692">
        <w:rPr>
          <w:rFonts w:asciiTheme="minorHAnsi" w:hAnsiTheme="minorHAnsi"/>
          <w:szCs w:val="24"/>
          <w:lang w:val="el-GR"/>
        </w:rPr>
        <w:t xml:space="preserve">α τακτικά και αναπληρωματικά μέλη της Ομάδας Δράσης Πρόληψης (ΟΔΠ) των σχολικών μονάδων του συνημμένου πίνακα </w:t>
      </w:r>
      <w:r w:rsidR="005E4196" w:rsidRPr="00737692">
        <w:rPr>
          <w:rFonts w:asciiTheme="minorHAnsi" w:hAnsiTheme="minorHAnsi"/>
          <w:szCs w:val="24"/>
          <w:lang w:val="el-GR"/>
        </w:rPr>
        <w:t xml:space="preserve">προσκαλούνται </w:t>
      </w:r>
      <w:r w:rsidR="00227C62" w:rsidRPr="00737692">
        <w:rPr>
          <w:rFonts w:asciiTheme="minorHAnsi" w:hAnsiTheme="minorHAnsi"/>
          <w:szCs w:val="24"/>
          <w:lang w:val="el-GR"/>
        </w:rPr>
        <w:t>σε επιμορφωτική συνάντηση</w:t>
      </w:r>
      <w:r w:rsidR="005E4196" w:rsidRPr="00737692">
        <w:rPr>
          <w:rFonts w:asciiTheme="minorHAnsi" w:hAnsiTheme="minorHAnsi"/>
          <w:szCs w:val="24"/>
          <w:lang w:val="el-GR"/>
        </w:rPr>
        <w:t xml:space="preserve"> - συζήτηση</w:t>
      </w:r>
      <w:r w:rsidR="00AA5FBB" w:rsidRPr="00737692">
        <w:rPr>
          <w:rFonts w:asciiTheme="minorHAnsi" w:hAnsiTheme="minorHAnsi"/>
          <w:szCs w:val="24"/>
          <w:lang w:val="el-GR"/>
        </w:rPr>
        <w:t xml:space="preserve"> για την</w:t>
      </w:r>
      <w:r>
        <w:rPr>
          <w:rFonts w:asciiTheme="minorHAnsi" w:hAnsiTheme="minorHAnsi"/>
          <w:szCs w:val="24"/>
          <w:lang w:val="el-GR"/>
        </w:rPr>
        <w:t xml:space="preserve"> </w:t>
      </w:r>
      <w:r w:rsidR="005E4196" w:rsidRPr="00737692">
        <w:rPr>
          <w:rFonts w:asciiTheme="minorHAnsi" w:hAnsiTheme="minorHAnsi"/>
          <w:szCs w:val="24"/>
          <w:lang w:val="el-GR"/>
        </w:rPr>
        <w:t xml:space="preserve">πρόληψη και αντιμετώπιση </w:t>
      </w:r>
      <w:r>
        <w:rPr>
          <w:rFonts w:asciiTheme="minorHAnsi" w:hAnsiTheme="minorHAnsi"/>
          <w:szCs w:val="24"/>
          <w:lang w:val="el-GR"/>
        </w:rPr>
        <w:t xml:space="preserve">της </w:t>
      </w:r>
      <w:r w:rsidR="00AA5FBB" w:rsidRPr="00737692">
        <w:rPr>
          <w:rFonts w:asciiTheme="minorHAnsi" w:hAnsiTheme="minorHAnsi"/>
          <w:szCs w:val="24"/>
          <w:lang w:val="el-GR"/>
        </w:rPr>
        <w:t>Ενδοσχολική</w:t>
      </w:r>
      <w:r w:rsidR="005E4196" w:rsidRPr="00737692">
        <w:rPr>
          <w:rFonts w:asciiTheme="minorHAnsi" w:hAnsiTheme="minorHAnsi"/>
          <w:szCs w:val="24"/>
          <w:lang w:val="el-GR"/>
        </w:rPr>
        <w:t>ς</w:t>
      </w:r>
      <w:r w:rsidR="00AA5FBB" w:rsidRPr="00737692">
        <w:rPr>
          <w:rFonts w:asciiTheme="minorHAnsi" w:hAnsiTheme="minorHAnsi"/>
          <w:szCs w:val="24"/>
          <w:lang w:val="el-GR"/>
        </w:rPr>
        <w:t xml:space="preserve"> Βία</w:t>
      </w:r>
      <w:r w:rsidR="005E4196" w:rsidRPr="00737692">
        <w:rPr>
          <w:rFonts w:asciiTheme="minorHAnsi" w:hAnsiTheme="minorHAnsi"/>
          <w:szCs w:val="24"/>
          <w:lang w:val="el-GR"/>
        </w:rPr>
        <w:t>ς</w:t>
      </w:r>
      <w:r w:rsidR="00AA5FBB" w:rsidRPr="00737692">
        <w:rPr>
          <w:rFonts w:asciiTheme="minorHAnsi" w:hAnsiTheme="minorHAnsi"/>
          <w:szCs w:val="24"/>
          <w:lang w:val="el-GR"/>
        </w:rPr>
        <w:t xml:space="preserve">. </w:t>
      </w:r>
    </w:p>
    <w:p w:rsidR="00AA5FBB" w:rsidRPr="00737692" w:rsidRDefault="00AA5FBB" w:rsidP="005335B9">
      <w:pPr>
        <w:spacing w:after="0" w:line="240" w:lineRule="exact"/>
        <w:ind w:left="284" w:firstLine="0"/>
        <w:rPr>
          <w:rFonts w:asciiTheme="minorHAnsi" w:hAnsiTheme="minorHAnsi"/>
          <w:szCs w:val="24"/>
          <w:lang w:val="el-GR"/>
        </w:rPr>
      </w:pPr>
    </w:p>
    <w:p w:rsidR="000B71A7" w:rsidRPr="00737692" w:rsidRDefault="000B71A7" w:rsidP="007B75E5">
      <w:pPr>
        <w:spacing w:line="240" w:lineRule="exact"/>
        <w:ind w:left="284" w:firstLine="0"/>
        <w:rPr>
          <w:rFonts w:asciiTheme="minorHAnsi" w:hAnsiTheme="minorHAnsi"/>
          <w:szCs w:val="24"/>
          <w:lang w:val="el-GR"/>
        </w:rPr>
      </w:pPr>
      <w:r w:rsidRPr="00737692">
        <w:rPr>
          <w:rFonts w:asciiTheme="minorHAnsi" w:hAnsiTheme="minorHAnsi"/>
          <w:szCs w:val="24"/>
          <w:lang w:val="el-GR"/>
        </w:rPr>
        <w:t>Το πρόγραμμα της ημερίδας έχει ως εξής:</w:t>
      </w:r>
    </w:p>
    <w:p w:rsidR="003D01B7" w:rsidRPr="00737692" w:rsidRDefault="00167846" w:rsidP="007B75E5">
      <w:pPr>
        <w:spacing w:line="240" w:lineRule="exact"/>
        <w:ind w:left="284" w:firstLine="0"/>
        <w:rPr>
          <w:rFonts w:asciiTheme="minorHAnsi" w:hAnsiTheme="minorHAnsi"/>
          <w:b/>
          <w:szCs w:val="24"/>
          <w:lang w:val="el-GR"/>
        </w:rPr>
      </w:pPr>
      <w:r>
        <w:rPr>
          <w:rFonts w:asciiTheme="minorHAnsi" w:hAnsiTheme="minorHAnsi"/>
          <w:b/>
          <w:szCs w:val="24"/>
          <w:lang w:val="el-GR"/>
        </w:rPr>
        <w:t xml:space="preserve">            </w:t>
      </w:r>
      <w:r w:rsidR="003D01B7" w:rsidRPr="00737692">
        <w:rPr>
          <w:rFonts w:asciiTheme="minorHAnsi" w:hAnsiTheme="minorHAnsi"/>
          <w:b/>
          <w:szCs w:val="24"/>
          <w:lang w:val="el-GR"/>
        </w:rPr>
        <w:t>17.30 – 18.00     Προσέλευση</w:t>
      </w:r>
    </w:p>
    <w:p w:rsidR="00AA5FBB" w:rsidRPr="00737692" w:rsidRDefault="00737692" w:rsidP="007B75E5">
      <w:pPr>
        <w:pStyle w:val="ab"/>
        <w:numPr>
          <w:ilvl w:val="0"/>
          <w:numId w:val="7"/>
        </w:numPr>
        <w:spacing w:after="120" w:line="240" w:lineRule="exact"/>
        <w:rPr>
          <w:rFonts w:asciiTheme="minorHAnsi" w:hAnsiTheme="minorHAnsi"/>
        </w:rPr>
      </w:pPr>
      <w:r w:rsidRPr="00737692">
        <w:rPr>
          <w:rFonts w:asciiTheme="minorHAnsi" w:hAnsiTheme="minorHAnsi"/>
          <w:b/>
        </w:rPr>
        <w:t>18.00 – 18.2</w:t>
      </w:r>
      <w:r>
        <w:rPr>
          <w:rFonts w:asciiTheme="minorHAnsi" w:hAnsiTheme="minorHAnsi"/>
          <w:b/>
        </w:rPr>
        <w:t>0</w:t>
      </w:r>
      <w:r w:rsidR="00D844DA" w:rsidRPr="00D844DA">
        <w:rPr>
          <w:rFonts w:asciiTheme="minorHAnsi" w:hAnsiTheme="minorHAnsi"/>
          <w:b/>
        </w:rPr>
        <w:t xml:space="preserve">   </w:t>
      </w:r>
      <w:r w:rsidR="00AA5FBB" w:rsidRPr="00737692">
        <w:rPr>
          <w:rFonts w:asciiTheme="minorHAnsi" w:hAnsiTheme="minorHAnsi"/>
          <w:b/>
        </w:rPr>
        <w:t xml:space="preserve">Τομπούλογλου Ιωάννης, </w:t>
      </w:r>
      <w:r w:rsidR="003D01B7" w:rsidRPr="00737692">
        <w:rPr>
          <w:rFonts w:asciiTheme="minorHAnsi" w:hAnsiTheme="minorHAnsi"/>
          <w:b/>
        </w:rPr>
        <w:t xml:space="preserve">μέλος </w:t>
      </w:r>
      <w:r w:rsidR="00AA5FBB" w:rsidRPr="00737692">
        <w:rPr>
          <w:rFonts w:asciiTheme="minorHAnsi" w:hAnsiTheme="minorHAnsi"/>
          <w:b/>
        </w:rPr>
        <w:t xml:space="preserve">ΠΟΔΠ </w:t>
      </w:r>
      <w:r w:rsidR="005E4196" w:rsidRPr="00737692">
        <w:rPr>
          <w:rFonts w:asciiTheme="minorHAnsi" w:hAnsiTheme="minorHAnsi"/>
          <w:b/>
        </w:rPr>
        <w:t xml:space="preserve">Σχολείων </w:t>
      </w:r>
      <w:r w:rsidR="00AA5FBB" w:rsidRPr="00737692">
        <w:rPr>
          <w:rFonts w:asciiTheme="minorHAnsi" w:hAnsiTheme="minorHAnsi"/>
          <w:b/>
        </w:rPr>
        <w:t xml:space="preserve">Καλαμαριάς </w:t>
      </w:r>
    </w:p>
    <w:p w:rsidR="003D01B7" w:rsidRPr="00737692" w:rsidRDefault="007C067D" w:rsidP="007B75E5">
      <w:pPr>
        <w:spacing w:line="240" w:lineRule="exact"/>
        <w:ind w:left="644" w:firstLine="0"/>
        <w:rPr>
          <w:rFonts w:asciiTheme="minorHAnsi" w:hAnsiTheme="minorHAnsi"/>
          <w:szCs w:val="24"/>
          <w:lang w:val="el-GR"/>
        </w:rPr>
      </w:pPr>
      <w:r w:rsidRPr="00737692">
        <w:rPr>
          <w:rFonts w:asciiTheme="minorHAnsi" w:hAnsiTheme="minorHAnsi"/>
          <w:szCs w:val="24"/>
          <w:lang w:val="el-GR"/>
        </w:rPr>
        <w:t>‘</w:t>
      </w:r>
      <w:r w:rsidR="007A4DC7">
        <w:rPr>
          <w:rFonts w:asciiTheme="minorHAnsi" w:hAnsiTheme="minorHAnsi"/>
          <w:szCs w:val="24"/>
          <w:lang w:val="el-GR"/>
        </w:rPr>
        <w:t>Κατανόηση των παραμέτρων της ενδοσχολικής βίας μέσω θεατροπαιδαγωγικών τεχνικών και μεθόδων</w:t>
      </w:r>
      <w:r w:rsidRPr="00737692">
        <w:rPr>
          <w:rFonts w:asciiTheme="minorHAnsi" w:hAnsiTheme="minorHAnsi"/>
          <w:szCs w:val="24"/>
          <w:lang w:val="el-GR"/>
        </w:rPr>
        <w:t>’</w:t>
      </w:r>
    </w:p>
    <w:p w:rsidR="003D01B7" w:rsidRPr="00737692" w:rsidRDefault="00737692" w:rsidP="007B75E5">
      <w:pPr>
        <w:pStyle w:val="ab"/>
        <w:numPr>
          <w:ilvl w:val="0"/>
          <w:numId w:val="7"/>
        </w:numPr>
        <w:spacing w:after="120" w:line="240" w:lineRule="exac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18.20 – 18.4</w:t>
      </w:r>
      <w:r w:rsidR="00D844DA">
        <w:rPr>
          <w:rFonts w:asciiTheme="minorHAnsi" w:hAnsiTheme="minorHAnsi"/>
          <w:b/>
        </w:rPr>
        <w:t xml:space="preserve">0  </w:t>
      </w:r>
      <w:r w:rsidR="00D844DA" w:rsidRPr="00D844DA">
        <w:rPr>
          <w:rFonts w:asciiTheme="minorHAnsi" w:hAnsiTheme="minorHAnsi"/>
          <w:b/>
        </w:rPr>
        <w:t xml:space="preserve"> </w:t>
      </w:r>
      <w:r w:rsidR="00AA5FBB" w:rsidRPr="00737692">
        <w:rPr>
          <w:rFonts w:asciiTheme="minorHAnsi" w:hAnsiTheme="minorHAnsi"/>
          <w:b/>
        </w:rPr>
        <w:t>Π</w:t>
      </w:r>
      <w:r w:rsidR="001B444E">
        <w:rPr>
          <w:rFonts w:asciiTheme="minorHAnsi" w:hAnsiTheme="minorHAnsi"/>
          <w:b/>
        </w:rPr>
        <w:t>απ</w:t>
      </w:r>
      <w:r w:rsidR="00DF515F" w:rsidRPr="00737692">
        <w:rPr>
          <w:rFonts w:asciiTheme="minorHAnsi" w:hAnsiTheme="minorHAnsi"/>
          <w:b/>
        </w:rPr>
        <w:t xml:space="preserve">άς Αναστάσιος, </w:t>
      </w:r>
      <w:r w:rsidR="003D01B7" w:rsidRPr="00737692">
        <w:rPr>
          <w:rFonts w:asciiTheme="minorHAnsi" w:hAnsiTheme="minorHAnsi"/>
          <w:b/>
        </w:rPr>
        <w:t xml:space="preserve">μέλος </w:t>
      </w:r>
      <w:r w:rsidR="00E7461E" w:rsidRPr="00737692">
        <w:rPr>
          <w:rFonts w:asciiTheme="minorHAnsi" w:hAnsiTheme="minorHAnsi"/>
          <w:b/>
        </w:rPr>
        <w:t xml:space="preserve">ΠΟΔΠ </w:t>
      </w:r>
      <w:r w:rsidR="005E4196" w:rsidRPr="00737692">
        <w:rPr>
          <w:rFonts w:asciiTheme="minorHAnsi" w:hAnsiTheme="minorHAnsi"/>
          <w:b/>
        </w:rPr>
        <w:t xml:space="preserve">Σχολείων </w:t>
      </w:r>
      <w:r w:rsidR="00E7461E" w:rsidRPr="00737692">
        <w:rPr>
          <w:rFonts w:asciiTheme="minorHAnsi" w:hAnsiTheme="minorHAnsi"/>
          <w:b/>
        </w:rPr>
        <w:t xml:space="preserve">Τούμπας </w:t>
      </w:r>
      <w:r w:rsidR="00D844DA">
        <w:rPr>
          <w:rFonts w:asciiTheme="minorHAnsi" w:hAnsiTheme="minorHAnsi"/>
          <w:b/>
        </w:rPr>
        <w:t>–</w:t>
      </w:r>
      <w:r w:rsidR="00E7461E" w:rsidRPr="00737692">
        <w:rPr>
          <w:rFonts w:asciiTheme="minorHAnsi" w:hAnsiTheme="minorHAnsi"/>
          <w:b/>
        </w:rPr>
        <w:t xml:space="preserve"> Χαριλάου</w:t>
      </w:r>
      <w:r w:rsidR="00D844DA">
        <w:rPr>
          <w:rFonts w:asciiTheme="minorHAnsi" w:hAnsiTheme="minorHAnsi"/>
          <w:b/>
        </w:rPr>
        <w:t>, επιμορφωτής Β΄ επιπέδου ΤΠΕ</w:t>
      </w:r>
      <w:r w:rsidR="00E7461E" w:rsidRPr="00737692">
        <w:rPr>
          <w:rFonts w:asciiTheme="minorHAnsi" w:hAnsiTheme="minorHAnsi"/>
          <w:b/>
        </w:rPr>
        <w:t xml:space="preserve">  </w:t>
      </w:r>
    </w:p>
    <w:p w:rsidR="007C067D" w:rsidRPr="00737692" w:rsidRDefault="00A44F22" w:rsidP="007B75E5">
      <w:pPr>
        <w:pStyle w:val="ab"/>
        <w:spacing w:after="120" w:line="240" w:lineRule="exact"/>
        <w:ind w:left="1004"/>
        <w:rPr>
          <w:rFonts w:asciiTheme="minorHAnsi" w:hAnsiTheme="minorHAnsi"/>
          <w:shd w:val="clear" w:color="auto" w:fill="FFFFFF"/>
        </w:rPr>
      </w:pPr>
      <w:r w:rsidRPr="00737692">
        <w:rPr>
          <w:rFonts w:asciiTheme="minorHAnsi" w:hAnsiTheme="minorHAnsi"/>
          <w:shd w:val="clear" w:color="auto" w:fill="FFFFFF"/>
        </w:rPr>
        <w:t>‘</w:t>
      </w:r>
      <w:r w:rsidR="00D844DA">
        <w:rPr>
          <w:rFonts w:asciiTheme="minorHAnsi" w:hAnsiTheme="minorHAnsi"/>
          <w:shd w:val="clear" w:color="auto" w:fill="FFFFFF"/>
        </w:rPr>
        <w:t>Κίνδυνοι στο Διαδίκτυο – Διαδικτυακός εκφοβισμός</w:t>
      </w:r>
      <w:r w:rsidRPr="00737692">
        <w:rPr>
          <w:rFonts w:asciiTheme="minorHAnsi" w:hAnsiTheme="minorHAnsi"/>
          <w:shd w:val="clear" w:color="auto" w:fill="FFFFFF"/>
        </w:rPr>
        <w:t>’</w:t>
      </w:r>
      <w:r w:rsidR="007C067D" w:rsidRPr="00737692">
        <w:rPr>
          <w:rFonts w:asciiTheme="minorHAnsi" w:hAnsiTheme="minorHAnsi"/>
          <w:shd w:val="clear" w:color="auto" w:fill="FFFFFF"/>
        </w:rPr>
        <w:t xml:space="preserve">  </w:t>
      </w:r>
    </w:p>
    <w:p w:rsidR="00DF515F" w:rsidRPr="00737692" w:rsidRDefault="00737692" w:rsidP="007B75E5">
      <w:pPr>
        <w:pStyle w:val="ab"/>
        <w:numPr>
          <w:ilvl w:val="0"/>
          <w:numId w:val="7"/>
        </w:numPr>
        <w:spacing w:after="120" w:line="240" w:lineRule="exac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18.40 – 19.00</w:t>
      </w:r>
      <w:r w:rsidR="00D844DA">
        <w:rPr>
          <w:rFonts w:asciiTheme="minorHAnsi" w:hAnsiTheme="minorHAnsi"/>
          <w:b/>
        </w:rPr>
        <w:t xml:space="preserve">    </w:t>
      </w:r>
      <w:r w:rsidR="00E7461E" w:rsidRPr="00737692">
        <w:rPr>
          <w:rFonts w:asciiTheme="minorHAnsi" w:hAnsiTheme="minorHAnsi"/>
          <w:b/>
        </w:rPr>
        <w:t>Μπαρμπούτη Ξανθή</w:t>
      </w:r>
      <w:r w:rsidR="005E4196" w:rsidRPr="00737692">
        <w:rPr>
          <w:rFonts w:asciiTheme="minorHAnsi" w:hAnsiTheme="minorHAnsi"/>
          <w:b/>
        </w:rPr>
        <w:t xml:space="preserve">, </w:t>
      </w:r>
      <w:r w:rsidR="003D01B7" w:rsidRPr="00737692">
        <w:rPr>
          <w:rFonts w:asciiTheme="minorHAnsi" w:hAnsiTheme="minorHAnsi"/>
          <w:b/>
        </w:rPr>
        <w:t xml:space="preserve">μέλος </w:t>
      </w:r>
      <w:r w:rsidR="005E4196" w:rsidRPr="00737692">
        <w:rPr>
          <w:rFonts w:asciiTheme="minorHAnsi" w:hAnsiTheme="minorHAnsi"/>
          <w:b/>
        </w:rPr>
        <w:t xml:space="preserve">ΠΟΔΠ </w:t>
      </w:r>
      <w:r w:rsidR="00BD4610" w:rsidRPr="00737692">
        <w:rPr>
          <w:rFonts w:asciiTheme="minorHAnsi" w:hAnsiTheme="minorHAnsi"/>
          <w:b/>
        </w:rPr>
        <w:t>Σχολείων</w:t>
      </w:r>
      <w:r w:rsidR="005E4196" w:rsidRPr="00737692">
        <w:rPr>
          <w:rFonts w:asciiTheme="minorHAnsi" w:hAnsiTheme="minorHAnsi"/>
          <w:b/>
        </w:rPr>
        <w:t xml:space="preserve"> Κέντρου</w:t>
      </w:r>
    </w:p>
    <w:p w:rsidR="00BD4610" w:rsidRPr="00737692" w:rsidRDefault="003A770F" w:rsidP="007B75E5">
      <w:pPr>
        <w:spacing w:line="240" w:lineRule="exact"/>
        <w:ind w:left="644" w:firstLine="0"/>
        <w:rPr>
          <w:rFonts w:asciiTheme="minorHAnsi" w:hAnsiTheme="minorHAnsi"/>
          <w:szCs w:val="24"/>
          <w:lang w:val="el-GR"/>
        </w:rPr>
      </w:pPr>
      <w:r>
        <w:rPr>
          <w:rFonts w:asciiTheme="minorHAnsi" w:hAnsiTheme="minorHAnsi"/>
          <w:szCs w:val="24"/>
          <w:shd w:val="clear" w:color="auto" w:fill="FFFFFF"/>
          <w:lang w:val="el-GR"/>
        </w:rPr>
        <w:t>‘</w:t>
      </w:r>
      <w:r w:rsidR="001B444E" w:rsidRPr="001B444E">
        <w:rPr>
          <w:rFonts w:ascii="Calibri" w:hAnsi="Calibri"/>
          <w:color w:val="222222"/>
          <w:shd w:val="clear" w:color="auto" w:fill="FFFFFF"/>
          <w:lang w:val="el-GR"/>
        </w:rPr>
        <w:t>Πρόληψη κοινωνικοσυναισθηματικών προβλημάτων</w:t>
      </w:r>
      <w:r w:rsidR="001B444E">
        <w:rPr>
          <w:rFonts w:ascii="Calibri" w:hAnsi="Calibri"/>
          <w:color w:val="222222"/>
          <w:shd w:val="clear" w:color="auto" w:fill="FFFFFF"/>
        </w:rPr>
        <w:t> </w:t>
      </w:r>
      <w:r w:rsidR="001B444E" w:rsidRPr="001B444E">
        <w:rPr>
          <w:rFonts w:ascii="Calibri" w:hAnsi="Calibri"/>
          <w:color w:val="222222"/>
          <w:shd w:val="clear" w:color="auto" w:fill="FFFFFF"/>
          <w:lang w:val="el-GR"/>
        </w:rPr>
        <w:t>στο σχολείο: Ενδεικτικές παρεμβάσεις της κοινωνι</w:t>
      </w:r>
      <w:r>
        <w:rPr>
          <w:rFonts w:ascii="Calibri" w:hAnsi="Calibri"/>
          <w:color w:val="222222"/>
          <w:shd w:val="clear" w:color="auto" w:fill="FFFFFF"/>
          <w:lang w:val="el-GR"/>
        </w:rPr>
        <w:t>κής και συναισθηματικής μάθησης’</w:t>
      </w:r>
      <w:bookmarkStart w:id="0" w:name="_GoBack"/>
      <w:bookmarkEnd w:id="0"/>
      <w:r w:rsidR="00A44F22" w:rsidRPr="00737692">
        <w:rPr>
          <w:rStyle w:val="apple-converted-space"/>
          <w:rFonts w:asciiTheme="minorHAnsi" w:hAnsiTheme="minorHAnsi"/>
          <w:szCs w:val="24"/>
          <w:shd w:val="clear" w:color="auto" w:fill="FFFFFF"/>
        </w:rPr>
        <w:t> </w:t>
      </w:r>
    </w:p>
    <w:p w:rsidR="00EC2455" w:rsidRPr="009D3570" w:rsidRDefault="007C067D" w:rsidP="009D3570">
      <w:pPr>
        <w:pStyle w:val="ab"/>
        <w:numPr>
          <w:ilvl w:val="0"/>
          <w:numId w:val="7"/>
        </w:numPr>
        <w:spacing w:line="240" w:lineRule="exact"/>
        <w:rPr>
          <w:rFonts w:asciiTheme="minorHAnsi" w:hAnsiTheme="minorHAnsi"/>
          <w:b/>
        </w:rPr>
      </w:pPr>
      <w:r w:rsidRPr="00737692">
        <w:rPr>
          <w:rFonts w:asciiTheme="minorHAnsi" w:hAnsiTheme="minorHAnsi"/>
          <w:b/>
        </w:rPr>
        <w:t>1</w:t>
      </w:r>
      <w:r w:rsidR="00D844DA">
        <w:rPr>
          <w:rFonts w:asciiTheme="minorHAnsi" w:hAnsiTheme="minorHAnsi"/>
          <w:b/>
        </w:rPr>
        <w:t xml:space="preserve">9.00 – 20.00     </w:t>
      </w:r>
      <w:r w:rsidR="00A44F22" w:rsidRPr="00737692">
        <w:rPr>
          <w:rFonts w:asciiTheme="minorHAnsi" w:hAnsiTheme="minorHAnsi"/>
          <w:b/>
        </w:rPr>
        <w:t>Συζήτηση -  Χορήγηση βεβαιώσεων</w:t>
      </w:r>
    </w:p>
    <w:p w:rsidR="00474260" w:rsidRPr="00737692" w:rsidRDefault="00474260" w:rsidP="00C0662A">
      <w:pPr>
        <w:ind w:left="284" w:firstLine="0"/>
        <w:rPr>
          <w:rFonts w:asciiTheme="minorHAnsi" w:hAnsiTheme="minorHAnsi"/>
          <w:b/>
          <w:szCs w:val="24"/>
          <w:lang w:val="el-GR"/>
        </w:rPr>
      </w:pPr>
    </w:p>
    <w:p w:rsidR="00474260" w:rsidRPr="00167846" w:rsidRDefault="00474260" w:rsidP="00167846">
      <w:pPr>
        <w:spacing w:after="0" w:line="360" w:lineRule="auto"/>
        <w:jc w:val="left"/>
        <w:rPr>
          <w:rFonts w:ascii="Calibri" w:hAnsi="Calibri"/>
        </w:rPr>
      </w:pPr>
      <w:r w:rsidRPr="00737692">
        <w:rPr>
          <w:rFonts w:asciiTheme="minorHAnsi" w:hAnsiTheme="minorHAnsi"/>
          <w:szCs w:val="24"/>
          <w:lang w:val="el-GR"/>
        </w:rPr>
        <w:t xml:space="preserve">         Η συνάντηση θα πραγματοποιηθεί στην</w:t>
      </w:r>
      <w:r w:rsidR="008F4EED">
        <w:rPr>
          <w:rFonts w:asciiTheme="minorHAnsi" w:hAnsiTheme="minorHAnsi"/>
          <w:szCs w:val="24"/>
          <w:lang w:val="el-GR"/>
        </w:rPr>
        <w:t xml:space="preserve"> </w:t>
      </w:r>
      <w:r w:rsidRPr="00737692">
        <w:rPr>
          <w:rFonts w:asciiTheme="minorHAnsi" w:hAnsiTheme="minorHAnsi"/>
          <w:b/>
          <w:szCs w:val="24"/>
          <w:u w:val="single"/>
          <w:lang w:val="el-GR"/>
        </w:rPr>
        <w:t xml:space="preserve">αίθουσα </w:t>
      </w:r>
      <w:r w:rsidR="00BD4610" w:rsidRPr="00737692">
        <w:rPr>
          <w:rFonts w:asciiTheme="minorHAnsi" w:hAnsiTheme="minorHAnsi"/>
          <w:b/>
          <w:szCs w:val="24"/>
          <w:u w:val="single"/>
          <w:lang w:val="el-GR"/>
        </w:rPr>
        <w:t>πολλαπλών χρ</w:t>
      </w:r>
      <w:r w:rsidR="00737692" w:rsidRPr="00737692">
        <w:rPr>
          <w:rFonts w:asciiTheme="minorHAnsi" w:hAnsiTheme="minorHAnsi"/>
          <w:b/>
          <w:szCs w:val="24"/>
          <w:u w:val="single"/>
          <w:lang w:val="el-GR"/>
        </w:rPr>
        <w:t>ήσεων του 28</w:t>
      </w:r>
      <w:r w:rsidR="00BD4610" w:rsidRPr="00737692">
        <w:rPr>
          <w:rFonts w:asciiTheme="minorHAnsi" w:hAnsiTheme="minorHAnsi"/>
          <w:b/>
          <w:szCs w:val="24"/>
          <w:u w:val="single"/>
          <w:vertAlign w:val="superscript"/>
          <w:lang w:val="el-GR"/>
        </w:rPr>
        <w:t>ου</w:t>
      </w:r>
      <w:r w:rsidRPr="00737692">
        <w:rPr>
          <w:rFonts w:asciiTheme="minorHAnsi" w:hAnsiTheme="minorHAnsi"/>
          <w:b/>
          <w:szCs w:val="24"/>
          <w:u w:val="single"/>
          <w:lang w:val="el-GR"/>
        </w:rPr>
        <w:t>Δημοτικού Σ</w:t>
      </w:r>
      <w:r w:rsidR="00BD4610" w:rsidRPr="00737692">
        <w:rPr>
          <w:rFonts w:asciiTheme="minorHAnsi" w:hAnsiTheme="minorHAnsi"/>
          <w:b/>
          <w:szCs w:val="24"/>
          <w:u w:val="single"/>
          <w:lang w:val="el-GR"/>
        </w:rPr>
        <w:t>χολείου Θεσσαλονίκης (</w:t>
      </w:r>
      <w:r w:rsidR="00737692" w:rsidRPr="00737692">
        <w:rPr>
          <w:rFonts w:asciiTheme="minorHAnsi" w:hAnsiTheme="minorHAnsi"/>
          <w:b/>
          <w:szCs w:val="24"/>
          <w:u w:val="single"/>
          <w:lang w:val="el-GR"/>
        </w:rPr>
        <w:t>δίπλα στο κτίριο της Διεύθυνσης</w:t>
      </w:r>
      <w:r w:rsidR="00BD4610" w:rsidRPr="00737692">
        <w:rPr>
          <w:rFonts w:asciiTheme="minorHAnsi" w:hAnsiTheme="minorHAnsi"/>
          <w:b/>
          <w:szCs w:val="24"/>
          <w:u w:val="single"/>
          <w:lang w:val="el-GR"/>
        </w:rPr>
        <w:t>) τη</w:t>
      </w:r>
      <w:r w:rsidR="00737692" w:rsidRPr="00737692">
        <w:rPr>
          <w:rFonts w:asciiTheme="minorHAnsi" w:hAnsiTheme="minorHAnsi"/>
          <w:b/>
          <w:szCs w:val="24"/>
          <w:u w:val="single"/>
          <w:lang w:val="el-GR"/>
        </w:rPr>
        <w:t>ν  Τρίτη  27/03/2018</w:t>
      </w:r>
      <w:r w:rsidR="00BD4610" w:rsidRPr="00737692">
        <w:rPr>
          <w:rFonts w:asciiTheme="minorHAnsi" w:hAnsiTheme="minorHAnsi"/>
          <w:b/>
          <w:szCs w:val="24"/>
          <w:u w:val="single"/>
          <w:lang w:val="el-GR"/>
        </w:rPr>
        <w:t xml:space="preserve"> και ώρες 18.00 – 20.0</w:t>
      </w:r>
      <w:r w:rsidRPr="00737692">
        <w:rPr>
          <w:rFonts w:asciiTheme="minorHAnsi" w:hAnsiTheme="minorHAnsi"/>
          <w:b/>
          <w:szCs w:val="24"/>
          <w:u w:val="single"/>
          <w:lang w:val="el-GR"/>
        </w:rPr>
        <w:t>0.</w:t>
      </w:r>
      <w:r w:rsidR="00C0662A">
        <w:rPr>
          <w:rFonts w:asciiTheme="minorHAnsi" w:hAnsiTheme="minorHAnsi"/>
          <w:b/>
          <w:szCs w:val="24"/>
          <w:u w:val="single"/>
          <w:lang w:val="el-GR"/>
        </w:rPr>
        <w:t xml:space="preserve">  Οι ενδιαφερόμενοι εκπαιδευτικοί μπορούν να δηλώνουν συμμετοχή μέχρι την Κυριακή 25/03/2018  στο σύνδεσμο</w:t>
      </w:r>
      <w:r w:rsidR="00167846">
        <w:rPr>
          <w:rFonts w:asciiTheme="minorHAnsi" w:hAnsiTheme="minorHAnsi"/>
          <w:b/>
          <w:szCs w:val="24"/>
          <w:u w:val="single"/>
          <w:lang w:val="el-GR"/>
        </w:rPr>
        <w:t xml:space="preserve"> </w:t>
      </w:r>
      <w:hyperlink r:id="rId10" w:tgtFrame="_blank" w:history="1">
        <w:r w:rsidR="009D3570" w:rsidRPr="00167846">
          <w:rPr>
            <w:rStyle w:val="-"/>
            <w:rFonts w:ascii="Arial" w:hAnsi="Arial" w:cs="Arial"/>
            <w:b/>
            <w:color w:val="1155CC"/>
            <w:szCs w:val="24"/>
            <w:shd w:val="clear" w:color="auto" w:fill="FFFFFF"/>
          </w:rPr>
          <w:t>https</w:t>
        </w:r>
        <w:r w:rsidR="009D3570" w:rsidRPr="00167846">
          <w:rPr>
            <w:rStyle w:val="-"/>
            <w:rFonts w:ascii="Arial" w:hAnsi="Arial" w:cs="Arial"/>
            <w:b/>
            <w:color w:val="1155CC"/>
            <w:szCs w:val="24"/>
            <w:shd w:val="clear" w:color="auto" w:fill="FFFFFF"/>
            <w:lang w:val="el-GR"/>
          </w:rPr>
          <w:t>://</w:t>
        </w:r>
        <w:r w:rsidR="009D3570" w:rsidRPr="00167846">
          <w:rPr>
            <w:rStyle w:val="-"/>
            <w:rFonts w:ascii="Arial" w:hAnsi="Arial" w:cs="Arial"/>
            <w:b/>
            <w:color w:val="1155CC"/>
            <w:szCs w:val="24"/>
            <w:shd w:val="clear" w:color="auto" w:fill="FFFFFF"/>
          </w:rPr>
          <w:t>docs</w:t>
        </w:r>
        <w:r w:rsidR="009D3570" w:rsidRPr="00167846">
          <w:rPr>
            <w:rStyle w:val="-"/>
            <w:rFonts w:ascii="Arial" w:hAnsi="Arial" w:cs="Arial"/>
            <w:b/>
            <w:color w:val="1155CC"/>
            <w:szCs w:val="24"/>
            <w:shd w:val="clear" w:color="auto" w:fill="FFFFFF"/>
            <w:lang w:val="el-GR"/>
          </w:rPr>
          <w:t>.</w:t>
        </w:r>
        <w:r w:rsidR="009D3570" w:rsidRPr="00167846">
          <w:rPr>
            <w:rStyle w:val="-"/>
            <w:rFonts w:ascii="Arial" w:hAnsi="Arial" w:cs="Arial"/>
            <w:b/>
            <w:color w:val="1155CC"/>
            <w:szCs w:val="24"/>
            <w:shd w:val="clear" w:color="auto" w:fill="FFFFFF"/>
          </w:rPr>
          <w:t>google</w:t>
        </w:r>
        <w:r w:rsidR="009D3570" w:rsidRPr="00167846">
          <w:rPr>
            <w:rStyle w:val="-"/>
            <w:rFonts w:ascii="Arial" w:hAnsi="Arial" w:cs="Arial"/>
            <w:b/>
            <w:color w:val="1155CC"/>
            <w:szCs w:val="24"/>
            <w:shd w:val="clear" w:color="auto" w:fill="FFFFFF"/>
            <w:lang w:val="el-GR"/>
          </w:rPr>
          <w:t>.</w:t>
        </w:r>
        <w:r w:rsidR="009D3570" w:rsidRPr="00167846">
          <w:rPr>
            <w:rStyle w:val="-"/>
            <w:rFonts w:ascii="Arial" w:hAnsi="Arial" w:cs="Arial"/>
            <w:b/>
            <w:color w:val="1155CC"/>
            <w:szCs w:val="24"/>
            <w:shd w:val="clear" w:color="auto" w:fill="FFFFFF"/>
          </w:rPr>
          <w:t>com</w:t>
        </w:r>
        <w:r w:rsidR="009D3570" w:rsidRPr="00167846">
          <w:rPr>
            <w:rStyle w:val="-"/>
            <w:rFonts w:ascii="Arial" w:hAnsi="Arial" w:cs="Arial"/>
            <w:b/>
            <w:color w:val="1155CC"/>
            <w:szCs w:val="24"/>
            <w:shd w:val="clear" w:color="auto" w:fill="FFFFFF"/>
            <w:lang w:val="el-GR"/>
          </w:rPr>
          <w:t>/</w:t>
        </w:r>
        <w:r w:rsidR="009D3570" w:rsidRPr="00167846">
          <w:rPr>
            <w:rStyle w:val="-"/>
            <w:rFonts w:ascii="Arial" w:hAnsi="Arial" w:cs="Arial"/>
            <w:b/>
            <w:color w:val="1155CC"/>
            <w:szCs w:val="24"/>
            <w:shd w:val="clear" w:color="auto" w:fill="FFFFFF"/>
          </w:rPr>
          <w:t>forms</w:t>
        </w:r>
        <w:r w:rsidR="009D3570" w:rsidRPr="00167846">
          <w:rPr>
            <w:rStyle w:val="-"/>
            <w:rFonts w:ascii="Arial" w:hAnsi="Arial" w:cs="Arial"/>
            <w:b/>
            <w:color w:val="1155CC"/>
            <w:szCs w:val="24"/>
            <w:shd w:val="clear" w:color="auto" w:fill="FFFFFF"/>
            <w:lang w:val="el-GR"/>
          </w:rPr>
          <w:t>/</w:t>
        </w:r>
        <w:r w:rsidR="009D3570" w:rsidRPr="00167846">
          <w:rPr>
            <w:rStyle w:val="-"/>
            <w:rFonts w:ascii="Arial" w:hAnsi="Arial" w:cs="Arial"/>
            <w:b/>
            <w:color w:val="1155CC"/>
            <w:szCs w:val="24"/>
            <w:shd w:val="clear" w:color="auto" w:fill="FFFFFF"/>
          </w:rPr>
          <w:t>d</w:t>
        </w:r>
        <w:r w:rsidR="009D3570" w:rsidRPr="00167846">
          <w:rPr>
            <w:rStyle w:val="-"/>
            <w:rFonts w:ascii="Arial" w:hAnsi="Arial" w:cs="Arial"/>
            <w:b/>
            <w:color w:val="1155CC"/>
            <w:szCs w:val="24"/>
            <w:shd w:val="clear" w:color="auto" w:fill="FFFFFF"/>
            <w:lang w:val="el-GR"/>
          </w:rPr>
          <w:t>/1</w:t>
        </w:r>
        <w:r w:rsidR="009D3570" w:rsidRPr="00167846">
          <w:rPr>
            <w:rStyle w:val="-"/>
            <w:rFonts w:ascii="Arial" w:hAnsi="Arial" w:cs="Arial"/>
            <w:b/>
            <w:color w:val="1155CC"/>
            <w:szCs w:val="24"/>
            <w:shd w:val="clear" w:color="auto" w:fill="FFFFFF"/>
          </w:rPr>
          <w:t>wjYgj</w:t>
        </w:r>
        <w:r w:rsidR="009D3570" w:rsidRPr="00167846">
          <w:rPr>
            <w:rStyle w:val="-"/>
            <w:rFonts w:ascii="Arial" w:hAnsi="Arial" w:cs="Arial"/>
            <w:b/>
            <w:color w:val="1155CC"/>
            <w:szCs w:val="24"/>
            <w:shd w:val="clear" w:color="auto" w:fill="FFFFFF"/>
            <w:lang w:val="el-GR"/>
          </w:rPr>
          <w:t>0</w:t>
        </w:r>
        <w:r w:rsidR="009D3570" w:rsidRPr="00167846">
          <w:rPr>
            <w:rStyle w:val="-"/>
            <w:rFonts w:ascii="Arial" w:hAnsi="Arial" w:cs="Arial"/>
            <w:b/>
            <w:color w:val="1155CC"/>
            <w:szCs w:val="24"/>
            <w:shd w:val="clear" w:color="auto" w:fill="FFFFFF"/>
          </w:rPr>
          <w:t>mB</w:t>
        </w:r>
        <w:r w:rsidR="009D3570" w:rsidRPr="00167846">
          <w:rPr>
            <w:rStyle w:val="-"/>
            <w:rFonts w:ascii="Arial" w:hAnsi="Arial" w:cs="Arial"/>
            <w:b/>
            <w:color w:val="1155CC"/>
            <w:szCs w:val="24"/>
            <w:shd w:val="clear" w:color="auto" w:fill="FFFFFF"/>
            <w:lang w:val="el-GR"/>
          </w:rPr>
          <w:t>87</w:t>
        </w:r>
        <w:r w:rsidR="009D3570" w:rsidRPr="00167846">
          <w:rPr>
            <w:rStyle w:val="-"/>
            <w:rFonts w:ascii="Arial" w:hAnsi="Arial" w:cs="Arial"/>
            <w:b/>
            <w:color w:val="1155CC"/>
            <w:szCs w:val="24"/>
            <w:shd w:val="clear" w:color="auto" w:fill="FFFFFF"/>
          </w:rPr>
          <w:t>MWjYP</w:t>
        </w:r>
        <w:r w:rsidR="009D3570" w:rsidRPr="00167846">
          <w:rPr>
            <w:rStyle w:val="-"/>
            <w:rFonts w:ascii="Arial" w:hAnsi="Arial" w:cs="Arial"/>
            <w:b/>
            <w:color w:val="1155CC"/>
            <w:szCs w:val="24"/>
            <w:shd w:val="clear" w:color="auto" w:fill="FFFFFF"/>
            <w:lang w:val="el-GR"/>
          </w:rPr>
          <w:t>0</w:t>
        </w:r>
        <w:r w:rsidR="009D3570" w:rsidRPr="00167846">
          <w:rPr>
            <w:rStyle w:val="-"/>
            <w:rFonts w:ascii="Arial" w:hAnsi="Arial" w:cs="Arial"/>
            <w:b/>
            <w:color w:val="1155CC"/>
            <w:szCs w:val="24"/>
            <w:shd w:val="clear" w:color="auto" w:fill="FFFFFF"/>
          </w:rPr>
          <w:t>RURPnox</w:t>
        </w:r>
        <w:r w:rsidR="009D3570" w:rsidRPr="00167846">
          <w:rPr>
            <w:rStyle w:val="-"/>
            <w:rFonts w:ascii="Arial" w:hAnsi="Arial" w:cs="Arial"/>
            <w:b/>
            <w:color w:val="1155CC"/>
            <w:szCs w:val="24"/>
            <w:shd w:val="clear" w:color="auto" w:fill="FFFFFF"/>
            <w:lang w:val="el-GR"/>
          </w:rPr>
          <w:t>8</w:t>
        </w:r>
        <w:r w:rsidR="009D3570" w:rsidRPr="00167846">
          <w:rPr>
            <w:rStyle w:val="-"/>
            <w:rFonts w:ascii="Arial" w:hAnsi="Arial" w:cs="Arial"/>
            <w:b/>
            <w:color w:val="1155CC"/>
            <w:szCs w:val="24"/>
            <w:shd w:val="clear" w:color="auto" w:fill="FFFFFF"/>
          </w:rPr>
          <w:t>DHppDq</w:t>
        </w:r>
        <w:r w:rsidR="009D3570" w:rsidRPr="00167846">
          <w:rPr>
            <w:rStyle w:val="-"/>
            <w:rFonts w:ascii="Arial" w:hAnsi="Arial" w:cs="Arial"/>
            <w:b/>
            <w:color w:val="1155CC"/>
            <w:szCs w:val="24"/>
            <w:shd w:val="clear" w:color="auto" w:fill="FFFFFF"/>
            <w:lang w:val="el-GR"/>
          </w:rPr>
          <w:t>0</w:t>
        </w:r>
        <w:r w:rsidR="009D3570" w:rsidRPr="00167846">
          <w:rPr>
            <w:rStyle w:val="-"/>
            <w:rFonts w:ascii="Arial" w:hAnsi="Arial" w:cs="Arial"/>
            <w:b/>
            <w:color w:val="1155CC"/>
            <w:szCs w:val="24"/>
            <w:shd w:val="clear" w:color="auto" w:fill="FFFFFF"/>
          </w:rPr>
          <w:t>sNQbI</w:t>
        </w:r>
        <w:r w:rsidR="009D3570" w:rsidRPr="00167846">
          <w:rPr>
            <w:rStyle w:val="-"/>
            <w:rFonts w:ascii="Arial" w:hAnsi="Arial" w:cs="Arial"/>
            <w:b/>
            <w:color w:val="1155CC"/>
            <w:szCs w:val="24"/>
            <w:shd w:val="clear" w:color="auto" w:fill="FFFFFF"/>
            <w:lang w:val="el-GR"/>
          </w:rPr>
          <w:t>1</w:t>
        </w:r>
        <w:r w:rsidR="009D3570" w:rsidRPr="00167846">
          <w:rPr>
            <w:rStyle w:val="-"/>
            <w:rFonts w:ascii="Arial" w:hAnsi="Arial" w:cs="Arial"/>
            <w:b/>
            <w:color w:val="1155CC"/>
            <w:szCs w:val="24"/>
            <w:shd w:val="clear" w:color="auto" w:fill="FFFFFF"/>
          </w:rPr>
          <w:t>izQqJo</w:t>
        </w:r>
        <w:r w:rsidR="009D3570" w:rsidRPr="00167846">
          <w:rPr>
            <w:rStyle w:val="-"/>
            <w:rFonts w:ascii="Arial" w:hAnsi="Arial" w:cs="Arial"/>
            <w:b/>
            <w:color w:val="1155CC"/>
            <w:szCs w:val="24"/>
            <w:shd w:val="clear" w:color="auto" w:fill="FFFFFF"/>
            <w:lang w:val="el-GR"/>
          </w:rPr>
          <w:t>/</w:t>
        </w:r>
        <w:r w:rsidR="009D3570" w:rsidRPr="00167846">
          <w:rPr>
            <w:rStyle w:val="-"/>
            <w:rFonts w:ascii="Arial" w:hAnsi="Arial" w:cs="Arial"/>
            <w:b/>
            <w:color w:val="1155CC"/>
            <w:szCs w:val="24"/>
            <w:shd w:val="clear" w:color="auto" w:fill="FFFFFF"/>
          </w:rPr>
          <w:t>edit</w:t>
        </w:r>
        <w:r w:rsidR="009D3570" w:rsidRPr="00167846">
          <w:rPr>
            <w:rStyle w:val="-"/>
            <w:rFonts w:ascii="Arial" w:hAnsi="Arial" w:cs="Arial"/>
            <w:b/>
            <w:color w:val="1155CC"/>
            <w:szCs w:val="24"/>
            <w:shd w:val="clear" w:color="auto" w:fill="FFFFFF"/>
            <w:lang w:val="el-GR"/>
          </w:rPr>
          <w:t>?</w:t>
        </w:r>
        <w:r w:rsidR="009D3570" w:rsidRPr="00167846">
          <w:rPr>
            <w:rStyle w:val="-"/>
            <w:rFonts w:ascii="Arial" w:hAnsi="Arial" w:cs="Arial"/>
            <w:b/>
            <w:color w:val="1155CC"/>
            <w:szCs w:val="24"/>
            <w:shd w:val="clear" w:color="auto" w:fill="FFFFFF"/>
          </w:rPr>
          <w:t>usp</w:t>
        </w:r>
        <w:r w:rsidR="009D3570" w:rsidRPr="00167846">
          <w:rPr>
            <w:rStyle w:val="-"/>
            <w:rFonts w:ascii="Arial" w:hAnsi="Arial" w:cs="Arial"/>
            <w:b/>
            <w:color w:val="1155CC"/>
            <w:szCs w:val="24"/>
            <w:shd w:val="clear" w:color="auto" w:fill="FFFFFF"/>
            <w:lang w:val="el-GR"/>
          </w:rPr>
          <w:t>=</w:t>
        </w:r>
        <w:r w:rsidR="009D3570" w:rsidRPr="00167846">
          <w:rPr>
            <w:rStyle w:val="-"/>
            <w:rFonts w:ascii="Arial" w:hAnsi="Arial" w:cs="Arial"/>
            <w:b/>
            <w:color w:val="1155CC"/>
            <w:szCs w:val="24"/>
            <w:shd w:val="clear" w:color="auto" w:fill="FFFFFF"/>
          </w:rPr>
          <w:t>sharing</w:t>
        </w:r>
      </w:hyperlink>
    </w:p>
    <w:p w:rsidR="00474260" w:rsidRPr="00737692" w:rsidRDefault="00167846" w:rsidP="00C0662A">
      <w:pPr>
        <w:ind w:left="284" w:firstLine="0"/>
        <w:rPr>
          <w:rFonts w:asciiTheme="minorHAnsi" w:hAnsiTheme="minorHAnsi"/>
          <w:b/>
          <w:i/>
          <w:szCs w:val="24"/>
          <w:lang w:val="el-GR"/>
        </w:rPr>
      </w:pPr>
      <w:r>
        <w:rPr>
          <w:rFonts w:asciiTheme="minorHAnsi" w:hAnsiTheme="minorHAnsi"/>
          <w:b/>
          <w:i/>
          <w:szCs w:val="24"/>
          <w:lang w:val="el-GR"/>
        </w:rPr>
        <w:t xml:space="preserve">        </w:t>
      </w:r>
      <w:r w:rsidR="00B805DE" w:rsidRPr="00737692">
        <w:rPr>
          <w:rFonts w:asciiTheme="minorHAnsi" w:hAnsiTheme="minorHAnsi"/>
          <w:b/>
          <w:i/>
          <w:szCs w:val="24"/>
          <w:lang w:val="el-GR"/>
        </w:rPr>
        <w:t xml:space="preserve">Παρακαλούνται </w:t>
      </w:r>
      <w:r w:rsidR="00474260" w:rsidRPr="00737692">
        <w:rPr>
          <w:rFonts w:asciiTheme="minorHAnsi" w:hAnsiTheme="minorHAnsi"/>
          <w:b/>
          <w:i/>
          <w:szCs w:val="24"/>
          <w:lang w:val="el-GR"/>
        </w:rPr>
        <w:t>οι Διευθυντές/τριες των Σχολικών μονάδων</w:t>
      </w:r>
      <w:r w:rsidR="007B75E5" w:rsidRPr="00737692">
        <w:rPr>
          <w:rFonts w:asciiTheme="minorHAnsi" w:hAnsiTheme="minorHAnsi"/>
          <w:b/>
          <w:i/>
          <w:szCs w:val="24"/>
          <w:lang w:val="el-GR"/>
        </w:rPr>
        <w:t xml:space="preserve"> και οι Προϊσταμένοι/ες των Νηπιαγωγείων του συνημμένου πίνακα να ενημερώσουν τα μέλη ΟΔΠ του Σχολείου τους.</w:t>
      </w:r>
    </w:p>
    <w:p w:rsidR="006111B5" w:rsidRDefault="006111B5" w:rsidP="005335B9">
      <w:pPr>
        <w:spacing w:after="0" w:line="240" w:lineRule="exact"/>
        <w:ind w:left="284" w:firstLine="0"/>
        <w:rPr>
          <w:rFonts w:ascii="Times New Roman" w:hAnsi="Times New Roman"/>
          <w:szCs w:val="24"/>
          <w:lang w:val="el-GR"/>
        </w:rPr>
      </w:pPr>
    </w:p>
    <w:p w:rsidR="00BC66BD" w:rsidRDefault="00BC66BD" w:rsidP="00F208AD">
      <w:pPr>
        <w:spacing w:after="0"/>
        <w:ind w:firstLine="0"/>
        <w:rPr>
          <w:rFonts w:ascii="Calibri" w:hAnsi="Calibri"/>
          <w:b/>
          <w:szCs w:val="24"/>
          <w:lang w:val="el-GR"/>
        </w:rPr>
      </w:pPr>
    </w:p>
    <w:p w:rsidR="0045409D" w:rsidRPr="005335B9" w:rsidRDefault="0045409D" w:rsidP="00F208AD">
      <w:pPr>
        <w:spacing w:after="0"/>
        <w:ind w:firstLine="0"/>
        <w:rPr>
          <w:rFonts w:ascii="Calibri" w:hAnsi="Calibri"/>
          <w:b/>
          <w:szCs w:val="24"/>
          <w:lang w:val="el-GR"/>
        </w:rPr>
      </w:pPr>
    </w:p>
    <w:p w:rsidR="005E65AD" w:rsidRPr="005335B9" w:rsidRDefault="00FC3AC1" w:rsidP="00F208AD">
      <w:pPr>
        <w:spacing w:after="0"/>
        <w:ind w:firstLine="0"/>
        <w:rPr>
          <w:rFonts w:ascii="Calibri" w:hAnsi="Calibri"/>
          <w:b/>
          <w:szCs w:val="24"/>
          <w:lang w:val="el-GR"/>
        </w:rPr>
      </w:pPr>
      <w:r w:rsidRPr="00FC3AC1">
        <w:rPr>
          <w:rFonts w:ascii="Times New Roman" w:hAnsi="Times New Roman"/>
          <w:noProof/>
          <w:szCs w:val="24"/>
          <w:lang w:val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19.55pt;margin-top:2.75pt;width:306pt;height:177.7pt;z-index:251661312" filled="f" stroked="f">
            <v:textbox style="mso-next-textbox:#_x0000_s1034">
              <w:txbxContent>
                <w:p w:rsidR="006019B2" w:rsidRPr="00D733D2" w:rsidRDefault="006019B2" w:rsidP="006019B2">
                  <w:pPr>
                    <w:spacing w:line="240" w:lineRule="exact"/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  <w:r w:rsidRPr="00D733D2"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  <w:t>Η Διευθύντρια Π. Ε.</w:t>
                  </w:r>
                </w:p>
                <w:p w:rsidR="006019B2" w:rsidRPr="00D733D2" w:rsidRDefault="006019B2" w:rsidP="006019B2">
                  <w:pPr>
                    <w:spacing w:line="240" w:lineRule="exact"/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  <w:r w:rsidRPr="00D733D2"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  <w:t>Ανατολικής Θεσσαλονίκης</w:t>
                  </w:r>
                </w:p>
                <w:p w:rsidR="006019B2" w:rsidRDefault="006019B2" w:rsidP="00D733D2">
                  <w:pPr>
                    <w:spacing w:line="240" w:lineRule="exact"/>
                    <w:ind w:firstLine="0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  <w:p w:rsidR="0045409D" w:rsidRPr="00D733D2" w:rsidRDefault="0045409D" w:rsidP="00D733D2">
                  <w:pPr>
                    <w:spacing w:line="240" w:lineRule="exact"/>
                    <w:ind w:firstLine="0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  <w:p w:rsidR="006019B2" w:rsidRPr="00D733D2" w:rsidRDefault="006019B2" w:rsidP="006019B2">
                  <w:pPr>
                    <w:spacing w:line="240" w:lineRule="exact"/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  <w:p w:rsidR="006019B2" w:rsidRPr="00D733D2" w:rsidRDefault="006019B2" w:rsidP="006019B2">
                  <w:pPr>
                    <w:spacing w:line="240" w:lineRule="exact"/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  <w:r w:rsidRPr="00D733D2">
                    <w:rPr>
                      <w:rFonts w:asciiTheme="minorHAnsi" w:hAnsiTheme="minorHAnsi"/>
                      <w:bCs/>
                      <w:szCs w:val="24"/>
                      <w:lang w:val="en-US"/>
                    </w:rPr>
                    <w:t>Z</w:t>
                  </w:r>
                  <w:r w:rsidRPr="00D733D2"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  <w:t xml:space="preserve">αχαρούλα </w:t>
                  </w:r>
                  <w:r w:rsidR="00E019FA">
                    <w:rPr>
                      <w:rFonts w:asciiTheme="minorHAnsi" w:hAnsiTheme="minorHAnsi"/>
                      <w:bCs/>
                      <w:szCs w:val="24"/>
                      <w:lang w:val="en-US"/>
                    </w:rPr>
                    <w:t xml:space="preserve"> </w:t>
                  </w:r>
                  <w:r w:rsidRPr="00D733D2"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  <w:t>Ασημακοπούλου</w:t>
                  </w:r>
                </w:p>
                <w:p w:rsidR="006019B2" w:rsidRPr="00323058" w:rsidRDefault="006019B2" w:rsidP="006019B2">
                  <w:pPr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</w:txbxContent>
            </v:textbox>
            <w10:wrap type="square"/>
          </v:shape>
        </w:pict>
      </w:r>
    </w:p>
    <w:p w:rsidR="005E65AD" w:rsidRPr="005335B9" w:rsidRDefault="005E65AD" w:rsidP="00F208AD">
      <w:pPr>
        <w:spacing w:after="0"/>
        <w:ind w:firstLine="0"/>
        <w:rPr>
          <w:rFonts w:ascii="Calibri" w:hAnsi="Calibri"/>
          <w:b/>
          <w:szCs w:val="24"/>
          <w:lang w:val="el-GR"/>
        </w:rPr>
      </w:pPr>
    </w:p>
    <w:p w:rsidR="005E65AD" w:rsidRPr="005335B9" w:rsidRDefault="005E65AD" w:rsidP="00F208AD">
      <w:pPr>
        <w:spacing w:after="0"/>
        <w:ind w:firstLine="0"/>
        <w:rPr>
          <w:rFonts w:ascii="Calibri" w:hAnsi="Calibri"/>
          <w:b/>
          <w:szCs w:val="24"/>
          <w:lang w:val="el-GR"/>
        </w:rPr>
      </w:pPr>
    </w:p>
    <w:p w:rsidR="005E65AD" w:rsidRPr="005335B9" w:rsidRDefault="005E65AD" w:rsidP="00F208AD">
      <w:pPr>
        <w:spacing w:after="0"/>
        <w:ind w:firstLine="0"/>
        <w:rPr>
          <w:rFonts w:ascii="Calibri" w:hAnsi="Calibri"/>
          <w:b/>
          <w:szCs w:val="24"/>
          <w:lang w:val="el-GR"/>
        </w:rPr>
      </w:pPr>
    </w:p>
    <w:p w:rsidR="005E65AD" w:rsidRPr="005335B9" w:rsidRDefault="005E65AD" w:rsidP="00F208AD">
      <w:pPr>
        <w:spacing w:after="0"/>
        <w:ind w:firstLine="0"/>
        <w:rPr>
          <w:rFonts w:ascii="Calibri" w:hAnsi="Calibri"/>
          <w:b/>
          <w:szCs w:val="24"/>
          <w:lang w:val="el-GR"/>
        </w:rPr>
      </w:pPr>
    </w:p>
    <w:p w:rsidR="005E65AD" w:rsidRPr="005335B9" w:rsidRDefault="005E65AD" w:rsidP="00F208AD">
      <w:pPr>
        <w:spacing w:after="0"/>
        <w:ind w:firstLine="0"/>
        <w:rPr>
          <w:rFonts w:ascii="Calibri" w:hAnsi="Calibri"/>
          <w:szCs w:val="24"/>
          <w:lang w:val="el-GR"/>
        </w:rPr>
      </w:pPr>
    </w:p>
    <w:p w:rsidR="00F208AD" w:rsidRPr="005335B9" w:rsidRDefault="00F208AD" w:rsidP="00F208AD">
      <w:pPr>
        <w:spacing w:after="0"/>
        <w:ind w:firstLine="0"/>
        <w:rPr>
          <w:rFonts w:asciiTheme="minorHAnsi" w:hAnsiTheme="minorHAnsi"/>
          <w:color w:val="000000"/>
          <w:szCs w:val="24"/>
          <w:lang w:val="el-GR"/>
        </w:rPr>
      </w:pPr>
    </w:p>
    <w:p w:rsidR="009A6388" w:rsidRPr="005335B9" w:rsidRDefault="009A6388" w:rsidP="00947BF8">
      <w:pPr>
        <w:spacing w:line="276" w:lineRule="auto"/>
        <w:ind w:right="-23" w:firstLine="0"/>
        <w:rPr>
          <w:rFonts w:ascii="Calibri" w:hAnsi="Calibri"/>
          <w:lang w:val="el-GR"/>
        </w:rPr>
      </w:pPr>
    </w:p>
    <w:p w:rsidR="00B4798D" w:rsidRPr="005335B9" w:rsidRDefault="00B4798D" w:rsidP="00947BF8">
      <w:pPr>
        <w:spacing w:line="276" w:lineRule="auto"/>
        <w:ind w:right="-23" w:firstLine="0"/>
        <w:rPr>
          <w:rFonts w:ascii="Calibri" w:hAnsi="Calibri"/>
          <w:lang w:val="el-GR"/>
        </w:rPr>
      </w:pPr>
    </w:p>
    <w:sectPr w:rsidR="00B4798D" w:rsidRPr="005335B9" w:rsidSect="007C067D">
      <w:headerReference w:type="default" r:id="rId11"/>
      <w:pgSz w:w="11907" w:h="16840" w:code="9"/>
      <w:pgMar w:top="851" w:right="992" w:bottom="992" w:left="680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A00" w:rsidRDefault="00590A00">
      <w:pPr>
        <w:spacing w:after="0"/>
      </w:pPr>
      <w:r>
        <w:separator/>
      </w:r>
    </w:p>
  </w:endnote>
  <w:endnote w:type="continuationSeparator" w:id="1">
    <w:p w:rsidR="00590A00" w:rsidRDefault="00590A0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Hellas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A00" w:rsidRDefault="00590A00">
      <w:pPr>
        <w:spacing w:after="0"/>
      </w:pPr>
      <w:r>
        <w:separator/>
      </w:r>
    </w:p>
  </w:footnote>
  <w:footnote w:type="continuationSeparator" w:id="1">
    <w:p w:rsidR="00590A00" w:rsidRDefault="00590A0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B33" w:rsidRDefault="00752B33">
    <w:pPr>
      <w:pStyle w:val="a4"/>
      <w:jc w:val="center"/>
      <w:rPr>
        <w:rFonts w:ascii="Times New Roman" w:hAnsi="Times New Roman"/>
        <w:lang w:val="el-G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7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BC1712D"/>
    <w:multiLevelType w:val="hybridMultilevel"/>
    <w:tmpl w:val="4AA03A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B31827"/>
    <w:multiLevelType w:val="hybridMultilevel"/>
    <w:tmpl w:val="52EA4D1E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4D94126"/>
    <w:multiLevelType w:val="hybridMultilevel"/>
    <w:tmpl w:val="36444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1C44A0"/>
    <w:multiLevelType w:val="hybridMultilevel"/>
    <w:tmpl w:val="D1646F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AD6B67"/>
    <w:multiLevelType w:val="hybridMultilevel"/>
    <w:tmpl w:val="5BD67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E12347"/>
    <w:multiLevelType w:val="hybridMultilevel"/>
    <w:tmpl w:val="15C21F60"/>
    <w:lvl w:ilvl="0" w:tplc="0408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intFractionalCharacterWidth/>
  <w:hideGrammaticalErrors/>
  <w:activeWritingStyle w:appName="MSWord" w:lang="en-GB" w:vendorID="8" w:dllVersion="513" w:checkStyle="1"/>
  <w:activeWritingStyle w:appName="MSWord" w:lang="en-US" w:vendorID="8" w:dllVersion="513" w:checkStyle="1"/>
  <w:activeWritingStyle w:appName="MSWord" w:lang="de-DE" w:vendorID="9" w:dllVersion="512" w:checkStyle="1"/>
  <w:attachedTemplate r:id="rId1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74EB"/>
    <w:rsid w:val="00003A7D"/>
    <w:rsid w:val="00003D7E"/>
    <w:rsid w:val="0000503F"/>
    <w:rsid w:val="00015865"/>
    <w:rsid w:val="000164FA"/>
    <w:rsid w:val="00016C01"/>
    <w:rsid w:val="0002159A"/>
    <w:rsid w:val="000263A6"/>
    <w:rsid w:val="00036622"/>
    <w:rsid w:val="00042FB7"/>
    <w:rsid w:val="00052DE1"/>
    <w:rsid w:val="00053194"/>
    <w:rsid w:val="000570E0"/>
    <w:rsid w:val="000576D6"/>
    <w:rsid w:val="00057D41"/>
    <w:rsid w:val="00060656"/>
    <w:rsid w:val="00064A50"/>
    <w:rsid w:val="000667E3"/>
    <w:rsid w:val="00066B8A"/>
    <w:rsid w:val="00070B29"/>
    <w:rsid w:val="00071B29"/>
    <w:rsid w:val="0008184A"/>
    <w:rsid w:val="00082914"/>
    <w:rsid w:val="00082FE1"/>
    <w:rsid w:val="000A11AD"/>
    <w:rsid w:val="000A5D65"/>
    <w:rsid w:val="000B2B21"/>
    <w:rsid w:val="000B4DBF"/>
    <w:rsid w:val="000B71A7"/>
    <w:rsid w:val="000C3F2A"/>
    <w:rsid w:val="000C54AD"/>
    <w:rsid w:val="000C78E3"/>
    <w:rsid w:val="000D6321"/>
    <w:rsid w:val="000E46DF"/>
    <w:rsid w:val="000E62CC"/>
    <w:rsid w:val="000E676E"/>
    <w:rsid w:val="000F1ADC"/>
    <w:rsid w:val="000F20DB"/>
    <w:rsid w:val="000F3961"/>
    <w:rsid w:val="000F4514"/>
    <w:rsid w:val="00101D30"/>
    <w:rsid w:val="00106B39"/>
    <w:rsid w:val="00110223"/>
    <w:rsid w:val="00112089"/>
    <w:rsid w:val="00113BC7"/>
    <w:rsid w:val="001147DE"/>
    <w:rsid w:val="0011767F"/>
    <w:rsid w:val="0012244F"/>
    <w:rsid w:val="00123599"/>
    <w:rsid w:val="00126665"/>
    <w:rsid w:val="001268F5"/>
    <w:rsid w:val="00145119"/>
    <w:rsid w:val="00146FAE"/>
    <w:rsid w:val="00150C40"/>
    <w:rsid w:val="00151FB5"/>
    <w:rsid w:val="00152C49"/>
    <w:rsid w:val="00167846"/>
    <w:rsid w:val="00175770"/>
    <w:rsid w:val="00176789"/>
    <w:rsid w:val="00181201"/>
    <w:rsid w:val="001936A8"/>
    <w:rsid w:val="0019766D"/>
    <w:rsid w:val="001A5B56"/>
    <w:rsid w:val="001B3122"/>
    <w:rsid w:val="001B444E"/>
    <w:rsid w:val="001B4C47"/>
    <w:rsid w:val="001C0169"/>
    <w:rsid w:val="001C64C3"/>
    <w:rsid w:val="001C78F5"/>
    <w:rsid w:val="001D00CB"/>
    <w:rsid w:val="001D4C17"/>
    <w:rsid w:val="001E0341"/>
    <w:rsid w:val="001F1A9A"/>
    <w:rsid w:val="00201AD4"/>
    <w:rsid w:val="002133F3"/>
    <w:rsid w:val="002172AF"/>
    <w:rsid w:val="00217C7C"/>
    <w:rsid w:val="00220B1F"/>
    <w:rsid w:val="00227C62"/>
    <w:rsid w:val="00230DB6"/>
    <w:rsid w:val="00234777"/>
    <w:rsid w:val="00236F01"/>
    <w:rsid w:val="002374B2"/>
    <w:rsid w:val="002534FB"/>
    <w:rsid w:val="00256927"/>
    <w:rsid w:val="00257975"/>
    <w:rsid w:val="002672A9"/>
    <w:rsid w:val="00283A5E"/>
    <w:rsid w:val="00291FDA"/>
    <w:rsid w:val="00293BD7"/>
    <w:rsid w:val="002A1295"/>
    <w:rsid w:val="002A1F21"/>
    <w:rsid w:val="002A3FEC"/>
    <w:rsid w:val="002A4672"/>
    <w:rsid w:val="002A7401"/>
    <w:rsid w:val="002B69B3"/>
    <w:rsid w:val="002B79B6"/>
    <w:rsid w:val="002C54FF"/>
    <w:rsid w:val="002C7EE6"/>
    <w:rsid w:val="002E1F73"/>
    <w:rsid w:val="002E5764"/>
    <w:rsid w:val="002E6AC7"/>
    <w:rsid w:val="002F76CE"/>
    <w:rsid w:val="003009A9"/>
    <w:rsid w:val="003018AB"/>
    <w:rsid w:val="00304F8B"/>
    <w:rsid w:val="003063E6"/>
    <w:rsid w:val="003117A0"/>
    <w:rsid w:val="003131C9"/>
    <w:rsid w:val="003154CB"/>
    <w:rsid w:val="0031756C"/>
    <w:rsid w:val="003201C0"/>
    <w:rsid w:val="00323058"/>
    <w:rsid w:val="00327818"/>
    <w:rsid w:val="00330C19"/>
    <w:rsid w:val="00330FCC"/>
    <w:rsid w:val="00335489"/>
    <w:rsid w:val="003454CE"/>
    <w:rsid w:val="003573C7"/>
    <w:rsid w:val="0035765C"/>
    <w:rsid w:val="00357D40"/>
    <w:rsid w:val="00360F4C"/>
    <w:rsid w:val="00361EC8"/>
    <w:rsid w:val="003636BB"/>
    <w:rsid w:val="00371936"/>
    <w:rsid w:val="003768F3"/>
    <w:rsid w:val="00382660"/>
    <w:rsid w:val="00382804"/>
    <w:rsid w:val="00391C8C"/>
    <w:rsid w:val="00395F16"/>
    <w:rsid w:val="00397CAB"/>
    <w:rsid w:val="003A052F"/>
    <w:rsid w:val="003A3066"/>
    <w:rsid w:val="003A3FAB"/>
    <w:rsid w:val="003A770F"/>
    <w:rsid w:val="003B50A7"/>
    <w:rsid w:val="003B5F63"/>
    <w:rsid w:val="003C656F"/>
    <w:rsid w:val="003D01B7"/>
    <w:rsid w:val="003D27CA"/>
    <w:rsid w:val="003D2F8B"/>
    <w:rsid w:val="003E0AC2"/>
    <w:rsid w:val="003E20CC"/>
    <w:rsid w:val="003F0E51"/>
    <w:rsid w:val="0040080E"/>
    <w:rsid w:val="00406503"/>
    <w:rsid w:val="00407041"/>
    <w:rsid w:val="00421171"/>
    <w:rsid w:val="00421857"/>
    <w:rsid w:val="00422FCA"/>
    <w:rsid w:val="00427967"/>
    <w:rsid w:val="004339C4"/>
    <w:rsid w:val="004471FF"/>
    <w:rsid w:val="0045409D"/>
    <w:rsid w:val="00456FDB"/>
    <w:rsid w:val="00457419"/>
    <w:rsid w:val="00463333"/>
    <w:rsid w:val="004642C2"/>
    <w:rsid w:val="004646D7"/>
    <w:rsid w:val="004678FE"/>
    <w:rsid w:val="00467D4A"/>
    <w:rsid w:val="004707F1"/>
    <w:rsid w:val="0047177E"/>
    <w:rsid w:val="004721A3"/>
    <w:rsid w:val="00473393"/>
    <w:rsid w:val="00474260"/>
    <w:rsid w:val="004749D9"/>
    <w:rsid w:val="00480C8B"/>
    <w:rsid w:val="00481164"/>
    <w:rsid w:val="004837BA"/>
    <w:rsid w:val="004903D7"/>
    <w:rsid w:val="00490E54"/>
    <w:rsid w:val="00491A28"/>
    <w:rsid w:val="00495713"/>
    <w:rsid w:val="004972B4"/>
    <w:rsid w:val="004A0E1A"/>
    <w:rsid w:val="004A41ED"/>
    <w:rsid w:val="004A7550"/>
    <w:rsid w:val="004A77FA"/>
    <w:rsid w:val="004B67FF"/>
    <w:rsid w:val="004B6ED6"/>
    <w:rsid w:val="004C0EEB"/>
    <w:rsid w:val="004C490B"/>
    <w:rsid w:val="004D0287"/>
    <w:rsid w:val="004D0770"/>
    <w:rsid w:val="004D3DA9"/>
    <w:rsid w:val="004D3EE4"/>
    <w:rsid w:val="004E72B6"/>
    <w:rsid w:val="004E75DB"/>
    <w:rsid w:val="004E7F40"/>
    <w:rsid w:val="004F105C"/>
    <w:rsid w:val="004F4AF7"/>
    <w:rsid w:val="004F51E3"/>
    <w:rsid w:val="004F6356"/>
    <w:rsid w:val="004F7E76"/>
    <w:rsid w:val="0050172C"/>
    <w:rsid w:val="00503BFA"/>
    <w:rsid w:val="0050626D"/>
    <w:rsid w:val="005126FE"/>
    <w:rsid w:val="00515D69"/>
    <w:rsid w:val="00516239"/>
    <w:rsid w:val="00517E81"/>
    <w:rsid w:val="00520AF3"/>
    <w:rsid w:val="005232EE"/>
    <w:rsid w:val="0053010B"/>
    <w:rsid w:val="005327AB"/>
    <w:rsid w:val="005335B9"/>
    <w:rsid w:val="00537419"/>
    <w:rsid w:val="00537685"/>
    <w:rsid w:val="0054083C"/>
    <w:rsid w:val="00547454"/>
    <w:rsid w:val="00552B7F"/>
    <w:rsid w:val="00555AFC"/>
    <w:rsid w:val="00560DB3"/>
    <w:rsid w:val="00566C9D"/>
    <w:rsid w:val="00576537"/>
    <w:rsid w:val="005816BC"/>
    <w:rsid w:val="00584738"/>
    <w:rsid w:val="00590A00"/>
    <w:rsid w:val="00595391"/>
    <w:rsid w:val="005B07CE"/>
    <w:rsid w:val="005B1A03"/>
    <w:rsid w:val="005B1F3B"/>
    <w:rsid w:val="005C078E"/>
    <w:rsid w:val="005C5FDA"/>
    <w:rsid w:val="005C65C8"/>
    <w:rsid w:val="005E0997"/>
    <w:rsid w:val="005E2E36"/>
    <w:rsid w:val="005E4196"/>
    <w:rsid w:val="005E65AD"/>
    <w:rsid w:val="005E7115"/>
    <w:rsid w:val="005F2F36"/>
    <w:rsid w:val="006019B2"/>
    <w:rsid w:val="00603886"/>
    <w:rsid w:val="006056B5"/>
    <w:rsid w:val="006111B5"/>
    <w:rsid w:val="00617750"/>
    <w:rsid w:val="00623D3F"/>
    <w:rsid w:val="006258CC"/>
    <w:rsid w:val="00630633"/>
    <w:rsid w:val="00633ACA"/>
    <w:rsid w:val="00641352"/>
    <w:rsid w:val="00641A43"/>
    <w:rsid w:val="00652B68"/>
    <w:rsid w:val="0067330E"/>
    <w:rsid w:val="00686628"/>
    <w:rsid w:val="00690101"/>
    <w:rsid w:val="006A1852"/>
    <w:rsid w:val="006A4F65"/>
    <w:rsid w:val="006B320C"/>
    <w:rsid w:val="006B4AC2"/>
    <w:rsid w:val="006C17CB"/>
    <w:rsid w:val="006D2CCC"/>
    <w:rsid w:val="006D7D0A"/>
    <w:rsid w:val="006F74EB"/>
    <w:rsid w:val="007071D6"/>
    <w:rsid w:val="00717E18"/>
    <w:rsid w:val="007264CA"/>
    <w:rsid w:val="00737692"/>
    <w:rsid w:val="00741044"/>
    <w:rsid w:val="00742918"/>
    <w:rsid w:val="00743A98"/>
    <w:rsid w:val="00744DF7"/>
    <w:rsid w:val="00752B33"/>
    <w:rsid w:val="007570B4"/>
    <w:rsid w:val="00757915"/>
    <w:rsid w:val="0076553F"/>
    <w:rsid w:val="00765956"/>
    <w:rsid w:val="00770EAC"/>
    <w:rsid w:val="00774D0B"/>
    <w:rsid w:val="00790974"/>
    <w:rsid w:val="0079761E"/>
    <w:rsid w:val="00797B89"/>
    <w:rsid w:val="007A3CD1"/>
    <w:rsid w:val="007A3F8E"/>
    <w:rsid w:val="007A4DC7"/>
    <w:rsid w:val="007A779E"/>
    <w:rsid w:val="007B75E5"/>
    <w:rsid w:val="007C067D"/>
    <w:rsid w:val="007C1762"/>
    <w:rsid w:val="007D2D59"/>
    <w:rsid w:val="007D754B"/>
    <w:rsid w:val="007E63FE"/>
    <w:rsid w:val="00814C52"/>
    <w:rsid w:val="00815E99"/>
    <w:rsid w:val="00823247"/>
    <w:rsid w:val="008257C7"/>
    <w:rsid w:val="00825D86"/>
    <w:rsid w:val="00827B6D"/>
    <w:rsid w:val="008326A2"/>
    <w:rsid w:val="00840739"/>
    <w:rsid w:val="00844980"/>
    <w:rsid w:val="008504E0"/>
    <w:rsid w:val="0085181C"/>
    <w:rsid w:val="0086027D"/>
    <w:rsid w:val="0087081A"/>
    <w:rsid w:val="00871EB2"/>
    <w:rsid w:val="00871F76"/>
    <w:rsid w:val="0088076A"/>
    <w:rsid w:val="00884785"/>
    <w:rsid w:val="008859C9"/>
    <w:rsid w:val="008A6262"/>
    <w:rsid w:val="008B728D"/>
    <w:rsid w:val="008C43B3"/>
    <w:rsid w:val="008C6D5A"/>
    <w:rsid w:val="008D5CDA"/>
    <w:rsid w:val="008E0ADA"/>
    <w:rsid w:val="008E18CD"/>
    <w:rsid w:val="008E496A"/>
    <w:rsid w:val="008F020E"/>
    <w:rsid w:val="008F1051"/>
    <w:rsid w:val="008F4899"/>
    <w:rsid w:val="008F4EED"/>
    <w:rsid w:val="008F57E8"/>
    <w:rsid w:val="008F7D8E"/>
    <w:rsid w:val="0090068A"/>
    <w:rsid w:val="00900CEC"/>
    <w:rsid w:val="00916700"/>
    <w:rsid w:val="00916959"/>
    <w:rsid w:val="00920247"/>
    <w:rsid w:val="00920414"/>
    <w:rsid w:val="00920667"/>
    <w:rsid w:val="00920C59"/>
    <w:rsid w:val="00924555"/>
    <w:rsid w:val="00932C6C"/>
    <w:rsid w:val="00934947"/>
    <w:rsid w:val="00935BD4"/>
    <w:rsid w:val="00936DB5"/>
    <w:rsid w:val="00945229"/>
    <w:rsid w:val="00947BF8"/>
    <w:rsid w:val="00950D62"/>
    <w:rsid w:val="00952F2B"/>
    <w:rsid w:val="00955AB0"/>
    <w:rsid w:val="009601ED"/>
    <w:rsid w:val="00960474"/>
    <w:rsid w:val="00965D18"/>
    <w:rsid w:val="00967474"/>
    <w:rsid w:val="00973DFE"/>
    <w:rsid w:val="0097755E"/>
    <w:rsid w:val="009823FF"/>
    <w:rsid w:val="00985A98"/>
    <w:rsid w:val="009926E8"/>
    <w:rsid w:val="00992E4C"/>
    <w:rsid w:val="00997641"/>
    <w:rsid w:val="009A6388"/>
    <w:rsid w:val="009B3DB6"/>
    <w:rsid w:val="009B634E"/>
    <w:rsid w:val="009C2251"/>
    <w:rsid w:val="009C52EE"/>
    <w:rsid w:val="009C58EE"/>
    <w:rsid w:val="009D0BCC"/>
    <w:rsid w:val="009D3570"/>
    <w:rsid w:val="009D4CB6"/>
    <w:rsid w:val="009E025E"/>
    <w:rsid w:val="009E7633"/>
    <w:rsid w:val="009F3E4E"/>
    <w:rsid w:val="009F59A8"/>
    <w:rsid w:val="00A05952"/>
    <w:rsid w:val="00A05A6F"/>
    <w:rsid w:val="00A1582E"/>
    <w:rsid w:val="00A302FD"/>
    <w:rsid w:val="00A30697"/>
    <w:rsid w:val="00A32043"/>
    <w:rsid w:val="00A44F22"/>
    <w:rsid w:val="00A520FB"/>
    <w:rsid w:val="00A53BA3"/>
    <w:rsid w:val="00A6267B"/>
    <w:rsid w:val="00A67EDF"/>
    <w:rsid w:val="00A7243B"/>
    <w:rsid w:val="00A72FB5"/>
    <w:rsid w:val="00A75318"/>
    <w:rsid w:val="00A761A3"/>
    <w:rsid w:val="00A819B0"/>
    <w:rsid w:val="00A84C12"/>
    <w:rsid w:val="00A86FC1"/>
    <w:rsid w:val="00A87683"/>
    <w:rsid w:val="00A91EDD"/>
    <w:rsid w:val="00A931C8"/>
    <w:rsid w:val="00A93605"/>
    <w:rsid w:val="00A97F96"/>
    <w:rsid w:val="00AA26A7"/>
    <w:rsid w:val="00AA3A6A"/>
    <w:rsid w:val="00AA5FBB"/>
    <w:rsid w:val="00AA7F71"/>
    <w:rsid w:val="00AB2103"/>
    <w:rsid w:val="00AB2455"/>
    <w:rsid w:val="00AB44D9"/>
    <w:rsid w:val="00AB5864"/>
    <w:rsid w:val="00AD163F"/>
    <w:rsid w:val="00AD34A7"/>
    <w:rsid w:val="00AD6798"/>
    <w:rsid w:val="00AD6D1E"/>
    <w:rsid w:val="00AE1F5D"/>
    <w:rsid w:val="00AE7333"/>
    <w:rsid w:val="00AF01C1"/>
    <w:rsid w:val="00AF2817"/>
    <w:rsid w:val="00AF6679"/>
    <w:rsid w:val="00B05C29"/>
    <w:rsid w:val="00B07C6C"/>
    <w:rsid w:val="00B104E7"/>
    <w:rsid w:val="00B12249"/>
    <w:rsid w:val="00B13924"/>
    <w:rsid w:val="00B144BF"/>
    <w:rsid w:val="00B15BB8"/>
    <w:rsid w:val="00B2269C"/>
    <w:rsid w:val="00B23781"/>
    <w:rsid w:val="00B237E3"/>
    <w:rsid w:val="00B23B61"/>
    <w:rsid w:val="00B331FA"/>
    <w:rsid w:val="00B34190"/>
    <w:rsid w:val="00B351A5"/>
    <w:rsid w:val="00B354E3"/>
    <w:rsid w:val="00B4203B"/>
    <w:rsid w:val="00B4798D"/>
    <w:rsid w:val="00B47F15"/>
    <w:rsid w:val="00B60E65"/>
    <w:rsid w:val="00B62C93"/>
    <w:rsid w:val="00B70FF0"/>
    <w:rsid w:val="00B732C8"/>
    <w:rsid w:val="00B805DE"/>
    <w:rsid w:val="00B84456"/>
    <w:rsid w:val="00B84A2F"/>
    <w:rsid w:val="00B84C41"/>
    <w:rsid w:val="00B84C6B"/>
    <w:rsid w:val="00B8597B"/>
    <w:rsid w:val="00B91233"/>
    <w:rsid w:val="00B978A1"/>
    <w:rsid w:val="00BA37CC"/>
    <w:rsid w:val="00BB3088"/>
    <w:rsid w:val="00BB3240"/>
    <w:rsid w:val="00BB548A"/>
    <w:rsid w:val="00BC3702"/>
    <w:rsid w:val="00BC3CBA"/>
    <w:rsid w:val="00BC4D3C"/>
    <w:rsid w:val="00BC51CE"/>
    <w:rsid w:val="00BC66BD"/>
    <w:rsid w:val="00BD4610"/>
    <w:rsid w:val="00BE2BCB"/>
    <w:rsid w:val="00BE5604"/>
    <w:rsid w:val="00BE7077"/>
    <w:rsid w:val="00BF720D"/>
    <w:rsid w:val="00C0606D"/>
    <w:rsid w:val="00C0662A"/>
    <w:rsid w:val="00C15871"/>
    <w:rsid w:val="00C178F7"/>
    <w:rsid w:val="00C234A6"/>
    <w:rsid w:val="00C23C56"/>
    <w:rsid w:val="00C31700"/>
    <w:rsid w:val="00C3570C"/>
    <w:rsid w:val="00C51F2D"/>
    <w:rsid w:val="00C52BE2"/>
    <w:rsid w:val="00C5672B"/>
    <w:rsid w:val="00C63881"/>
    <w:rsid w:val="00C70CDA"/>
    <w:rsid w:val="00C87E91"/>
    <w:rsid w:val="00C93D4D"/>
    <w:rsid w:val="00C94F45"/>
    <w:rsid w:val="00CA21AE"/>
    <w:rsid w:val="00CA709E"/>
    <w:rsid w:val="00CB06C4"/>
    <w:rsid w:val="00CB6B43"/>
    <w:rsid w:val="00CC06F5"/>
    <w:rsid w:val="00CC51CE"/>
    <w:rsid w:val="00CC6EE5"/>
    <w:rsid w:val="00CD1B0A"/>
    <w:rsid w:val="00CD4C25"/>
    <w:rsid w:val="00CD5DF4"/>
    <w:rsid w:val="00D05BD0"/>
    <w:rsid w:val="00D06AF1"/>
    <w:rsid w:val="00D072F4"/>
    <w:rsid w:val="00D07725"/>
    <w:rsid w:val="00D12583"/>
    <w:rsid w:val="00D12816"/>
    <w:rsid w:val="00D128E0"/>
    <w:rsid w:val="00D12C18"/>
    <w:rsid w:val="00D20F1E"/>
    <w:rsid w:val="00D23C7A"/>
    <w:rsid w:val="00D3272F"/>
    <w:rsid w:val="00D341DE"/>
    <w:rsid w:val="00D3757E"/>
    <w:rsid w:val="00D42349"/>
    <w:rsid w:val="00D42814"/>
    <w:rsid w:val="00D43815"/>
    <w:rsid w:val="00D47264"/>
    <w:rsid w:val="00D615A1"/>
    <w:rsid w:val="00D64978"/>
    <w:rsid w:val="00D6792D"/>
    <w:rsid w:val="00D728B4"/>
    <w:rsid w:val="00D733D2"/>
    <w:rsid w:val="00D82D59"/>
    <w:rsid w:val="00D8309C"/>
    <w:rsid w:val="00D844DA"/>
    <w:rsid w:val="00D86EEE"/>
    <w:rsid w:val="00DA466B"/>
    <w:rsid w:val="00DA4E11"/>
    <w:rsid w:val="00DB2010"/>
    <w:rsid w:val="00DB269A"/>
    <w:rsid w:val="00DC5748"/>
    <w:rsid w:val="00DD40D5"/>
    <w:rsid w:val="00DD60C6"/>
    <w:rsid w:val="00DE1A97"/>
    <w:rsid w:val="00DE1E1E"/>
    <w:rsid w:val="00DE2595"/>
    <w:rsid w:val="00DE649B"/>
    <w:rsid w:val="00DF18CE"/>
    <w:rsid w:val="00DF515F"/>
    <w:rsid w:val="00DF602C"/>
    <w:rsid w:val="00E008A7"/>
    <w:rsid w:val="00E019FA"/>
    <w:rsid w:val="00E0257C"/>
    <w:rsid w:val="00E11C9B"/>
    <w:rsid w:val="00E157F6"/>
    <w:rsid w:val="00E16A36"/>
    <w:rsid w:val="00E16FEE"/>
    <w:rsid w:val="00E21653"/>
    <w:rsid w:val="00E24626"/>
    <w:rsid w:val="00E2540E"/>
    <w:rsid w:val="00E2674E"/>
    <w:rsid w:val="00E27E7F"/>
    <w:rsid w:val="00E3266B"/>
    <w:rsid w:val="00E40BFF"/>
    <w:rsid w:val="00E43D30"/>
    <w:rsid w:val="00E44CC2"/>
    <w:rsid w:val="00E4650A"/>
    <w:rsid w:val="00E52812"/>
    <w:rsid w:val="00E53D9E"/>
    <w:rsid w:val="00E544E2"/>
    <w:rsid w:val="00E67B80"/>
    <w:rsid w:val="00E71992"/>
    <w:rsid w:val="00E723E4"/>
    <w:rsid w:val="00E7457A"/>
    <w:rsid w:val="00E7461E"/>
    <w:rsid w:val="00E7555D"/>
    <w:rsid w:val="00E775CE"/>
    <w:rsid w:val="00E8300F"/>
    <w:rsid w:val="00E836BB"/>
    <w:rsid w:val="00E84727"/>
    <w:rsid w:val="00E95696"/>
    <w:rsid w:val="00E96724"/>
    <w:rsid w:val="00EA1E8B"/>
    <w:rsid w:val="00EA2EA1"/>
    <w:rsid w:val="00EA748E"/>
    <w:rsid w:val="00EB404B"/>
    <w:rsid w:val="00EC2455"/>
    <w:rsid w:val="00EC38F4"/>
    <w:rsid w:val="00ED0F67"/>
    <w:rsid w:val="00ED0FB2"/>
    <w:rsid w:val="00ED1027"/>
    <w:rsid w:val="00ED52E1"/>
    <w:rsid w:val="00ED5B56"/>
    <w:rsid w:val="00ED6841"/>
    <w:rsid w:val="00EE0BC9"/>
    <w:rsid w:val="00EE24AE"/>
    <w:rsid w:val="00EF3489"/>
    <w:rsid w:val="00EF62F1"/>
    <w:rsid w:val="00EF77E7"/>
    <w:rsid w:val="00F009A2"/>
    <w:rsid w:val="00F04532"/>
    <w:rsid w:val="00F10E55"/>
    <w:rsid w:val="00F15B0B"/>
    <w:rsid w:val="00F17729"/>
    <w:rsid w:val="00F208AD"/>
    <w:rsid w:val="00F21F03"/>
    <w:rsid w:val="00F26071"/>
    <w:rsid w:val="00F30FCE"/>
    <w:rsid w:val="00F524F4"/>
    <w:rsid w:val="00F651B3"/>
    <w:rsid w:val="00F715C3"/>
    <w:rsid w:val="00F75759"/>
    <w:rsid w:val="00F8574D"/>
    <w:rsid w:val="00F87B32"/>
    <w:rsid w:val="00F91BE0"/>
    <w:rsid w:val="00FB6D0B"/>
    <w:rsid w:val="00FC3AC1"/>
    <w:rsid w:val="00FC799C"/>
    <w:rsid w:val="00FD1411"/>
    <w:rsid w:val="00FD1E53"/>
    <w:rsid w:val="00FD7F2A"/>
    <w:rsid w:val="00FE0F2D"/>
    <w:rsid w:val="00FE497C"/>
    <w:rsid w:val="00FF1B00"/>
    <w:rsid w:val="00FF4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" w:eastAsia="Times New Roman" w:hAnsi="CG Times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B5"/>
    <w:pPr>
      <w:spacing w:after="120"/>
      <w:ind w:firstLine="284"/>
      <w:jc w:val="both"/>
    </w:pPr>
    <w:rPr>
      <w:rFonts w:ascii="HellasTimes" w:hAnsi="HellasTimes"/>
      <w:sz w:val="24"/>
      <w:lang w:val="en-GB"/>
    </w:rPr>
  </w:style>
  <w:style w:type="paragraph" w:styleId="1">
    <w:name w:val="heading 1"/>
    <w:basedOn w:val="a"/>
    <w:next w:val="a"/>
    <w:qFormat/>
    <w:rsid w:val="00A72FB5"/>
    <w:pPr>
      <w:pageBreakBefore/>
      <w:spacing w:after="480"/>
      <w:ind w:left="680" w:hanging="680"/>
      <w:jc w:val="left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A72FB5"/>
    <w:pPr>
      <w:spacing w:before="240" w:after="240"/>
      <w:ind w:left="510" w:hanging="510"/>
      <w:jc w:val="left"/>
      <w:outlineLvl w:val="1"/>
    </w:pPr>
    <w:rPr>
      <w:b/>
      <w:sz w:val="32"/>
    </w:rPr>
  </w:style>
  <w:style w:type="paragraph" w:styleId="3">
    <w:name w:val="heading 3"/>
    <w:basedOn w:val="a"/>
    <w:next w:val="a0"/>
    <w:qFormat/>
    <w:rsid w:val="00A72FB5"/>
    <w:pPr>
      <w:spacing w:before="120"/>
      <w:ind w:left="397" w:hanging="397"/>
      <w:jc w:val="left"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rsid w:val="00A72FB5"/>
    <w:pPr>
      <w:keepNext/>
      <w:ind w:firstLine="0"/>
      <w:jc w:val="center"/>
      <w:outlineLvl w:val="3"/>
    </w:pPr>
    <w:rPr>
      <w:rFonts w:ascii="Arial" w:hAnsi="Arial"/>
      <w:b/>
      <w:spacing w:val="60"/>
      <w:position w:val="-2"/>
      <w:lang w:val="el-GR"/>
    </w:rPr>
  </w:style>
  <w:style w:type="paragraph" w:styleId="5">
    <w:name w:val="heading 5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left"/>
      <w:outlineLvl w:val="4"/>
    </w:pPr>
    <w:rPr>
      <w:rFonts w:ascii="Times New Roman" w:hAnsi="Times New Roman"/>
      <w:b/>
      <w:lang w:val="el-GR"/>
    </w:rPr>
  </w:style>
  <w:style w:type="paragraph" w:styleId="6">
    <w:name w:val="heading 6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center"/>
      <w:outlineLvl w:val="5"/>
    </w:pPr>
    <w:rPr>
      <w:rFonts w:ascii="Times New Roman" w:hAnsi="Times New Roman"/>
      <w:b/>
      <w:lang w:val="el-GR"/>
    </w:rPr>
  </w:style>
  <w:style w:type="paragraph" w:styleId="7">
    <w:name w:val="heading 7"/>
    <w:basedOn w:val="a"/>
    <w:next w:val="a"/>
    <w:qFormat/>
    <w:rsid w:val="00A72FB5"/>
    <w:pPr>
      <w:keepNext/>
      <w:tabs>
        <w:tab w:val="left" w:pos="6379"/>
      </w:tabs>
      <w:ind w:right="-568" w:firstLine="0"/>
      <w:outlineLvl w:val="6"/>
    </w:pPr>
    <w:rPr>
      <w:b/>
      <w:lang w:val="el-GR"/>
    </w:rPr>
  </w:style>
  <w:style w:type="paragraph" w:styleId="8">
    <w:name w:val="heading 8"/>
    <w:basedOn w:val="a"/>
    <w:next w:val="a"/>
    <w:qFormat/>
    <w:rsid w:val="00A72FB5"/>
    <w:pPr>
      <w:keepNext/>
      <w:jc w:val="center"/>
      <w:outlineLvl w:val="7"/>
    </w:pPr>
    <w:rPr>
      <w:rFonts w:ascii="MS Sans Serif" w:hAnsi="MS Sans Serif"/>
      <w:b/>
      <w:snapToGrid w:val="0"/>
      <w:color w:val="000000"/>
      <w:sz w:val="18"/>
      <w:lang w:val="el-GR"/>
    </w:rPr>
  </w:style>
  <w:style w:type="paragraph" w:styleId="9">
    <w:name w:val="heading 9"/>
    <w:basedOn w:val="a"/>
    <w:next w:val="a"/>
    <w:qFormat/>
    <w:rsid w:val="00A72FB5"/>
    <w:pPr>
      <w:keepNext/>
      <w:jc w:val="left"/>
      <w:outlineLvl w:val="8"/>
    </w:pPr>
    <w:rPr>
      <w:rFonts w:ascii="MS Sans Serif" w:hAnsi="MS Sans Serif"/>
      <w:b/>
      <w:snapToGrid w:val="0"/>
      <w:color w:val="000000"/>
      <w:sz w:val="18"/>
      <w:lang w:val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rsid w:val="00A72FB5"/>
    <w:pPr>
      <w:ind w:left="720"/>
    </w:pPr>
  </w:style>
  <w:style w:type="paragraph" w:styleId="a4">
    <w:name w:val="header"/>
    <w:basedOn w:val="a"/>
    <w:semiHidden/>
    <w:rsid w:val="00A72FB5"/>
    <w:pPr>
      <w:tabs>
        <w:tab w:val="center" w:pos="4819"/>
        <w:tab w:val="right" w:pos="9071"/>
      </w:tabs>
    </w:pPr>
  </w:style>
  <w:style w:type="paragraph" w:styleId="a5">
    <w:name w:val="Document Map"/>
    <w:basedOn w:val="a"/>
    <w:semiHidden/>
    <w:rsid w:val="00A72FB5"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semiHidden/>
    <w:rsid w:val="00A72FB5"/>
    <w:pPr>
      <w:tabs>
        <w:tab w:val="left" w:pos="6521"/>
        <w:tab w:val="left" w:pos="6804"/>
      </w:tabs>
    </w:pPr>
    <w:rPr>
      <w:rFonts w:ascii="Arial" w:hAnsi="Arial"/>
      <w:lang w:val="el-GR"/>
    </w:rPr>
  </w:style>
  <w:style w:type="paragraph" w:styleId="a7">
    <w:name w:val="caption"/>
    <w:basedOn w:val="a"/>
    <w:next w:val="a"/>
    <w:qFormat/>
    <w:rsid w:val="00A72FB5"/>
    <w:pPr>
      <w:ind w:left="709" w:firstLine="0"/>
    </w:pPr>
    <w:rPr>
      <w:rFonts w:ascii="Arial" w:hAnsi="Arial"/>
      <w:b/>
    </w:rPr>
  </w:style>
  <w:style w:type="paragraph" w:styleId="a8">
    <w:name w:val="footer"/>
    <w:basedOn w:val="a"/>
    <w:semiHidden/>
    <w:rsid w:val="00A72FB5"/>
    <w:pPr>
      <w:tabs>
        <w:tab w:val="center" w:pos="4153"/>
        <w:tab w:val="right" w:pos="8306"/>
      </w:tabs>
    </w:pPr>
  </w:style>
  <w:style w:type="paragraph" w:customStyle="1" w:styleId="xl41">
    <w:name w:val="xl41"/>
    <w:basedOn w:val="a"/>
    <w:rsid w:val="00A72F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16"/>
      <w:szCs w:val="16"/>
      <w:lang w:val="el-GR"/>
    </w:rPr>
  </w:style>
  <w:style w:type="paragraph" w:styleId="30">
    <w:name w:val="Body Text 3"/>
    <w:basedOn w:val="a"/>
    <w:semiHidden/>
    <w:rsid w:val="00A72FB5"/>
    <w:pPr>
      <w:autoSpaceDE w:val="0"/>
      <w:autoSpaceDN w:val="0"/>
      <w:spacing w:after="0"/>
      <w:ind w:firstLine="0"/>
    </w:pPr>
    <w:rPr>
      <w:rFonts w:ascii="Arial" w:hAnsi="Arial" w:cs="Arial"/>
      <w:sz w:val="28"/>
      <w:szCs w:val="28"/>
      <w:lang w:val="el-GR"/>
    </w:rPr>
  </w:style>
  <w:style w:type="character" w:styleId="-">
    <w:name w:val="Hyperlink"/>
    <w:basedOn w:val="a1"/>
    <w:uiPriority w:val="99"/>
    <w:rsid w:val="00A72FB5"/>
    <w:rPr>
      <w:color w:val="0000FF"/>
      <w:u w:val="single"/>
    </w:rPr>
  </w:style>
  <w:style w:type="character" w:styleId="-0">
    <w:name w:val="FollowedHyperlink"/>
    <w:basedOn w:val="a1"/>
    <w:semiHidden/>
    <w:rsid w:val="00A72FB5"/>
    <w:rPr>
      <w:color w:val="800080"/>
      <w:u w:val="single"/>
    </w:rPr>
  </w:style>
  <w:style w:type="paragraph" w:styleId="a9">
    <w:name w:val="Balloon Text"/>
    <w:basedOn w:val="a"/>
    <w:semiHidden/>
    <w:rsid w:val="00A72FB5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066B8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table" w:styleId="aa">
    <w:name w:val="Table Grid"/>
    <w:basedOn w:val="a2"/>
    <w:rsid w:val="00B84456"/>
    <w:pPr>
      <w:spacing w:after="120"/>
      <w:ind w:firstLine="28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a"/>
    <w:rsid w:val="00FB6D0B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a"/>
    <w:rsid w:val="00F715C3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youthaffint">
    <w:name w:val="youth.af.f.int"/>
    <w:basedOn w:val="a"/>
    <w:rsid w:val="00E40BFF"/>
    <w:pPr>
      <w:keepNext/>
      <w:tabs>
        <w:tab w:val="left" w:pos="284"/>
      </w:tabs>
      <w:spacing w:before="60" w:after="60"/>
      <w:ind w:left="142" w:firstLine="0"/>
      <w:jc w:val="left"/>
    </w:pPr>
    <w:rPr>
      <w:rFonts w:ascii="Arial" w:hAnsi="Arial"/>
      <w:noProof/>
      <w:sz w:val="20"/>
      <w:lang w:eastAsia="en-US"/>
    </w:rPr>
  </w:style>
  <w:style w:type="paragraph" w:styleId="20">
    <w:name w:val="Body Text 2"/>
    <w:basedOn w:val="a"/>
    <w:link w:val="2Char"/>
    <w:rsid w:val="00E7457A"/>
    <w:pPr>
      <w:spacing w:line="480" w:lineRule="auto"/>
    </w:pPr>
  </w:style>
  <w:style w:type="character" w:customStyle="1" w:styleId="2Char">
    <w:name w:val="Σώμα κείμενου 2 Char"/>
    <w:basedOn w:val="a1"/>
    <w:link w:val="20"/>
    <w:rsid w:val="00E7457A"/>
    <w:rPr>
      <w:rFonts w:ascii="HellasTimes" w:hAnsi="HellasTimes"/>
      <w:sz w:val="24"/>
      <w:lang w:val="en-GB"/>
    </w:rPr>
  </w:style>
  <w:style w:type="paragraph" w:styleId="ab">
    <w:name w:val="List Paragraph"/>
    <w:basedOn w:val="a"/>
    <w:uiPriority w:val="34"/>
    <w:qFormat/>
    <w:rsid w:val="00A1582E"/>
    <w:pPr>
      <w:spacing w:after="0"/>
      <w:ind w:left="720" w:firstLine="0"/>
      <w:jc w:val="left"/>
    </w:pPr>
    <w:rPr>
      <w:rFonts w:ascii="Times New Roman" w:hAnsi="Times New Roman"/>
      <w:szCs w:val="24"/>
      <w:lang w:val="el-GR"/>
    </w:rPr>
  </w:style>
  <w:style w:type="paragraph" w:customStyle="1" w:styleId="CharChar">
    <w:name w:val="Char Char"/>
    <w:basedOn w:val="a"/>
    <w:rsid w:val="00FD1411"/>
    <w:pPr>
      <w:spacing w:after="160" w:line="240" w:lineRule="exact"/>
      <w:ind w:firstLine="0"/>
      <w:jc w:val="left"/>
    </w:pPr>
    <w:rPr>
      <w:rFonts w:ascii="Arial" w:hAnsi="Arial"/>
      <w:sz w:val="20"/>
      <w:lang w:val="en-US" w:eastAsia="en-US"/>
    </w:rPr>
  </w:style>
  <w:style w:type="paragraph" w:styleId="ac">
    <w:name w:val="Body Text"/>
    <w:basedOn w:val="a"/>
    <w:link w:val="Char0"/>
    <w:rsid w:val="003009A9"/>
  </w:style>
  <w:style w:type="character" w:customStyle="1" w:styleId="Char0">
    <w:name w:val="Σώμα κειμένου Char"/>
    <w:basedOn w:val="a1"/>
    <w:link w:val="ac"/>
    <w:rsid w:val="003009A9"/>
    <w:rPr>
      <w:rFonts w:ascii="HellasTimes" w:hAnsi="HellasTimes"/>
      <w:sz w:val="24"/>
      <w:lang w:val="en-GB"/>
    </w:rPr>
  </w:style>
  <w:style w:type="character" w:customStyle="1" w:styleId="ff31">
    <w:name w:val="ff31"/>
    <w:basedOn w:val="a1"/>
    <w:rsid w:val="003009A9"/>
    <w:rPr>
      <w:rFonts w:ascii="Arial" w:hAnsi="Arial" w:cs="Arial" w:hint="default"/>
      <w:b w:val="0"/>
      <w:bCs w:val="0"/>
      <w:i w:val="0"/>
      <w:iCs w:val="0"/>
    </w:rPr>
  </w:style>
  <w:style w:type="character" w:customStyle="1" w:styleId="apple-converted-space">
    <w:name w:val="apple-converted-space"/>
    <w:basedOn w:val="a1"/>
    <w:rsid w:val="00516239"/>
  </w:style>
  <w:style w:type="table" w:customStyle="1" w:styleId="10">
    <w:name w:val="Πλέγμα πίνακα1"/>
    <w:basedOn w:val="a2"/>
    <w:next w:val="aa"/>
    <w:uiPriority w:val="59"/>
    <w:rsid w:val="00B4798D"/>
    <w:rPr>
      <w:rFonts w:ascii="Times New Roman" w:hAnsi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D86EE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94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5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6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8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0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ocs.google.com/forms/d/1wjYgj0mB87MWjYP0RURPnox8DHppDq0sNQbI1izQqJo/edit?usp=sharing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NEAFORMA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29A02-E54B-4EFE-9B22-FACC75F3B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NEAFORMA.DOT</Template>
  <TotalTime>1067</TotalTime>
  <Pages>2</Pages>
  <Words>409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D2126997</vt:lpstr>
    </vt:vector>
  </TitlesOfParts>
  <Manager>9</Manager>
  <Company>ΥΠΟΥΡΓΕΙΟ ΠΑΙΔΕΙΑΣ</Company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D2126997</dc:title>
  <dc:subject>260997</dc:subject>
  <dc:creator>ΥΠ.Ε.Π.Θ.</dc:creator>
  <cp:lastModifiedBy>Unknown User</cp:lastModifiedBy>
  <cp:revision>55</cp:revision>
  <cp:lastPrinted>2018-03-16T06:36:00Z</cp:lastPrinted>
  <dcterms:created xsi:type="dcterms:W3CDTF">2016-03-07T12:23:00Z</dcterms:created>
  <dcterms:modified xsi:type="dcterms:W3CDTF">2018-03-16T08:08:00Z</dcterms:modified>
</cp:coreProperties>
</file>