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1C" w:rsidRPr="0022411E" w:rsidRDefault="003F7B1C" w:rsidP="00C105D8"/>
    <w:tbl>
      <w:tblPr>
        <w:tblW w:w="10188" w:type="dxa"/>
        <w:tblInd w:w="-106" w:type="dxa"/>
        <w:tblLayout w:type="fixed"/>
        <w:tblLook w:val="0000"/>
      </w:tblPr>
      <w:tblGrid>
        <w:gridCol w:w="2088"/>
        <w:gridCol w:w="2880"/>
        <w:gridCol w:w="720"/>
        <w:gridCol w:w="4500"/>
      </w:tblGrid>
      <w:tr w:rsidR="003F7B1C" w:rsidRPr="0022411E">
        <w:trPr>
          <w:cantSplit/>
          <w:trHeight w:val="2423"/>
        </w:trPr>
        <w:tc>
          <w:tcPr>
            <w:tcW w:w="4968" w:type="dxa"/>
            <w:gridSpan w:val="2"/>
            <w:vMerge w:val="restart"/>
          </w:tcPr>
          <w:p w:rsidR="003F7B1C" w:rsidRPr="0022411E" w:rsidRDefault="003F7B1C" w:rsidP="00F1489E">
            <w:pPr>
              <w:pStyle w:val="Heading1"/>
              <w:ind w:left="142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F7B1C" w:rsidRPr="0022411E" w:rsidRDefault="003F7B1C" w:rsidP="00F1489E">
            <w:pPr>
              <w:pStyle w:val="Heading1"/>
              <w:ind w:left="142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134BC1">
              <w:rPr>
                <w:rFonts w:ascii="Times New Roman" w:hAnsi="Times New Roman" w:cs="Times New Roman"/>
                <w:b w:val="0"/>
                <w:bCs w:val="0"/>
                <w:noProof/>
                <w:color w:val="333333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5" type="#_x0000_t75" style="width:52.5pt;height:52.5pt;visibility:visible">
                  <v:imagedata r:id="rId5" o:title=""/>
                </v:shape>
              </w:pict>
            </w:r>
          </w:p>
          <w:p w:rsidR="003F7B1C" w:rsidRPr="0022411E" w:rsidRDefault="003F7B1C" w:rsidP="00F1489E">
            <w:pPr>
              <w:pStyle w:val="Heading1"/>
              <w:ind w:left="142" w:firstLine="0"/>
              <w:jc w:val="center"/>
              <w:rPr>
                <w:rFonts w:ascii="Times New Roman" w:hAnsi="Times New Roman" w:cs="Times New Roman"/>
                <w:b w:val="0"/>
                <w:bCs w:val="0"/>
                <w:spacing w:val="70"/>
                <w:sz w:val="24"/>
                <w:szCs w:val="24"/>
              </w:rPr>
            </w:pPr>
            <w:r w:rsidRPr="0022411E">
              <w:rPr>
                <w:rFonts w:ascii="Times New Roman" w:hAnsi="Times New Roman" w:cs="Times New Roman"/>
                <w:b w:val="0"/>
                <w:bCs w:val="0"/>
                <w:spacing w:val="70"/>
                <w:sz w:val="24"/>
                <w:szCs w:val="24"/>
              </w:rPr>
              <w:t>ΕΛΛΗΝΙΚΗ ΔΗΜΟΚΡΑΤΙΑ</w:t>
            </w:r>
          </w:p>
          <w:p w:rsidR="003F7B1C" w:rsidRPr="0022411E" w:rsidRDefault="003F7B1C" w:rsidP="00F1489E">
            <w:pPr>
              <w:jc w:val="center"/>
            </w:pPr>
            <w:r>
              <w:t xml:space="preserve">ΥΠΟΥΡΓΕΙΟ </w:t>
            </w:r>
            <w:r w:rsidRPr="0022411E">
              <w:t>ΠΑΙΔΕΙΑΣ</w:t>
            </w:r>
            <w:r>
              <w:t>, ΕΡΕΥΝΑΣ</w:t>
            </w:r>
            <w:r w:rsidRPr="0022411E">
              <w:t xml:space="preserve">  ΚΑΙ  ΘΡΗΣΚΕΥΜΑΤΩΝ</w:t>
            </w:r>
          </w:p>
          <w:p w:rsidR="003F7B1C" w:rsidRPr="0022411E" w:rsidRDefault="003F7B1C" w:rsidP="00F1489E">
            <w:pPr>
              <w:jc w:val="center"/>
            </w:pPr>
            <w:r w:rsidRPr="0022411E">
              <w:t>ΠΕΡΙΦΕΡΕΙΑΚΗ ΔΙΕΥΘΥΝΣΗ  ΕΚΠ/ΣΗΣ</w:t>
            </w:r>
          </w:p>
          <w:p w:rsidR="003F7B1C" w:rsidRPr="0022411E" w:rsidRDefault="003F7B1C" w:rsidP="00F1489E">
            <w:pPr>
              <w:jc w:val="center"/>
            </w:pPr>
            <w:r w:rsidRPr="0022411E">
              <w:t>ΚΕΝΤΡΙΚΗΣ  ΜΑΚΕΔΟΝΙΑΣ</w:t>
            </w:r>
          </w:p>
          <w:p w:rsidR="003F7B1C" w:rsidRPr="0022411E" w:rsidRDefault="003F7B1C" w:rsidP="00F1489E">
            <w:pPr>
              <w:jc w:val="center"/>
            </w:pPr>
            <w:r>
              <w:t>Δ/ΝΣΗ Α</w:t>
            </w:r>
            <w:r w:rsidRPr="0022411E">
              <w:t>/ΘΜΙΑΣ  ΕΚΠ/ΣΗΣ ΑΝΑΤΟΛΙΚΗΣ</w:t>
            </w:r>
          </w:p>
          <w:p w:rsidR="003F7B1C" w:rsidRPr="0022411E" w:rsidRDefault="003F7B1C" w:rsidP="00F1489E">
            <w:pPr>
              <w:jc w:val="center"/>
            </w:pPr>
            <w:r w:rsidRPr="0022411E">
              <w:t>ΘΕΣΣΑΛΟΝΙΚΗΣ</w:t>
            </w:r>
          </w:p>
          <w:p w:rsidR="003F7B1C" w:rsidRDefault="003F7B1C" w:rsidP="00F1489E">
            <w:pPr>
              <w:shd w:val="clear" w:color="auto" w:fill="FFFFFF"/>
              <w:spacing w:before="100" w:beforeAutospacing="1"/>
              <w:jc w:val="center"/>
            </w:pPr>
            <w:r w:rsidRPr="004A5CD4">
              <w:t>89</w:t>
            </w:r>
            <w:r w:rsidRPr="004A5CD4">
              <w:rPr>
                <w:vertAlign w:val="superscript"/>
              </w:rPr>
              <w:t>ο</w:t>
            </w:r>
            <w:r>
              <w:t xml:space="preserve"> ΟΛΟΗΜΕΡΟ ΔΗΜΟΤΙΚΟ ΣΧΟΛΕΙΟ ΘΕΣΣΑΛΟΝΙΚΗΣ</w:t>
            </w:r>
          </w:p>
          <w:p w:rsidR="003F7B1C" w:rsidRPr="0022411E" w:rsidRDefault="003F7B1C" w:rsidP="00F1489E">
            <w:pPr>
              <w:shd w:val="clear" w:color="auto" w:fill="FFFFFF"/>
              <w:spacing w:before="100" w:beforeAutospacing="1"/>
              <w:jc w:val="center"/>
            </w:pPr>
          </w:p>
          <w:p w:rsidR="003F7B1C" w:rsidRPr="0022411E" w:rsidRDefault="003F7B1C" w:rsidP="00F1489E">
            <w:pPr>
              <w:shd w:val="clear" w:color="auto" w:fill="FFFFFF"/>
              <w:spacing w:line="276" w:lineRule="auto"/>
            </w:pPr>
            <w:r w:rsidRPr="0022411E">
              <w:t xml:space="preserve"> Ταχ. Δ/νση:</w:t>
            </w:r>
            <w:r>
              <w:t>Β.ΟΛΓΑΣ &amp; Ν.ΜΑΝΟΥ</w:t>
            </w:r>
          </w:p>
          <w:p w:rsidR="003F7B1C" w:rsidRPr="0022411E" w:rsidRDefault="003F7B1C" w:rsidP="00F1489E">
            <w:pPr>
              <w:shd w:val="clear" w:color="auto" w:fill="FFFFFF"/>
              <w:spacing w:line="276" w:lineRule="auto"/>
            </w:pPr>
            <w:r w:rsidRPr="0022411E">
              <w:t xml:space="preserve"> Τ.Κ. </w:t>
            </w:r>
            <w:r>
              <w:t>54643</w:t>
            </w:r>
            <w:r w:rsidRPr="0022411E">
              <w:t xml:space="preserve">            </w:t>
            </w:r>
          </w:p>
          <w:p w:rsidR="003F7B1C" w:rsidRPr="0022411E" w:rsidRDefault="003F7B1C" w:rsidP="003359F9">
            <w:pPr>
              <w:shd w:val="clear" w:color="auto" w:fill="FFFFFF"/>
              <w:spacing w:line="276" w:lineRule="auto"/>
            </w:pPr>
            <w:r w:rsidRPr="0022411E">
              <w:t xml:space="preserve"> Τηλ</w:t>
            </w:r>
            <w:r>
              <w:t xml:space="preserve"> </w:t>
            </w:r>
            <w:r w:rsidRPr="0022411E">
              <w:t>&amp;</w:t>
            </w:r>
            <w:r>
              <w:t xml:space="preserve"> </w:t>
            </w:r>
            <w:r w:rsidRPr="0022411E">
              <w:t>φαξ.: 23</w:t>
            </w:r>
            <w:r>
              <w:t>10840895 -  2310821333</w:t>
            </w:r>
            <w:r w:rsidRPr="0022411E">
              <w:t xml:space="preserve">                                                                 Ε</w:t>
            </w:r>
            <w:r w:rsidRPr="0022411E">
              <w:rPr>
                <w:lang w:val="en-US"/>
              </w:rPr>
              <w:t>mail</w:t>
            </w:r>
            <w:r w:rsidRPr="0022411E">
              <w:t>:</w:t>
            </w:r>
            <w:r>
              <w:t xml:space="preserve"> </w:t>
            </w:r>
            <w:r w:rsidRPr="0022411E">
              <w:rPr>
                <w:lang w:val="en-US"/>
              </w:rPr>
              <w:t>mail</w:t>
            </w:r>
            <w:r w:rsidRPr="0022411E">
              <w:t>@</w:t>
            </w:r>
            <w:r>
              <w:t>89</w:t>
            </w:r>
            <w:r w:rsidRPr="0022411E">
              <w:rPr>
                <w:lang w:val="en-US"/>
              </w:rPr>
              <w:t>dim</w:t>
            </w:r>
            <w:r w:rsidRPr="0022411E">
              <w:t>-</w:t>
            </w:r>
            <w:r w:rsidRPr="0022411E">
              <w:rPr>
                <w:lang w:val="en-US"/>
              </w:rPr>
              <w:t>thess</w:t>
            </w:r>
            <w:r w:rsidRPr="0022411E">
              <w:t>.</w:t>
            </w:r>
            <w:r>
              <w:rPr>
                <w:lang w:val="en-US"/>
              </w:rPr>
              <w:t>thess</w:t>
            </w:r>
            <w:r w:rsidRPr="00D97728">
              <w:t>.</w:t>
            </w:r>
            <w:r w:rsidRPr="0022411E">
              <w:rPr>
                <w:lang w:val="en-US"/>
              </w:rPr>
              <w:t>sch</w:t>
            </w:r>
            <w:r w:rsidRPr="0022411E">
              <w:t>.</w:t>
            </w:r>
            <w:r w:rsidRPr="0022411E">
              <w:rPr>
                <w:lang w:val="en-US"/>
              </w:rPr>
              <w:t>gr</w:t>
            </w:r>
            <w:r w:rsidRPr="0022411E">
              <w:t xml:space="preserve">                             </w:t>
            </w:r>
            <w:r>
              <w:t xml:space="preserve">   Πληροφορίες: Κουίδης Βασίλειος</w:t>
            </w:r>
            <w:r w:rsidRPr="0022411E">
              <w:t xml:space="preserve">                                  </w:t>
            </w:r>
          </w:p>
        </w:tc>
        <w:tc>
          <w:tcPr>
            <w:tcW w:w="5220" w:type="dxa"/>
            <w:gridSpan w:val="2"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F7B1C" w:rsidRPr="00F8606B" w:rsidRDefault="003F7B1C" w:rsidP="00F1489E">
            <w:pPr>
              <w:pStyle w:val="Heading1"/>
              <w:ind w:left="0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22411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22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Θεσσαλονίκη,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6</w:t>
            </w:r>
            <w:r w:rsidRPr="0022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Pr="0022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  <w:p w:rsidR="003F7B1C" w:rsidRPr="00B974DA" w:rsidRDefault="003F7B1C" w:rsidP="004A5CD4">
            <w:pPr>
              <w:pStyle w:val="Heading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Αριθ. Πρωτοκόλλου: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 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3F7B1C" w:rsidRPr="0022411E">
        <w:trPr>
          <w:cantSplit/>
          <w:trHeight w:val="276"/>
        </w:trPr>
        <w:tc>
          <w:tcPr>
            <w:tcW w:w="4968" w:type="dxa"/>
            <w:gridSpan w:val="2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3F7B1C" w:rsidRPr="0022411E" w:rsidRDefault="003F7B1C" w:rsidP="00F1489E">
            <w:pPr>
              <w:pStyle w:val="Heading1"/>
              <w:ind w:left="-106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B1C" w:rsidRPr="0022411E" w:rsidRDefault="003F7B1C" w:rsidP="00F1489E">
            <w:pPr>
              <w:ind w:left="1154"/>
              <w:jc w:val="center"/>
              <w:rPr>
                <w:u w:val="single"/>
              </w:rPr>
            </w:pPr>
          </w:p>
          <w:p w:rsidR="003F7B1C" w:rsidRPr="0022411E" w:rsidRDefault="003F7B1C" w:rsidP="00F1489E">
            <w:pPr>
              <w:jc w:val="center"/>
            </w:pPr>
          </w:p>
          <w:p w:rsidR="003F7B1C" w:rsidRPr="0022411E" w:rsidRDefault="003F7B1C" w:rsidP="00F1489E">
            <w:pPr>
              <w:jc w:val="center"/>
            </w:pPr>
          </w:p>
          <w:p w:rsidR="003F7B1C" w:rsidRPr="0022411E" w:rsidRDefault="003F7B1C" w:rsidP="00F1489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3F7B1C" w:rsidRPr="0022411E" w:rsidRDefault="003F7B1C" w:rsidP="00F1489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3F7B1C" w:rsidRPr="0022411E" w:rsidRDefault="003F7B1C" w:rsidP="00F1489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3F7B1C" w:rsidRDefault="003F7B1C" w:rsidP="001017CC">
            <w:pPr>
              <w:pStyle w:val="Heading6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 w:rsidRPr="001B5E19">
              <w:rPr>
                <w:rFonts w:ascii="Times New Roman" w:hAnsi="Times New Roman" w:cs="Times New Roman"/>
                <w:b w:val="0"/>
                <w:bCs w:val="0"/>
              </w:rPr>
              <w:t>ΠΡΟΣ: Δ/νση Π.Ε. Ανατολικής Θεσσαλονίκης</w:t>
            </w:r>
          </w:p>
          <w:p w:rsidR="003F7B1C" w:rsidRDefault="003F7B1C" w:rsidP="001017CC">
            <w:pPr>
              <w:pStyle w:val="Heading6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3F7B1C" w:rsidRDefault="003F7B1C" w:rsidP="001017CC">
            <w:pPr>
              <w:pStyle w:val="Heading6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3F7B1C" w:rsidRPr="001B5E19" w:rsidRDefault="003F7B1C" w:rsidP="001017CC">
            <w:pPr>
              <w:pStyle w:val="Heading6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ΚΟΙΝ: κ. Σχ. Σύμβουλο 3</w:t>
            </w:r>
            <w:r w:rsidRPr="00610ECD">
              <w:rPr>
                <w:rFonts w:ascii="Times New Roman" w:hAnsi="Times New Roman" w:cs="Times New Roman"/>
                <w:b w:val="0"/>
                <w:bCs w:val="0"/>
                <w:vertAlign w:val="superscript"/>
              </w:rPr>
              <w:t>ης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 εκπ/κής Περιφέρειας Θεσσαλονίκης</w:t>
            </w:r>
          </w:p>
          <w:p w:rsidR="003F7B1C" w:rsidRDefault="003F7B1C" w:rsidP="001017CC"/>
          <w:p w:rsidR="003F7B1C" w:rsidRPr="001B5E19" w:rsidRDefault="003F7B1C" w:rsidP="001017CC">
            <w:pPr>
              <w:rPr>
                <w:b/>
                <w:bCs/>
              </w:rPr>
            </w:pPr>
          </w:p>
        </w:tc>
      </w:tr>
      <w:tr w:rsidR="003F7B1C" w:rsidRPr="0022411E">
        <w:trPr>
          <w:cantSplit/>
        </w:trPr>
        <w:tc>
          <w:tcPr>
            <w:tcW w:w="2088" w:type="dxa"/>
          </w:tcPr>
          <w:p w:rsidR="003F7B1C" w:rsidRPr="0022411E" w:rsidRDefault="003F7B1C" w:rsidP="00F1489E">
            <w:pPr>
              <w:pStyle w:val="Heading1"/>
              <w:ind w:left="0" w:firstLine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3F7B1C" w:rsidRPr="0022411E" w:rsidRDefault="003F7B1C" w:rsidP="00F1489E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F7B1C" w:rsidRPr="0022411E" w:rsidRDefault="003F7B1C" w:rsidP="00F1489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1C" w:rsidRPr="0022411E">
        <w:trPr>
          <w:cantSplit/>
        </w:trPr>
        <w:tc>
          <w:tcPr>
            <w:tcW w:w="2088" w:type="dxa"/>
          </w:tcPr>
          <w:p w:rsidR="003F7B1C" w:rsidRPr="0022411E" w:rsidRDefault="003F7B1C" w:rsidP="00F1489E">
            <w:pPr>
              <w:pStyle w:val="Heading1"/>
              <w:ind w:left="0" w:firstLine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3F7B1C" w:rsidRPr="0022411E" w:rsidRDefault="003F7B1C" w:rsidP="00F1489E">
            <w:pPr>
              <w:pStyle w:val="Heading1"/>
              <w:ind w:left="0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1C" w:rsidRPr="0022411E">
        <w:trPr>
          <w:cantSplit/>
        </w:trPr>
        <w:tc>
          <w:tcPr>
            <w:tcW w:w="2088" w:type="dxa"/>
          </w:tcPr>
          <w:p w:rsidR="003F7B1C" w:rsidRPr="0022411E" w:rsidRDefault="003F7B1C" w:rsidP="00F1489E">
            <w:pPr>
              <w:pStyle w:val="Heading1"/>
              <w:ind w:left="0" w:firstLine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3F7B1C" w:rsidRPr="0022411E" w:rsidRDefault="003F7B1C" w:rsidP="00F1489E">
            <w:pPr>
              <w:pStyle w:val="Heading1"/>
              <w:ind w:left="0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1C" w:rsidRPr="0022411E">
        <w:trPr>
          <w:cantSplit/>
          <w:trHeight w:val="88"/>
        </w:trPr>
        <w:tc>
          <w:tcPr>
            <w:tcW w:w="2088" w:type="dxa"/>
          </w:tcPr>
          <w:p w:rsidR="003F7B1C" w:rsidRPr="0022411E" w:rsidRDefault="003F7B1C" w:rsidP="00F1489E">
            <w:pPr>
              <w:pStyle w:val="Heading1"/>
              <w:ind w:left="0" w:firstLine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3F7B1C" w:rsidRPr="0022411E" w:rsidRDefault="003F7B1C" w:rsidP="00F1489E">
            <w:pPr>
              <w:pStyle w:val="Heading1"/>
              <w:ind w:left="0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1C" w:rsidRPr="0022411E">
        <w:trPr>
          <w:cantSplit/>
          <w:trHeight w:val="88"/>
        </w:trPr>
        <w:tc>
          <w:tcPr>
            <w:tcW w:w="2088" w:type="dxa"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3F7B1C" w:rsidRPr="0022411E" w:rsidRDefault="003F7B1C" w:rsidP="00F1489E">
            <w:pPr>
              <w:pStyle w:val="Heading1"/>
              <w:ind w:left="0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72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3F7B1C" w:rsidRPr="0022411E" w:rsidRDefault="003F7B1C" w:rsidP="00F1489E">
            <w:pPr>
              <w:pStyle w:val="Heading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B1C" w:rsidRPr="0022411E" w:rsidRDefault="003F7B1C" w:rsidP="00C105D8">
      <w:pPr>
        <w:tabs>
          <w:tab w:val="left" w:pos="9000"/>
        </w:tabs>
      </w:pPr>
      <w:r w:rsidRPr="0022411E">
        <w:t xml:space="preserve">                   </w:t>
      </w:r>
    </w:p>
    <w:p w:rsidR="003F7B1C" w:rsidRDefault="003F7B1C" w:rsidP="00317E2C">
      <w:pPr>
        <w:spacing w:line="360" w:lineRule="auto"/>
        <w:ind w:left="902" w:hanging="90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Θέμα: «Πρόσκληση εκδήλωσης ενδιαφέροντος για τη Διήμερη εκδρομή της Ε΄ τάξης του σχολείου μας στο ΚΠΕ Βελβεντού - Σιάτιστας».</w:t>
      </w:r>
    </w:p>
    <w:p w:rsidR="003F7B1C" w:rsidRDefault="003F7B1C" w:rsidP="00317E2C">
      <w:pPr>
        <w:jc w:val="center"/>
        <w:rPr>
          <w:rFonts w:ascii="Arial" w:hAnsi="Arial" w:cs="Arial"/>
          <w:sz w:val="22"/>
          <w:szCs w:val="22"/>
        </w:rPr>
      </w:pPr>
    </w:p>
    <w:p w:rsidR="003F7B1C" w:rsidRDefault="003F7B1C" w:rsidP="00317E2C">
      <w:pPr>
        <w:spacing w:line="360" w:lineRule="auto"/>
        <w:ind w:firstLine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O</w:t>
      </w:r>
      <w:r>
        <w:rPr>
          <w:rFonts w:ascii="Arial" w:hAnsi="Arial" w:cs="Arial"/>
          <w:sz w:val="22"/>
          <w:szCs w:val="22"/>
        </w:rPr>
        <w:t xml:space="preserve"> Διευθυντής του</w:t>
      </w:r>
      <w:r>
        <w:rPr>
          <w:rFonts w:ascii="Arial" w:hAnsi="Arial" w:cs="Arial"/>
          <w:b/>
          <w:bCs/>
          <w:sz w:val="22"/>
          <w:szCs w:val="22"/>
        </w:rPr>
        <w:t xml:space="preserve"> 89</w:t>
      </w:r>
      <w:r w:rsidRPr="004A5CD4">
        <w:rPr>
          <w:rFonts w:ascii="Arial" w:hAnsi="Arial" w:cs="Arial"/>
          <w:b/>
          <w:bCs/>
          <w:sz w:val="22"/>
          <w:szCs w:val="22"/>
          <w:vertAlign w:val="superscript"/>
        </w:rPr>
        <w:t>ου</w:t>
      </w:r>
      <w:r>
        <w:rPr>
          <w:rFonts w:ascii="Arial" w:hAnsi="Arial" w:cs="Arial"/>
          <w:b/>
          <w:bCs/>
          <w:sz w:val="22"/>
          <w:szCs w:val="22"/>
        </w:rPr>
        <w:t xml:space="preserve"> Δ.Σ. Θεσ/νίκης</w:t>
      </w:r>
      <w:r>
        <w:rPr>
          <w:rFonts w:ascii="Arial" w:hAnsi="Arial" w:cs="Arial"/>
          <w:sz w:val="22"/>
          <w:szCs w:val="22"/>
        </w:rPr>
        <w:t xml:space="preserve"> ζητά εκδήλωση ενδιαφέροντος από τα τουριστικά γραφεία για τη διοργάνωση της τριήμερης εκδρομής της Ε΄ τάξης του σχολείου μας στο ΚΠΕ </w:t>
      </w:r>
      <w:r w:rsidRPr="004A5CD4">
        <w:rPr>
          <w:rFonts w:ascii="Arial" w:hAnsi="Arial" w:cs="Arial"/>
          <w:sz w:val="22"/>
          <w:szCs w:val="22"/>
        </w:rPr>
        <w:t>Βελβεντού - Σιάτιστας</w:t>
      </w:r>
      <w:r>
        <w:rPr>
          <w:rFonts w:ascii="Arial" w:hAnsi="Arial" w:cs="Arial"/>
          <w:sz w:val="22"/>
          <w:szCs w:val="22"/>
        </w:rPr>
        <w:t>.</w:t>
      </w:r>
    </w:p>
    <w:p w:rsidR="003F7B1C" w:rsidRDefault="003F7B1C" w:rsidP="00317E2C">
      <w:pPr>
        <w:spacing w:line="360" w:lineRule="auto"/>
        <w:ind w:firstLine="53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Συγκεκριμένα:</w:t>
      </w:r>
    </w:p>
    <w:p w:rsidR="003F7B1C" w:rsidRDefault="003F7B1C" w:rsidP="00317E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εκδρομή θα πραγματοποιηθεί στις </w:t>
      </w:r>
      <w:r>
        <w:rPr>
          <w:rFonts w:ascii="Arial" w:hAnsi="Arial" w:cs="Arial"/>
          <w:b/>
          <w:bCs/>
          <w:sz w:val="22"/>
          <w:szCs w:val="22"/>
        </w:rPr>
        <w:t>3 και 4  Μαΐου 2018</w:t>
      </w:r>
    </w:p>
    <w:p w:rsidR="003F7B1C" w:rsidRDefault="003F7B1C" w:rsidP="00317E2C">
      <w:pPr>
        <w:numPr>
          <w:ilvl w:val="0"/>
          <w:numId w:val="2"/>
        </w:numPr>
        <w:spacing w:line="360" w:lineRule="auto"/>
        <w:ind w:left="896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 πρόγραμμα της εκδρομής θα περιλαμβάνει: Αναχώρηση στις </w:t>
      </w:r>
      <w:r>
        <w:rPr>
          <w:rFonts w:ascii="Arial" w:hAnsi="Arial" w:cs="Arial"/>
          <w:b/>
          <w:bCs/>
          <w:sz w:val="22"/>
          <w:szCs w:val="22"/>
        </w:rPr>
        <w:t>3-5-2018</w:t>
      </w:r>
      <w:r>
        <w:rPr>
          <w:rFonts w:ascii="Arial" w:hAnsi="Arial" w:cs="Arial"/>
          <w:sz w:val="22"/>
          <w:szCs w:val="22"/>
        </w:rPr>
        <w:t xml:space="preserve"> και ώρα </w:t>
      </w:r>
      <w:r>
        <w:rPr>
          <w:rFonts w:ascii="Arial" w:hAnsi="Arial" w:cs="Arial"/>
          <w:b/>
          <w:bCs/>
          <w:sz w:val="22"/>
          <w:szCs w:val="22"/>
        </w:rPr>
        <w:t>10:00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π.μ.</w:t>
      </w:r>
      <w:r>
        <w:rPr>
          <w:rFonts w:ascii="Arial" w:hAnsi="Arial" w:cs="Arial"/>
          <w:sz w:val="22"/>
          <w:szCs w:val="22"/>
        </w:rPr>
        <w:t xml:space="preserve"> από το χώρο του σχολείου με λεωφορείο με προορισμό το Βελβεντό και επιστροφή στο σχολείο στις </w:t>
      </w:r>
      <w:r>
        <w:rPr>
          <w:rFonts w:ascii="Arial" w:hAnsi="Arial" w:cs="Arial"/>
          <w:b/>
          <w:bCs/>
          <w:sz w:val="22"/>
          <w:szCs w:val="22"/>
        </w:rPr>
        <w:t xml:space="preserve">4-5-2018 </w:t>
      </w:r>
      <w:r>
        <w:rPr>
          <w:rFonts w:ascii="Arial" w:hAnsi="Arial" w:cs="Arial"/>
          <w:sz w:val="22"/>
          <w:szCs w:val="22"/>
        </w:rPr>
        <w:t>στις 20:00 από την ίδια αντίστροφη διαδρομή.</w:t>
      </w:r>
    </w:p>
    <w:p w:rsidR="003F7B1C" w:rsidRDefault="003F7B1C" w:rsidP="00317E2C">
      <w:pPr>
        <w:pStyle w:val="Default"/>
        <w:numPr>
          <w:ilvl w:val="0"/>
          <w:numId w:val="2"/>
        </w:numPr>
        <w:spacing w:line="360" w:lineRule="auto"/>
        <w:ind w:left="896" w:hanging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Ο αναμενόμενος </w:t>
      </w:r>
      <w:r>
        <w:rPr>
          <w:b/>
          <w:bCs/>
          <w:color w:val="auto"/>
          <w:sz w:val="22"/>
          <w:szCs w:val="22"/>
        </w:rPr>
        <w:t>αριθμός</w:t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μαθητών </w:t>
      </w:r>
      <w:r>
        <w:rPr>
          <w:color w:val="auto"/>
          <w:sz w:val="22"/>
          <w:szCs w:val="22"/>
        </w:rPr>
        <w:t xml:space="preserve">που θα συμμετάσχουν στην εκδρομή είναι </w:t>
      </w:r>
      <w:r>
        <w:rPr>
          <w:b/>
          <w:bCs/>
          <w:color w:val="auto"/>
          <w:sz w:val="22"/>
          <w:szCs w:val="22"/>
        </w:rPr>
        <w:t>18.</w:t>
      </w:r>
      <w:r>
        <w:rPr>
          <w:color w:val="auto"/>
          <w:sz w:val="22"/>
          <w:szCs w:val="22"/>
        </w:rPr>
        <w:t xml:space="preserve"> </w:t>
      </w:r>
    </w:p>
    <w:p w:rsidR="003F7B1C" w:rsidRDefault="003F7B1C" w:rsidP="00317E2C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Οι </w:t>
      </w:r>
      <w:r>
        <w:rPr>
          <w:b/>
          <w:bCs/>
          <w:color w:val="auto"/>
          <w:sz w:val="22"/>
          <w:szCs w:val="22"/>
        </w:rPr>
        <w:t>συνοδοί εκπαιδευτικοί</w:t>
      </w:r>
      <w:r>
        <w:rPr>
          <w:color w:val="auto"/>
          <w:sz w:val="22"/>
          <w:szCs w:val="22"/>
        </w:rPr>
        <w:t xml:space="preserve"> είναι </w:t>
      </w:r>
      <w:r>
        <w:rPr>
          <w:b/>
          <w:bCs/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>. (1 αρχηγός εκδρομής και 1συνοδός)</w:t>
      </w:r>
    </w:p>
    <w:p w:rsidR="003F7B1C" w:rsidRDefault="003F7B1C" w:rsidP="00317E2C">
      <w:pPr>
        <w:spacing w:line="360" w:lineRule="auto"/>
        <w:ind w:firstLine="53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Η προσφορά θα πρέπει να περιέχει απαραιτήτως και να εξασφαλίζει τα παρακάτω:</w:t>
      </w:r>
    </w:p>
    <w:p w:rsidR="003F7B1C" w:rsidRDefault="003F7B1C" w:rsidP="00317E2C">
      <w:pPr>
        <w:pStyle w:val="ListParagraph"/>
        <w:numPr>
          <w:ilvl w:val="0"/>
          <w:numId w:val="3"/>
        </w:numPr>
        <w:spacing w:after="120"/>
        <w:ind w:right="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Υπεύθυνη δήλωση  ότι  το ταξιδιωτικό πρακτορείο διαθέτει το </w:t>
      </w:r>
      <w:r>
        <w:rPr>
          <w:rFonts w:ascii="Arial" w:hAnsi="Arial" w:cs="Arial"/>
          <w:b/>
          <w:bCs/>
          <w:sz w:val="22"/>
          <w:szCs w:val="22"/>
        </w:rPr>
        <w:t>ειδικό σήμα</w:t>
      </w:r>
      <w:r>
        <w:rPr>
          <w:rFonts w:ascii="Arial" w:hAnsi="Arial" w:cs="Arial"/>
          <w:sz w:val="22"/>
          <w:szCs w:val="22"/>
        </w:rPr>
        <w:t xml:space="preserve"> λειτουργίας, το οποίο πρέπει να βρίσκεται  σε  ισχύ (κατάθεση με την προσφορά). </w:t>
      </w:r>
    </w:p>
    <w:p w:rsidR="003F7B1C" w:rsidRDefault="003F7B1C" w:rsidP="00317E2C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Υποχρεωτική </w:t>
      </w:r>
      <w:r>
        <w:rPr>
          <w:b/>
          <w:bCs/>
          <w:color w:val="auto"/>
          <w:sz w:val="22"/>
          <w:szCs w:val="22"/>
        </w:rPr>
        <w:t>Ασφάλιση</w:t>
      </w:r>
      <w:r>
        <w:rPr>
          <w:sz w:val="22"/>
          <w:szCs w:val="22"/>
        </w:rPr>
        <w:t xml:space="preserve"> (αστικής – επαγγελματικής)</w:t>
      </w:r>
      <w:r>
        <w:rPr>
          <w:color w:val="auto"/>
          <w:sz w:val="22"/>
          <w:szCs w:val="22"/>
        </w:rPr>
        <w:t xml:space="preserve"> Ευθύνης Διοργανωτή, όπως ορίζει η κείμενη νομοθεσία, καθώς </w:t>
      </w:r>
      <w:r>
        <w:rPr>
          <w:b/>
          <w:bCs/>
          <w:color w:val="auto"/>
          <w:sz w:val="22"/>
          <w:szCs w:val="22"/>
        </w:rPr>
        <w:t xml:space="preserve">και </w:t>
      </w:r>
      <w:r>
        <w:rPr>
          <w:color w:val="auto"/>
          <w:sz w:val="22"/>
          <w:szCs w:val="22"/>
        </w:rPr>
        <w:t xml:space="preserve">πρόσθετη ασφάλιση για περίπτωση ατυχήματος ή ασθένειας μαθητή ή συνοδού εκπ/κού ή για τους συμμετέχοντες στην εκδρομή του συγκεκριμένου σχολείου. </w:t>
      </w:r>
    </w:p>
    <w:p w:rsidR="003F7B1C" w:rsidRDefault="003F7B1C" w:rsidP="00317E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Διασφάλιση ότι το </w:t>
      </w:r>
      <w:r>
        <w:rPr>
          <w:rFonts w:ascii="Arial" w:hAnsi="Arial" w:cs="Arial"/>
          <w:b/>
          <w:bCs/>
          <w:sz w:val="22"/>
          <w:szCs w:val="22"/>
        </w:rPr>
        <w:t>λεωφορείο</w:t>
      </w:r>
      <w:r>
        <w:rPr>
          <w:rFonts w:ascii="Arial" w:hAnsi="Arial" w:cs="Arial"/>
          <w:sz w:val="22"/>
          <w:szCs w:val="22"/>
        </w:rPr>
        <w:t xml:space="preserve"> με το οποίο θα πραγματοποιηθεί η εκδρομή πληροί τις απαιτούμενες από το νόμο </w:t>
      </w:r>
      <w:r>
        <w:rPr>
          <w:rFonts w:ascii="Arial" w:hAnsi="Arial" w:cs="Arial"/>
          <w:b/>
          <w:bCs/>
          <w:sz w:val="22"/>
          <w:szCs w:val="22"/>
        </w:rPr>
        <w:t>προδιαγραφές για τη μεταφορά μαθητών,</w:t>
      </w:r>
      <w:r>
        <w:rPr>
          <w:rFonts w:ascii="Arial" w:hAnsi="Arial" w:cs="Arial"/>
          <w:sz w:val="22"/>
          <w:szCs w:val="22"/>
        </w:rPr>
        <w:t xml:space="preserve"> είναι άριστης κατάστασης και θα είναι διαθέσιμο όλο το 24ωρο. </w:t>
      </w:r>
    </w:p>
    <w:p w:rsidR="003F7B1C" w:rsidRDefault="003F7B1C" w:rsidP="00317E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Επισκέψεις: στο  ΚΠΕ Βελβεντού και στο φράγμα Πολυφύτου.</w:t>
      </w:r>
    </w:p>
    <w:p w:rsidR="003F7B1C" w:rsidRDefault="003F7B1C" w:rsidP="00317E2C">
      <w:pPr>
        <w:pStyle w:val="Default"/>
        <w:numPr>
          <w:ilvl w:val="0"/>
          <w:numId w:val="4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3F7B1C" w:rsidRDefault="003F7B1C" w:rsidP="00317E2C">
      <w:pPr>
        <w:pStyle w:val="Default"/>
        <w:numPr>
          <w:ilvl w:val="0"/>
          <w:numId w:val="4"/>
        </w:numPr>
        <w:spacing w:line="360" w:lineRule="auto"/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3F7B1C" w:rsidRDefault="003F7B1C" w:rsidP="00317E2C">
      <w:pPr>
        <w:pStyle w:val="Default"/>
        <w:numPr>
          <w:ilvl w:val="0"/>
          <w:numId w:val="3"/>
        </w:numPr>
        <w:spacing w:before="120"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Για τις παραπάνω υπηρεσίες ζητείται η τελική συνολική τιμή (με ΦΠΑ) της εκδρομής, αλλά και η επιβάρυνση ανά μαθητή χωριστά </w:t>
      </w:r>
    </w:p>
    <w:p w:rsidR="003F7B1C" w:rsidRDefault="003F7B1C" w:rsidP="00317E2C">
      <w:pPr>
        <w:pStyle w:val="Default"/>
        <w:numPr>
          <w:ilvl w:val="0"/>
          <w:numId w:val="3"/>
        </w:numPr>
        <w:spacing w:before="120"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Κατά την αναχώρηση της εκδρομής, θα δοθούν αποδείξεις στον κάθε μαθητή χωριστά.</w:t>
      </w:r>
    </w:p>
    <w:p w:rsidR="003F7B1C" w:rsidRDefault="003F7B1C" w:rsidP="00317E2C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3F7B1C" w:rsidRDefault="003F7B1C" w:rsidP="00317E2C">
      <w:pPr>
        <w:pStyle w:val="Default"/>
        <w:ind w:left="780"/>
        <w:jc w:val="both"/>
        <w:rPr>
          <w:rFonts w:cs="Times New Roman"/>
          <w:color w:val="auto"/>
          <w:sz w:val="22"/>
          <w:szCs w:val="22"/>
        </w:rPr>
      </w:pPr>
    </w:p>
    <w:p w:rsidR="003F7B1C" w:rsidRDefault="003F7B1C" w:rsidP="00317E2C">
      <w:pPr>
        <w:pStyle w:val="Default"/>
        <w:ind w:firstLine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Την αποδοχή από το πρακτορείο ποινικής ρήτρας σε περίπτωση αθέτησης των όρων του    συμβολαίου από τη μεριά του ( 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ποσού).</w:t>
      </w:r>
    </w:p>
    <w:p w:rsidR="003F7B1C" w:rsidRDefault="003F7B1C" w:rsidP="00317E2C">
      <w:pPr>
        <w:pStyle w:val="Default"/>
        <w:ind w:left="1860"/>
        <w:jc w:val="both"/>
        <w:rPr>
          <w:rFonts w:cs="Times New Roman"/>
          <w:color w:val="auto"/>
          <w:sz w:val="22"/>
          <w:szCs w:val="22"/>
        </w:rPr>
      </w:pPr>
    </w:p>
    <w:p w:rsidR="003F7B1C" w:rsidRDefault="003F7B1C" w:rsidP="00317E2C">
      <w:pPr>
        <w:spacing w:line="360" w:lineRule="auto"/>
        <w:ind w:right="98"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Όλες οι προσφορές θα πρέπει να κατατεθούν σφραγισμένες σε κλειστούς φακέλους μέχρι και την </w:t>
      </w:r>
      <w:r>
        <w:rPr>
          <w:rFonts w:ascii="Arial" w:hAnsi="Arial" w:cs="Arial"/>
          <w:b/>
          <w:bCs/>
          <w:sz w:val="22"/>
          <w:szCs w:val="22"/>
        </w:rPr>
        <w:t xml:space="preserve"> 30η Μαρτίου 2018</w:t>
      </w:r>
      <w:r>
        <w:rPr>
          <w:rFonts w:ascii="Arial" w:hAnsi="Arial" w:cs="Arial"/>
          <w:sz w:val="22"/>
          <w:szCs w:val="22"/>
        </w:rPr>
        <w:t xml:space="preserve">  και ώρα </w:t>
      </w:r>
      <w:r>
        <w:rPr>
          <w:rFonts w:ascii="Arial" w:hAnsi="Arial" w:cs="Arial"/>
          <w:b/>
          <w:bCs/>
          <w:sz w:val="22"/>
          <w:szCs w:val="22"/>
        </w:rPr>
        <w:t>12:00 π.μ.</w:t>
      </w:r>
      <w:r>
        <w:rPr>
          <w:rFonts w:ascii="Arial" w:hAnsi="Arial" w:cs="Arial"/>
          <w:sz w:val="22"/>
          <w:szCs w:val="22"/>
        </w:rPr>
        <w:t xml:space="preserve"> στο γραφείο της Δ/νσης του 89</w:t>
      </w:r>
      <w:r w:rsidRPr="004A5CD4">
        <w:rPr>
          <w:rFonts w:ascii="Arial" w:hAnsi="Arial" w:cs="Arial"/>
          <w:sz w:val="22"/>
          <w:szCs w:val="22"/>
          <w:vertAlign w:val="superscript"/>
        </w:rPr>
        <w:t>ου</w:t>
      </w:r>
      <w:r>
        <w:rPr>
          <w:rFonts w:ascii="Arial" w:hAnsi="Arial" w:cs="Arial"/>
          <w:sz w:val="22"/>
          <w:szCs w:val="22"/>
        </w:rPr>
        <w:t xml:space="preserve"> Δ.Σ Θεσ/νίκης</w:t>
      </w:r>
    </w:p>
    <w:p w:rsidR="003F7B1C" w:rsidRDefault="003F7B1C" w:rsidP="00317E2C">
      <w:pPr>
        <w:rPr>
          <w:sz w:val="22"/>
          <w:szCs w:val="22"/>
        </w:rPr>
      </w:pPr>
    </w:p>
    <w:p w:rsidR="003F7B1C" w:rsidRDefault="003F7B1C" w:rsidP="00317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επιλογή θα γίνει από 3μελή επιτροπή στην οποία θα συμμετέχουν ο Δ/ντής του Σχολείου , εκπρόσωπος του Συλλόγου Γονέων και Κηδεμόνων και ένα μέλος του Συλλόγου Διδασκόντων. </w:t>
      </w:r>
    </w:p>
    <w:p w:rsidR="003F7B1C" w:rsidRPr="00610ECD" w:rsidRDefault="003F7B1C" w:rsidP="00317E2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0ECD">
        <w:rPr>
          <w:rFonts w:ascii="Arial" w:hAnsi="Arial" w:cs="Arial"/>
          <w:b/>
          <w:bCs/>
          <w:sz w:val="22"/>
          <w:szCs w:val="22"/>
        </w:rPr>
        <w:t>Ο διαγωνισμός δεν είναι μειοδοτικός</w:t>
      </w:r>
      <w:r>
        <w:rPr>
          <w:rFonts w:ascii="Arial" w:hAnsi="Arial" w:cs="Arial"/>
          <w:b/>
          <w:bCs/>
          <w:sz w:val="22"/>
          <w:szCs w:val="22"/>
        </w:rPr>
        <w:t xml:space="preserve">. Θα ληφθούν υπόψη η παρουσίαση των προσφορών καθώς και η εμπειρία και η αξιοπιστία του πρακτορείου. </w:t>
      </w:r>
    </w:p>
    <w:p w:rsidR="003F7B1C" w:rsidRDefault="003F7B1C" w:rsidP="00317E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p w:rsidR="003F7B1C" w:rsidRDefault="003F7B1C" w:rsidP="00317E2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Ο Διευθυντής του Σχολείου</w:t>
      </w:r>
    </w:p>
    <w:p w:rsidR="003F7B1C" w:rsidRDefault="003F7B1C" w:rsidP="00317E2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</w:p>
    <w:p w:rsidR="003F7B1C" w:rsidRDefault="003F7B1C" w:rsidP="00317E2C">
      <w:pPr>
        <w:ind w:firstLine="720"/>
        <w:jc w:val="right"/>
        <w:rPr>
          <w:rFonts w:ascii="Arial" w:hAnsi="Arial" w:cs="Arial"/>
          <w:b/>
          <w:bCs/>
          <w:sz w:val="22"/>
          <w:szCs w:val="22"/>
        </w:rPr>
      </w:pPr>
    </w:p>
    <w:p w:rsidR="003F7B1C" w:rsidRDefault="003F7B1C" w:rsidP="00317E2C">
      <w:pPr>
        <w:ind w:firstLine="720"/>
        <w:jc w:val="right"/>
        <w:rPr>
          <w:rFonts w:ascii="Arial" w:hAnsi="Arial" w:cs="Arial"/>
          <w:b/>
          <w:bCs/>
          <w:sz w:val="22"/>
          <w:szCs w:val="22"/>
        </w:rPr>
      </w:pPr>
    </w:p>
    <w:p w:rsidR="003F7B1C" w:rsidRDefault="003F7B1C" w:rsidP="00317E2C"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ΚΟΥΙΔΗΣ ΒΑΣΙΛΕΙΟΣ</w:t>
      </w:r>
    </w:p>
    <w:sectPr w:rsidR="003F7B1C" w:rsidSect="00E75524">
      <w:pgSz w:w="11906" w:h="16838"/>
      <w:pgMar w:top="71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20682"/>
    <w:multiLevelType w:val="hybridMultilevel"/>
    <w:tmpl w:val="CC0A2EB8"/>
    <w:lvl w:ilvl="0" w:tplc="0408000B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7B587A"/>
    <w:multiLevelType w:val="hybridMultilevel"/>
    <w:tmpl w:val="7D8252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cs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5D8"/>
    <w:rsid w:val="000017B7"/>
    <w:rsid w:val="00087109"/>
    <w:rsid w:val="001017CC"/>
    <w:rsid w:val="00134BC1"/>
    <w:rsid w:val="00174D00"/>
    <w:rsid w:val="001B5E19"/>
    <w:rsid w:val="0022411E"/>
    <w:rsid w:val="0026061D"/>
    <w:rsid w:val="00262660"/>
    <w:rsid w:val="00280A88"/>
    <w:rsid w:val="002C795D"/>
    <w:rsid w:val="00314DCE"/>
    <w:rsid w:val="00317E2C"/>
    <w:rsid w:val="003359F9"/>
    <w:rsid w:val="003F7B1C"/>
    <w:rsid w:val="00435451"/>
    <w:rsid w:val="00457957"/>
    <w:rsid w:val="0046463E"/>
    <w:rsid w:val="00493885"/>
    <w:rsid w:val="004A0A0D"/>
    <w:rsid w:val="004A5CD4"/>
    <w:rsid w:val="004E2C07"/>
    <w:rsid w:val="0054523A"/>
    <w:rsid w:val="005E164D"/>
    <w:rsid w:val="00604B72"/>
    <w:rsid w:val="00610ECD"/>
    <w:rsid w:val="006C6E6C"/>
    <w:rsid w:val="006D3871"/>
    <w:rsid w:val="006F3C28"/>
    <w:rsid w:val="00816C66"/>
    <w:rsid w:val="0086703C"/>
    <w:rsid w:val="0088220E"/>
    <w:rsid w:val="008B122C"/>
    <w:rsid w:val="00923075"/>
    <w:rsid w:val="00923FC2"/>
    <w:rsid w:val="009C74BE"/>
    <w:rsid w:val="00A15E01"/>
    <w:rsid w:val="00A77C97"/>
    <w:rsid w:val="00A860A5"/>
    <w:rsid w:val="00AE4122"/>
    <w:rsid w:val="00B20B69"/>
    <w:rsid w:val="00B974DA"/>
    <w:rsid w:val="00BC7271"/>
    <w:rsid w:val="00BD5B4F"/>
    <w:rsid w:val="00BE55B5"/>
    <w:rsid w:val="00BF0377"/>
    <w:rsid w:val="00C105D8"/>
    <w:rsid w:val="00C4349F"/>
    <w:rsid w:val="00D14F56"/>
    <w:rsid w:val="00D44091"/>
    <w:rsid w:val="00D97728"/>
    <w:rsid w:val="00DD0BCF"/>
    <w:rsid w:val="00E75524"/>
    <w:rsid w:val="00E87DC6"/>
    <w:rsid w:val="00F1489E"/>
    <w:rsid w:val="00F44B17"/>
    <w:rsid w:val="00F51FFB"/>
    <w:rsid w:val="00F8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5D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05D8"/>
    <w:pPr>
      <w:keepNext/>
      <w:ind w:left="-709" w:firstLine="425"/>
      <w:outlineLvl w:val="0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05D8"/>
    <w:pPr>
      <w:keepNext/>
      <w:ind w:left="1154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105D8"/>
    <w:rPr>
      <w:rFonts w:ascii="Arial" w:hAnsi="Arial" w:cs="Arial"/>
      <w:b/>
      <w:bCs/>
      <w:sz w:val="20"/>
      <w:szCs w:val="20"/>
      <w:lang w:eastAsia="el-GR"/>
    </w:rPr>
  </w:style>
  <w:style w:type="character" w:customStyle="1" w:styleId="Heading6Char">
    <w:name w:val="Heading 6 Char"/>
    <w:basedOn w:val="DefaultParagraphFont"/>
    <w:link w:val="Heading6"/>
    <w:uiPriority w:val="99"/>
    <w:rsid w:val="00C105D8"/>
    <w:rPr>
      <w:rFonts w:ascii="Arial" w:hAnsi="Arial" w:cs="Arial"/>
      <w:b/>
      <w:bCs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rsid w:val="00C105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105D8"/>
    <w:rPr>
      <w:rFonts w:ascii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C10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5D8"/>
    <w:rPr>
      <w:rFonts w:ascii="Tahoma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99"/>
    <w:qFormat/>
    <w:rsid w:val="00493885"/>
    <w:pPr>
      <w:ind w:left="720"/>
    </w:pPr>
  </w:style>
  <w:style w:type="paragraph" w:customStyle="1" w:styleId="Default">
    <w:name w:val="Default"/>
    <w:uiPriority w:val="99"/>
    <w:rsid w:val="00317E2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644</Words>
  <Characters>3482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user</cp:lastModifiedBy>
  <cp:revision>3</cp:revision>
  <cp:lastPrinted>2018-03-26T08:05:00Z</cp:lastPrinted>
  <dcterms:created xsi:type="dcterms:W3CDTF">2018-03-26T05:30:00Z</dcterms:created>
  <dcterms:modified xsi:type="dcterms:W3CDTF">2018-03-26T08:12:00Z</dcterms:modified>
</cp:coreProperties>
</file>