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CC" w:rsidRPr="00F77A59" w:rsidRDefault="008063CC">
      <w:pPr>
        <w:rPr>
          <w:rFonts w:ascii="Arial" w:hAnsi="Arial" w:cs="Arial"/>
          <w:sz w:val="22"/>
          <w:szCs w:val="22"/>
        </w:rPr>
      </w:pPr>
    </w:p>
    <w:tbl>
      <w:tblPr>
        <w:tblW w:w="10491" w:type="dxa"/>
        <w:tblInd w:w="-318" w:type="dxa"/>
        <w:tblLayout w:type="fixed"/>
        <w:tblLook w:val="0000"/>
      </w:tblPr>
      <w:tblGrid>
        <w:gridCol w:w="4786"/>
        <w:gridCol w:w="5404"/>
        <w:gridCol w:w="301"/>
      </w:tblGrid>
      <w:tr w:rsidR="00BA475F" w:rsidRPr="00012677" w:rsidTr="00014AE9">
        <w:trPr>
          <w:trHeight w:val="13704"/>
        </w:trPr>
        <w:tc>
          <w:tcPr>
            <w:tcW w:w="4786" w:type="dxa"/>
          </w:tcPr>
          <w:p w:rsidR="00BA475F" w:rsidRPr="00CB51BD" w:rsidRDefault="00CF0518" w:rsidP="00EA63EC">
            <w:pPr>
              <w:ind w:right="317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AΙΤΗΣΗ"/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</w:t>
            </w:r>
            <w:r w:rsid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</w:t>
            </w:r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="00CF5AB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</w:t>
            </w:r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ΑΙΤΗΣΗ</w:t>
            </w:r>
          </w:p>
          <w:bookmarkEnd w:id="0"/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ΕΠΩΝΥΜΟ:………………………………………..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ΟΝΟΜΑ:………………………………………………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ΠΑΤΡΩΝΥΜΟ:…………………………………….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Α.Μ.: …………………………………………………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ΕΙΔΙΚΟΤΗΤΑ: ………………………..…………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ΟΡΓΑΝΙΚΗ ΘΕΣΗ: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…………………………………………………….......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ΤΗΛΕΦΩΝΟ ΚΑΤΟΙΚΙΑΣ: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………………………………….…………………………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ΚΙΝΗΤΟ ΤΗΛΕΦΩΝΟ: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:rsidR="00466796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ΠΡΟΣΩΠΙΚΟ </w:t>
            </w:r>
            <w:r w:rsidRPr="00CB51BD">
              <w:rPr>
                <w:rFonts w:asciiTheme="minorHAnsi" w:hAnsiTheme="minorHAnsi" w:cstheme="minorHAnsi"/>
                <w:lang w:val="en-US"/>
              </w:rPr>
              <w:t>E</w:t>
            </w:r>
            <w:r w:rsidRPr="00CB51BD">
              <w:rPr>
                <w:rFonts w:asciiTheme="minorHAnsi" w:hAnsiTheme="minorHAnsi" w:cstheme="minorHAnsi"/>
              </w:rPr>
              <w:t>-</w:t>
            </w:r>
            <w:r w:rsidRPr="00CB51BD">
              <w:rPr>
                <w:rFonts w:asciiTheme="minorHAnsi" w:hAnsiTheme="minorHAnsi" w:cstheme="minorHAnsi"/>
                <w:lang w:val="en-US"/>
              </w:rPr>
              <w:t>MAIL</w:t>
            </w:r>
            <w:r w:rsidRPr="00CB51BD">
              <w:rPr>
                <w:rFonts w:asciiTheme="minorHAnsi" w:hAnsiTheme="minorHAnsi" w:cstheme="minorHAnsi"/>
              </w:rPr>
              <w:t>:</w:t>
            </w:r>
          </w:p>
          <w:p w:rsidR="00BA475F" w:rsidRPr="00CB51BD" w:rsidRDefault="00466796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</w:t>
            </w:r>
            <w:r w:rsidR="00BA475F" w:rsidRPr="00CB51BD">
              <w:rPr>
                <w:rFonts w:asciiTheme="minorHAnsi" w:hAnsiTheme="minorHAnsi" w:cstheme="minorHAnsi"/>
              </w:rPr>
              <w:t>…………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466796" w:rsidRDefault="00466796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466796" w:rsidRPr="00CB51BD" w:rsidRDefault="00466796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CF0518" w:rsidRPr="00CB51BD" w:rsidRDefault="00BA475F" w:rsidP="00EA63EC">
            <w:pPr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Θέμα: «</w:t>
            </w:r>
            <w:r w:rsidR="00CF0518" w:rsidRPr="00CB51BD">
              <w:rPr>
                <w:rFonts w:asciiTheme="minorHAnsi" w:hAnsiTheme="minorHAnsi" w:cstheme="minorHAnsi"/>
                <w:b/>
              </w:rPr>
              <w:t xml:space="preserve">Εκδήλωση ενδιαφέροντος για θέση </w:t>
            </w:r>
          </w:p>
          <w:p w:rsidR="00BA475F" w:rsidRPr="00CB51BD" w:rsidRDefault="00466796" w:rsidP="00EA63E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        </w:t>
            </w:r>
            <w:r w:rsidRPr="00466796">
              <w:rPr>
                <w:rFonts w:asciiTheme="minorHAnsi" w:hAnsiTheme="minorHAnsi" w:cstheme="minorHAnsi"/>
                <w:b/>
              </w:rPr>
              <w:t>Προϊσταμένης /Προϊστ</w:t>
            </w:r>
            <w:r w:rsidR="00870E70">
              <w:rPr>
                <w:rFonts w:asciiTheme="minorHAnsi" w:hAnsiTheme="minorHAnsi" w:cstheme="minorHAnsi"/>
                <w:b/>
              </w:rPr>
              <w:t>άμενου</w:t>
            </w:r>
            <w:r w:rsidR="00BA475F" w:rsidRPr="00CB51BD">
              <w:rPr>
                <w:rFonts w:asciiTheme="minorHAnsi" w:hAnsiTheme="minorHAnsi" w:cstheme="minorHAnsi"/>
                <w:b/>
              </w:rPr>
              <w:t>»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870E70" w:rsidP="00EA63EC">
            <w:pPr>
              <w:ind w:right="3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="00F85695" w:rsidRPr="00CB51BD">
              <w:rPr>
                <w:rFonts w:asciiTheme="minorHAnsi" w:hAnsiTheme="minorHAnsi" w:cstheme="minorHAnsi"/>
              </w:rPr>
              <w:t>Θεσσαλονίκη</w:t>
            </w:r>
            <w:r w:rsidR="00CB51BD" w:rsidRPr="00CB51BD">
              <w:rPr>
                <w:rFonts w:asciiTheme="minorHAnsi" w:hAnsiTheme="minorHAnsi" w:cstheme="minorHAnsi"/>
              </w:rPr>
              <w:t>,</w:t>
            </w:r>
            <w:r w:rsidR="00F85695" w:rsidRPr="00CB51BD">
              <w:rPr>
                <w:rFonts w:asciiTheme="minorHAnsi" w:hAnsiTheme="minorHAnsi" w:cstheme="minorHAnsi"/>
              </w:rPr>
              <w:t xml:space="preserve">  </w:t>
            </w:r>
            <w:r w:rsidR="00BA475F" w:rsidRPr="00CB51BD">
              <w:rPr>
                <w:rFonts w:asciiTheme="minorHAnsi" w:hAnsiTheme="minorHAnsi" w:cstheme="minorHAnsi"/>
              </w:rPr>
              <w:t>……………</w:t>
            </w:r>
            <w:r w:rsidR="00A044AF">
              <w:rPr>
                <w:rFonts w:asciiTheme="minorHAnsi" w:hAnsiTheme="minorHAnsi" w:cstheme="minorHAnsi"/>
              </w:rPr>
              <w:t>..</w:t>
            </w:r>
            <w:r w:rsidR="00BA475F" w:rsidRPr="00CB51BD">
              <w:rPr>
                <w:rFonts w:asciiTheme="minorHAnsi" w:hAnsiTheme="minorHAnsi" w:cstheme="minorHAnsi"/>
              </w:rPr>
              <w:t>……….20</w:t>
            </w:r>
            <w:r w:rsidR="003A3E69" w:rsidRPr="00CB51BD">
              <w:rPr>
                <w:rFonts w:asciiTheme="minorHAnsi" w:hAnsiTheme="minorHAnsi" w:cstheme="minorHAnsi"/>
              </w:rPr>
              <w:t>23</w:t>
            </w:r>
          </w:p>
          <w:p w:rsidR="00BA475F" w:rsidRPr="00CB51BD" w:rsidRDefault="00BA475F" w:rsidP="00F85695">
            <w:pPr>
              <w:ind w:right="-6230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05" w:type="dxa"/>
            <w:gridSpan w:val="2"/>
          </w:tcPr>
          <w:p w:rsidR="00BA475F" w:rsidRDefault="00CF2426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            </w:t>
            </w:r>
            <w:r w:rsidR="00BA475F" w:rsidRPr="003653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  <w:r w:rsidR="00BA475F" w:rsidRPr="00CF0518">
              <w:rPr>
                <w:rFonts w:asciiTheme="minorHAnsi" w:hAnsiTheme="minorHAnsi" w:cstheme="minorHAnsi"/>
                <w:b/>
              </w:rPr>
              <w:t xml:space="preserve">: </w:t>
            </w:r>
          </w:p>
          <w:p w:rsidR="00CB51BD" w:rsidRPr="00CF0518" w:rsidRDefault="00CB51BD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</w:p>
          <w:p w:rsidR="00BA475F" w:rsidRPr="00CF0518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3653AE" w:rsidRDefault="00BA475F" w:rsidP="00CF0518">
            <w:pPr>
              <w:spacing w:line="276" w:lineRule="auto"/>
              <w:ind w:right="31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  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Τοπικό Συμβούλιο </w:t>
            </w:r>
            <w:r w:rsidR="00CB51BD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Επιλογής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Π.Ε. Ανατ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ολικής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Θεσ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σαλονίκης</w:t>
            </w: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CF0518" w:rsidRPr="00CF0518" w:rsidRDefault="00CF0518" w:rsidP="00CB51BD">
            <w:pPr>
              <w:pStyle w:val="1"/>
              <w:ind w:left="0" w:right="711" w:firstLine="0"/>
              <w:jc w:val="both"/>
              <w:rPr>
                <w:rFonts w:ascii="Calibri" w:hAnsi="Calibri" w:cs="Calibri"/>
                <w:b w:val="0"/>
                <w:sz w:val="28"/>
                <w:szCs w:val="28"/>
              </w:rPr>
            </w:pP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>Ε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κδήλωση ενδιαφέροντος για θέση </w:t>
            </w:r>
            <w:r w:rsidR="00466796">
              <w:rPr>
                <w:rFonts w:asciiTheme="minorHAnsi" w:hAnsiTheme="minorHAnsi" w:cstheme="minorHAnsi"/>
                <w:b w:val="0"/>
                <w:sz w:val="28"/>
                <w:szCs w:val="28"/>
              </w:rPr>
              <w:t>Προϊσταμένης /Προϊστ</w:t>
            </w:r>
            <w:r w:rsidR="00870E70">
              <w:rPr>
                <w:rFonts w:asciiTheme="minorHAnsi" w:hAnsiTheme="minorHAnsi" w:cstheme="minorHAnsi"/>
                <w:b w:val="0"/>
                <w:sz w:val="28"/>
                <w:szCs w:val="28"/>
              </w:rPr>
              <w:t>άμενου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 σε σχολική μονάδα της Διεύθυνσης </w:t>
            </w: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>Π</w:t>
            </w:r>
            <w:r w:rsidRPr="00CF0518">
              <w:rPr>
                <w:rFonts w:asciiTheme="minorHAnsi" w:hAnsiTheme="minorHAnsi" w:cstheme="minorHAnsi"/>
                <w:b w:val="0"/>
                <w:sz w:val="28"/>
                <w:szCs w:val="28"/>
              </w:rPr>
              <w:t>.Ε.</w:t>
            </w: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 xml:space="preserve"> </w:t>
            </w:r>
            <w:r w:rsidRPr="00CF0518">
              <w:rPr>
                <w:rFonts w:asciiTheme="minorHAnsi" w:hAnsiTheme="minorHAnsi" w:cstheme="minorHAnsi"/>
                <w:b w:val="0"/>
                <w:sz w:val="28"/>
                <w:szCs w:val="28"/>
              </w:rPr>
              <w:t>Α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νατολικής Θεσσαλονίκης.</w:t>
            </w:r>
          </w:p>
          <w:p w:rsidR="00BA475F" w:rsidRPr="00CF0518" w:rsidRDefault="00BA475F" w:rsidP="00CB51BD">
            <w:p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14AE9" w:rsidRDefault="00BA475F" w:rsidP="00870E70">
            <w:pPr>
              <w:spacing w:line="360" w:lineRule="auto"/>
              <w:ind w:right="88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>Συνημμένα</w:t>
            </w:r>
            <w:r w:rsidR="00C34032">
              <w:rPr>
                <w:rFonts w:asciiTheme="minorHAnsi" w:hAnsiTheme="minorHAnsi" w:cstheme="minorHAnsi"/>
                <w:sz w:val="28"/>
                <w:szCs w:val="28"/>
              </w:rPr>
              <w:t xml:space="preserve"> υποβάλλω 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τα </w:t>
            </w:r>
            <w:r w:rsidR="00670694">
              <w:rPr>
                <w:rFonts w:asciiTheme="minorHAnsi" w:hAnsiTheme="minorHAnsi" w:cstheme="minorHAnsi"/>
                <w:sz w:val="28"/>
                <w:szCs w:val="28"/>
              </w:rPr>
              <w:t>παρακάτω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δικαιολογητικά: </w:t>
            </w:r>
          </w:p>
          <w:p w:rsidR="00870E70" w:rsidRPr="00CF0518" w:rsidRDefault="00870E70" w:rsidP="00870E70">
            <w:pPr>
              <w:spacing w:line="360" w:lineRule="auto"/>
              <w:ind w:right="88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A3E69" w:rsidRPr="000C58DB" w:rsidRDefault="00014AE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55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Βιογραφικό σημείωμα</w:t>
            </w:r>
          </w:p>
          <w:p w:rsidR="000C58DB" w:rsidRDefault="003A3E69" w:rsidP="00CB51BD">
            <w:pPr>
              <w:pStyle w:val="a8"/>
              <w:numPr>
                <w:ilvl w:val="0"/>
                <w:numId w:val="5"/>
              </w:numPr>
              <w:spacing w:line="480" w:lineRule="auto"/>
              <w:ind w:right="-4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14AE9">
              <w:rPr>
                <w:rFonts w:asciiTheme="minorHAnsi" w:hAnsiTheme="minorHAnsi" w:cstheme="minorHAnsi"/>
                <w:sz w:val="28"/>
                <w:szCs w:val="28"/>
              </w:rPr>
              <w:t>Πιστοποιητικό υπηρεσιακών μεταβολών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0C58DB" w:rsidRDefault="003A3E6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C58DB">
              <w:rPr>
                <w:rFonts w:asciiTheme="minorHAnsi" w:hAnsiTheme="minorHAnsi" w:cstheme="minorHAnsi"/>
                <w:sz w:val="28"/>
                <w:szCs w:val="28"/>
              </w:rPr>
              <w:t>Τ.Π.Ε.</w:t>
            </w:r>
          </w:p>
          <w:p w:rsidR="003A3E69" w:rsidRPr="000C58DB" w:rsidRDefault="000C58DB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C58DB">
              <w:rPr>
                <w:rFonts w:asciiTheme="minorHAnsi" w:hAnsiTheme="minorHAnsi" w:cstheme="minorHAnsi"/>
                <w:sz w:val="28"/>
                <w:szCs w:val="28"/>
              </w:rPr>
              <w:t xml:space="preserve">Υπεύθυνη Δήλωση </w:t>
            </w:r>
          </w:p>
          <w:p w:rsidR="003A3E69" w:rsidRPr="00CF0518" w:rsidRDefault="003A3E69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0518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CB51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6706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6796" w:rsidRDefault="00466796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6796" w:rsidRPr="00CF0518" w:rsidRDefault="00466796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B51BD" w:rsidRDefault="00BA475F" w:rsidP="00EA63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Ο/Η  Αιτών/ούσα</w:t>
            </w: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...............................</w:t>
            </w:r>
          </w:p>
        </w:tc>
      </w:tr>
      <w:tr w:rsidR="00BA475F" w:rsidRPr="00012677" w:rsidTr="00014AE9">
        <w:trPr>
          <w:gridAfter w:val="1"/>
          <w:wAfter w:w="301" w:type="dxa"/>
          <w:trHeight w:val="292"/>
        </w:trPr>
        <w:tc>
          <w:tcPr>
            <w:tcW w:w="4786" w:type="dxa"/>
          </w:tcPr>
          <w:p w:rsidR="00BA475F" w:rsidRPr="00012677" w:rsidRDefault="00BA475F" w:rsidP="00EA63EC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404" w:type="dxa"/>
          </w:tcPr>
          <w:p w:rsidR="00BA475F" w:rsidRPr="00012677" w:rsidRDefault="00BA475F" w:rsidP="00EA63EC">
            <w:pPr>
              <w:rPr>
                <w:rFonts w:ascii="Verdana" w:hAnsi="Verdana"/>
              </w:rPr>
            </w:pPr>
          </w:p>
        </w:tc>
      </w:tr>
    </w:tbl>
    <w:p w:rsidR="008063CC" w:rsidRPr="00393D0F" w:rsidRDefault="008063CC" w:rsidP="00393D0F">
      <w:pPr>
        <w:ind w:firstLine="720"/>
        <w:rPr>
          <w:rFonts w:ascii="Arial" w:hAnsi="Arial" w:cs="Arial"/>
          <w:sz w:val="22"/>
          <w:szCs w:val="22"/>
        </w:rPr>
      </w:pPr>
    </w:p>
    <w:sectPr w:rsidR="008063CC" w:rsidRPr="00393D0F" w:rsidSect="00675B27">
      <w:footerReference w:type="even" r:id="rId7"/>
      <w:footerReference w:type="default" r:id="rId8"/>
      <w:pgSz w:w="11906" w:h="16838"/>
      <w:pgMar w:top="851" w:right="1080" w:bottom="1135" w:left="1080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DE4" w:rsidRDefault="001E3DE4">
      <w:r>
        <w:separator/>
      </w:r>
    </w:p>
  </w:endnote>
  <w:endnote w:type="continuationSeparator" w:id="0">
    <w:p w:rsidR="001E3DE4" w:rsidRDefault="001E3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B124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044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0440">
      <w:rPr>
        <w:rStyle w:val="a4"/>
        <w:noProof/>
      </w:rPr>
      <w:t>1</w:t>
    </w:r>
    <w:r>
      <w:rPr>
        <w:rStyle w:val="a4"/>
      </w:rPr>
      <w:fldChar w:fldCharType="end"/>
    </w:r>
  </w:p>
  <w:p w:rsidR="00190440" w:rsidRDefault="0019044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B124C7">
    <w:pPr>
      <w:pStyle w:val="a3"/>
      <w:framePr w:wrap="around" w:vAnchor="text" w:hAnchor="margin" w:xAlign="center" w:y="1"/>
      <w:rPr>
        <w:rStyle w:val="a4"/>
        <w:rFonts w:ascii="Arial" w:hAnsi="Arial"/>
        <w:sz w:val="24"/>
      </w:rPr>
    </w:pPr>
    <w:r>
      <w:rPr>
        <w:rStyle w:val="a4"/>
        <w:rFonts w:ascii="Arial" w:hAnsi="Arial"/>
        <w:sz w:val="24"/>
      </w:rPr>
      <w:fldChar w:fldCharType="begin"/>
    </w:r>
    <w:r w:rsidR="00190440">
      <w:rPr>
        <w:rStyle w:val="a4"/>
        <w:rFonts w:ascii="Arial" w:hAnsi="Arial"/>
        <w:sz w:val="24"/>
      </w:rPr>
      <w:instrText xml:space="preserve">PAGE  </w:instrText>
    </w:r>
    <w:r>
      <w:rPr>
        <w:rStyle w:val="a4"/>
        <w:rFonts w:ascii="Arial" w:hAnsi="Arial"/>
        <w:sz w:val="24"/>
      </w:rPr>
      <w:fldChar w:fldCharType="separate"/>
    </w:r>
    <w:r w:rsidR="00014AE9">
      <w:rPr>
        <w:rStyle w:val="a4"/>
        <w:rFonts w:ascii="Arial" w:hAnsi="Arial"/>
        <w:noProof/>
        <w:sz w:val="24"/>
      </w:rPr>
      <w:t>2</w:t>
    </w:r>
    <w:r>
      <w:rPr>
        <w:rStyle w:val="a4"/>
        <w:rFonts w:ascii="Arial" w:hAnsi="Arial"/>
        <w:sz w:val="24"/>
      </w:rPr>
      <w:fldChar w:fldCharType="end"/>
    </w:r>
  </w:p>
  <w:p w:rsidR="00190440" w:rsidRDefault="0019044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DE4" w:rsidRDefault="001E3DE4">
      <w:r>
        <w:separator/>
      </w:r>
    </w:p>
  </w:footnote>
  <w:footnote w:type="continuationSeparator" w:id="0">
    <w:p w:rsidR="001E3DE4" w:rsidRDefault="001E3D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0D9D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63A2D"/>
    <w:multiLevelType w:val="hybridMultilevel"/>
    <w:tmpl w:val="2F20329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228A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D76"/>
    <w:multiLevelType w:val="hybridMultilevel"/>
    <w:tmpl w:val="F0908920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6F1506F"/>
    <w:multiLevelType w:val="hybridMultilevel"/>
    <w:tmpl w:val="D24410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7D3"/>
    <w:rsid w:val="00004B8A"/>
    <w:rsid w:val="00004F91"/>
    <w:rsid w:val="0001281A"/>
    <w:rsid w:val="00014AE9"/>
    <w:rsid w:val="00045B7C"/>
    <w:rsid w:val="000645A7"/>
    <w:rsid w:val="000722D0"/>
    <w:rsid w:val="00073141"/>
    <w:rsid w:val="000C58DB"/>
    <w:rsid w:val="000D0929"/>
    <w:rsid w:val="000E2776"/>
    <w:rsid w:val="000F07A0"/>
    <w:rsid w:val="000F174C"/>
    <w:rsid w:val="001002BF"/>
    <w:rsid w:val="00102301"/>
    <w:rsid w:val="001107B5"/>
    <w:rsid w:val="00120369"/>
    <w:rsid w:val="00130EA6"/>
    <w:rsid w:val="00131645"/>
    <w:rsid w:val="00132871"/>
    <w:rsid w:val="001415E3"/>
    <w:rsid w:val="00151B14"/>
    <w:rsid w:val="001537BA"/>
    <w:rsid w:val="0015489A"/>
    <w:rsid w:val="0016762B"/>
    <w:rsid w:val="00190440"/>
    <w:rsid w:val="00194DFC"/>
    <w:rsid w:val="0019575C"/>
    <w:rsid w:val="00195F4D"/>
    <w:rsid w:val="001B6411"/>
    <w:rsid w:val="001B6BA9"/>
    <w:rsid w:val="001B794B"/>
    <w:rsid w:val="001C55BC"/>
    <w:rsid w:val="001C5789"/>
    <w:rsid w:val="001D0A80"/>
    <w:rsid w:val="001E21D2"/>
    <w:rsid w:val="001E3DE4"/>
    <w:rsid w:val="001F1845"/>
    <w:rsid w:val="001F4297"/>
    <w:rsid w:val="001F5B67"/>
    <w:rsid w:val="0022299A"/>
    <w:rsid w:val="00240187"/>
    <w:rsid w:val="0026632E"/>
    <w:rsid w:val="002838DF"/>
    <w:rsid w:val="00284192"/>
    <w:rsid w:val="002876B7"/>
    <w:rsid w:val="0029451C"/>
    <w:rsid w:val="002A0135"/>
    <w:rsid w:val="002A6938"/>
    <w:rsid w:val="002B72EB"/>
    <w:rsid w:val="002B764E"/>
    <w:rsid w:val="002D00C6"/>
    <w:rsid w:val="00300117"/>
    <w:rsid w:val="003032C2"/>
    <w:rsid w:val="00303D89"/>
    <w:rsid w:val="00321BDB"/>
    <w:rsid w:val="00321FD9"/>
    <w:rsid w:val="00352954"/>
    <w:rsid w:val="00355039"/>
    <w:rsid w:val="00356C2F"/>
    <w:rsid w:val="003653AE"/>
    <w:rsid w:val="00376F22"/>
    <w:rsid w:val="00381458"/>
    <w:rsid w:val="00386A57"/>
    <w:rsid w:val="00393D0F"/>
    <w:rsid w:val="00394774"/>
    <w:rsid w:val="003A1564"/>
    <w:rsid w:val="003A3E69"/>
    <w:rsid w:val="003A6974"/>
    <w:rsid w:val="003C5091"/>
    <w:rsid w:val="00401595"/>
    <w:rsid w:val="00407182"/>
    <w:rsid w:val="0041368D"/>
    <w:rsid w:val="00413FFB"/>
    <w:rsid w:val="004158D5"/>
    <w:rsid w:val="00421DC7"/>
    <w:rsid w:val="004247ED"/>
    <w:rsid w:val="00433029"/>
    <w:rsid w:val="00461891"/>
    <w:rsid w:val="00466796"/>
    <w:rsid w:val="004875CD"/>
    <w:rsid w:val="00490E7F"/>
    <w:rsid w:val="004973E4"/>
    <w:rsid w:val="004A3CC6"/>
    <w:rsid w:val="004B12B4"/>
    <w:rsid w:val="004B7185"/>
    <w:rsid w:val="004B7DA7"/>
    <w:rsid w:val="004D0086"/>
    <w:rsid w:val="004D5024"/>
    <w:rsid w:val="00502A62"/>
    <w:rsid w:val="00507B35"/>
    <w:rsid w:val="005105C4"/>
    <w:rsid w:val="0052048B"/>
    <w:rsid w:val="005204D4"/>
    <w:rsid w:val="005230C6"/>
    <w:rsid w:val="005377A4"/>
    <w:rsid w:val="005522EF"/>
    <w:rsid w:val="00557135"/>
    <w:rsid w:val="00557E91"/>
    <w:rsid w:val="00564265"/>
    <w:rsid w:val="00570834"/>
    <w:rsid w:val="00570D88"/>
    <w:rsid w:val="005745CC"/>
    <w:rsid w:val="00577E1E"/>
    <w:rsid w:val="005903E1"/>
    <w:rsid w:val="005967EE"/>
    <w:rsid w:val="005D1540"/>
    <w:rsid w:val="005D4F78"/>
    <w:rsid w:val="005D7A40"/>
    <w:rsid w:val="005E0786"/>
    <w:rsid w:val="005E3D55"/>
    <w:rsid w:val="005F404F"/>
    <w:rsid w:val="005F5A24"/>
    <w:rsid w:val="00601818"/>
    <w:rsid w:val="00602608"/>
    <w:rsid w:val="0060522D"/>
    <w:rsid w:val="0061383F"/>
    <w:rsid w:val="0061456A"/>
    <w:rsid w:val="00621E51"/>
    <w:rsid w:val="00656DCC"/>
    <w:rsid w:val="00663A20"/>
    <w:rsid w:val="00670694"/>
    <w:rsid w:val="00675B27"/>
    <w:rsid w:val="00684EB2"/>
    <w:rsid w:val="006863BF"/>
    <w:rsid w:val="00687CF3"/>
    <w:rsid w:val="006A78A5"/>
    <w:rsid w:val="006B195B"/>
    <w:rsid w:val="006D34A5"/>
    <w:rsid w:val="006D3B57"/>
    <w:rsid w:val="006D4BD9"/>
    <w:rsid w:val="006E0001"/>
    <w:rsid w:val="006F4272"/>
    <w:rsid w:val="007000C8"/>
    <w:rsid w:val="0071741D"/>
    <w:rsid w:val="00725307"/>
    <w:rsid w:val="00731657"/>
    <w:rsid w:val="007344F1"/>
    <w:rsid w:val="00742C9B"/>
    <w:rsid w:val="00747AE7"/>
    <w:rsid w:val="00757D4E"/>
    <w:rsid w:val="007715A2"/>
    <w:rsid w:val="007776B6"/>
    <w:rsid w:val="00782B85"/>
    <w:rsid w:val="007A287B"/>
    <w:rsid w:val="007A720A"/>
    <w:rsid w:val="007B48F2"/>
    <w:rsid w:val="008063CC"/>
    <w:rsid w:val="0081337C"/>
    <w:rsid w:val="0082025B"/>
    <w:rsid w:val="00827487"/>
    <w:rsid w:val="00834CC5"/>
    <w:rsid w:val="00870E70"/>
    <w:rsid w:val="00886A28"/>
    <w:rsid w:val="008A46F7"/>
    <w:rsid w:val="008B0FCF"/>
    <w:rsid w:val="008C095F"/>
    <w:rsid w:val="008C5278"/>
    <w:rsid w:val="008D0CD0"/>
    <w:rsid w:val="008E47B8"/>
    <w:rsid w:val="008F1097"/>
    <w:rsid w:val="00906057"/>
    <w:rsid w:val="00923A1B"/>
    <w:rsid w:val="00937D29"/>
    <w:rsid w:val="0095649B"/>
    <w:rsid w:val="00956A0C"/>
    <w:rsid w:val="00957EFF"/>
    <w:rsid w:val="00961304"/>
    <w:rsid w:val="009659DE"/>
    <w:rsid w:val="00971E8D"/>
    <w:rsid w:val="00983A19"/>
    <w:rsid w:val="009849E6"/>
    <w:rsid w:val="00992F12"/>
    <w:rsid w:val="00994307"/>
    <w:rsid w:val="009B207B"/>
    <w:rsid w:val="009B7B72"/>
    <w:rsid w:val="009C1914"/>
    <w:rsid w:val="009D0F22"/>
    <w:rsid w:val="009D730F"/>
    <w:rsid w:val="009E027D"/>
    <w:rsid w:val="009E33DD"/>
    <w:rsid w:val="009E5080"/>
    <w:rsid w:val="009F1666"/>
    <w:rsid w:val="00A00EFF"/>
    <w:rsid w:val="00A044AF"/>
    <w:rsid w:val="00A10A29"/>
    <w:rsid w:val="00A1118B"/>
    <w:rsid w:val="00A1517F"/>
    <w:rsid w:val="00A169D2"/>
    <w:rsid w:val="00A178DB"/>
    <w:rsid w:val="00A3509D"/>
    <w:rsid w:val="00A42DB5"/>
    <w:rsid w:val="00A50445"/>
    <w:rsid w:val="00A559A6"/>
    <w:rsid w:val="00A75B01"/>
    <w:rsid w:val="00AA6C77"/>
    <w:rsid w:val="00AC33FB"/>
    <w:rsid w:val="00AD3B25"/>
    <w:rsid w:val="00AE3BBE"/>
    <w:rsid w:val="00AF663A"/>
    <w:rsid w:val="00B004AD"/>
    <w:rsid w:val="00B124C7"/>
    <w:rsid w:val="00B14705"/>
    <w:rsid w:val="00B16B8D"/>
    <w:rsid w:val="00B57392"/>
    <w:rsid w:val="00B63BBB"/>
    <w:rsid w:val="00B81633"/>
    <w:rsid w:val="00B825F9"/>
    <w:rsid w:val="00BA475F"/>
    <w:rsid w:val="00BB1D8D"/>
    <w:rsid w:val="00BB3095"/>
    <w:rsid w:val="00BB68D5"/>
    <w:rsid w:val="00BC7CFE"/>
    <w:rsid w:val="00BD3323"/>
    <w:rsid w:val="00C06689"/>
    <w:rsid w:val="00C10E58"/>
    <w:rsid w:val="00C16B87"/>
    <w:rsid w:val="00C218C6"/>
    <w:rsid w:val="00C26A6C"/>
    <w:rsid w:val="00C34032"/>
    <w:rsid w:val="00C46833"/>
    <w:rsid w:val="00C50017"/>
    <w:rsid w:val="00C50503"/>
    <w:rsid w:val="00C55CF4"/>
    <w:rsid w:val="00C6686B"/>
    <w:rsid w:val="00C75EA9"/>
    <w:rsid w:val="00C84AA4"/>
    <w:rsid w:val="00CA4AAA"/>
    <w:rsid w:val="00CB51BD"/>
    <w:rsid w:val="00CC0473"/>
    <w:rsid w:val="00CD7BE2"/>
    <w:rsid w:val="00CE2A92"/>
    <w:rsid w:val="00CE53EC"/>
    <w:rsid w:val="00CE6F75"/>
    <w:rsid w:val="00CF034A"/>
    <w:rsid w:val="00CF0518"/>
    <w:rsid w:val="00CF2426"/>
    <w:rsid w:val="00CF5ABA"/>
    <w:rsid w:val="00D15DA2"/>
    <w:rsid w:val="00D346C6"/>
    <w:rsid w:val="00D4052A"/>
    <w:rsid w:val="00D63A5A"/>
    <w:rsid w:val="00D711BB"/>
    <w:rsid w:val="00D74A10"/>
    <w:rsid w:val="00D81972"/>
    <w:rsid w:val="00D82C6F"/>
    <w:rsid w:val="00D91AF0"/>
    <w:rsid w:val="00DA514B"/>
    <w:rsid w:val="00DA5CEB"/>
    <w:rsid w:val="00DE3031"/>
    <w:rsid w:val="00DE3E9A"/>
    <w:rsid w:val="00E042F4"/>
    <w:rsid w:val="00E057D3"/>
    <w:rsid w:val="00E3150B"/>
    <w:rsid w:val="00E34E11"/>
    <w:rsid w:val="00E4783C"/>
    <w:rsid w:val="00E505D7"/>
    <w:rsid w:val="00E510F7"/>
    <w:rsid w:val="00E63C2F"/>
    <w:rsid w:val="00E63CAB"/>
    <w:rsid w:val="00E64E92"/>
    <w:rsid w:val="00E859B4"/>
    <w:rsid w:val="00E87A5F"/>
    <w:rsid w:val="00EA2C8E"/>
    <w:rsid w:val="00EB2A57"/>
    <w:rsid w:val="00EB3B52"/>
    <w:rsid w:val="00EC231E"/>
    <w:rsid w:val="00EF0BA6"/>
    <w:rsid w:val="00F00FD8"/>
    <w:rsid w:val="00F0513B"/>
    <w:rsid w:val="00F064F3"/>
    <w:rsid w:val="00F20CEA"/>
    <w:rsid w:val="00F26DD5"/>
    <w:rsid w:val="00F45C01"/>
    <w:rsid w:val="00F46EF9"/>
    <w:rsid w:val="00F70D19"/>
    <w:rsid w:val="00F77A59"/>
    <w:rsid w:val="00F85695"/>
    <w:rsid w:val="00F9565E"/>
    <w:rsid w:val="00FC3A13"/>
    <w:rsid w:val="00FC5D47"/>
    <w:rsid w:val="00FD12C9"/>
    <w:rsid w:val="00FE67E1"/>
    <w:rsid w:val="00FE6F1F"/>
    <w:rsid w:val="00FF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73"/>
    <w:rPr>
      <w:sz w:val="24"/>
      <w:szCs w:val="24"/>
    </w:rPr>
  </w:style>
  <w:style w:type="paragraph" w:styleId="1">
    <w:name w:val="heading 1"/>
    <w:basedOn w:val="a"/>
    <w:next w:val="a"/>
    <w:qFormat/>
    <w:rsid w:val="00CC0473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qFormat/>
    <w:rsid w:val="006D3B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C0473"/>
    <w:pPr>
      <w:keepNext/>
      <w:outlineLvl w:val="3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0473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  <w:rsid w:val="00CC0473"/>
  </w:style>
  <w:style w:type="paragraph" w:styleId="a5">
    <w:name w:val="Body Text Indent"/>
    <w:basedOn w:val="a"/>
    <w:rsid w:val="00CC0473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paragraph" w:styleId="a6">
    <w:name w:val="caption"/>
    <w:basedOn w:val="a"/>
    <w:next w:val="a"/>
    <w:qFormat/>
    <w:rsid w:val="00CC0473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7">
    <w:name w:val="Balloon Text"/>
    <w:basedOn w:val="a"/>
    <w:semiHidden/>
    <w:rsid w:val="002A013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130EA6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130EA6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D74A1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A3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917;&#960;&#953;&#966;&#940;&#957;&#949;&#953;&#945;%20&#949;&#961;&#947;&#945;&#963;&#943;&#945;&#962;\&#929;&#927;&#933;&#923;&#913;\&#913;&#957;&#964;&#943;&#947;&#961;&#945;&#966;&#959;%20&#945;&#960;&#972;%20&#928;&#921;&#931;&#932;&#927;&#928;.%20&#933;&#928;&#919;&#929;.%20&#924;&#917;&#932;.%20&#934;&#927;&#929;&#924;&#91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Αντίγραφο από ΠΙΣΤΟΠ. ΥΠΗΡ. ΜΕΤ. ΦΟΡΜΑ.dot</Template>
  <TotalTime>4</TotalTime>
  <Pages>1</Pages>
  <Words>71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yppeth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2023-09-19T10:54:00Z</cp:lastPrinted>
  <dcterms:created xsi:type="dcterms:W3CDTF">2023-09-19T11:12:00Z</dcterms:created>
  <dcterms:modified xsi:type="dcterms:W3CDTF">2023-09-20T08:42:00Z</dcterms:modified>
</cp:coreProperties>
</file>