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A05A6F">
      <w:pPr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E71992">
        <w:trPr>
          <w:trHeight w:val="732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45pt;height:33.55pt" o:ole="">
                  <v:imagedata r:id="rId8" o:title=""/>
                </v:shape>
                <o:OLEObject Type="Embed" ProgID="PBrush" ShapeID="_x0000_i1025" DrawAspect="Content" ObjectID="_1537004770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A761A3" w:rsidRPr="009E7633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761A3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, ΕΡΕΥΝΑΣ&amp;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825D86" w:rsidP="00924555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Θεσσαλονίκη</w:t>
            </w:r>
            <w:r w:rsidR="000D6321">
              <w:rPr>
                <w:rFonts w:ascii="Calibri" w:hAnsi="Calibri"/>
                <w:sz w:val="22"/>
                <w:szCs w:val="22"/>
                <w:lang w:val="el-GR"/>
              </w:rPr>
              <w:t>,  3/10/2016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1936A8" w:rsidRDefault="00A05A6F" w:rsidP="00924555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</w:t>
            </w:r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Πρωτ</w:t>
            </w:r>
            <w:proofErr w:type="spellEnd"/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. :</w:t>
            </w:r>
            <w:r w:rsidR="000D6321">
              <w:rPr>
                <w:rFonts w:ascii="Calibri" w:hAnsi="Calibri"/>
                <w:sz w:val="22"/>
                <w:szCs w:val="22"/>
                <w:lang w:val="el-GR"/>
              </w:rPr>
              <w:t xml:space="preserve">  25941</w:t>
            </w: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E71992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E7633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E95696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E95696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F602C" w:rsidRDefault="00A05A6F" w:rsidP="00A05A6F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ντές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>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ντριες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 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Δημ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. 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F602C" w:rsidRDefault="004A0E1A" w:rsidP="00A05A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</w:t>
            </w:r>
            <w:r w:rsidR="00A05A6F" w:rsidRPr="00DF602C">
              <w:rPr>
                <w:rFonts w:asciiTheme="minorHAnsi" w:hAnsiTheme="minorHAnsi"/>
                <w:lang w:val="el-GR"/>
              </w:rPr>
              <w:t>Προϊσταμένες/ους Νηπιαγωγείων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05A6F" w:rsidRPr="00DF602C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Ιωάννης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ind w:firstLine="0"/>
              <w:rPr>
                <w:rFonts w:ascii="Times New Roman" w:hAnsi="Times New Roman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οιν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: 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Αρχείο</w:t>
            </w:r>
          </w:p>
        </w:tc>
      </w:tr>
      <w:tr w:rsidR="00A05A6F" w:rsidRPr="00503BFA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9E763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4A0E1A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752B33" w:rsidRPr="009E7633" w:rsidRDefault="00752B33" w:rsidP="001B4C47">
      <w:pPr>
        <w:spacing w:line="276" w:lineRule="auto"/>
        <w:ind w:right="-23" w:firstLine="0"/>
        <w:rPr>
          <w:rFonts w:ascii="Calibri" w:hAnsi="Calibri"/>
          <w:b/>
          <w:szCs w:val="24"/>
          <w:lang w:val="el-GR"/>
        </w:rPr>
      </w:pPr>
    </w:p>
    <w:p w:rsidR="00E71992" w:rsidRDefault="002C54FF" w:rsidP="00E71992">
      <w:pPr>
        <w:spacing w:after="0"/>
        <w:ind w:firstLine="0"/>
        <w:jc w:val="left"/>
        <w:rPr>
          <w:rFonts w:ascii="Calibri" w:hAnsi="Calibri"/>
          <w:b/>
          <w:szCs w:val="24"/>
          <w:lang w:val="el-GR"/>
        </w:rPr>
      </w:pPr>
      <w:r w:rsidRPr="009E7633">
        <w:rPr>
          <w:rFonts w:ascii="Calibri" w:hAnsi="Calibri"/>
          <w:b/>
          <w:szCs w:val="24"/>
          <w:lang w:val="el-GR"/>
        </w:rPr>
        <w:t xml:space="preserve">Θέμα: </w:t>
      </w:r>
      <w:r w:rsidR="00DF602C">
        <w:rPr>
          <w:rFonts w:ascii="Calibri" w:hAnsi="Calibri"/>
          <w:b/>
          <w:szCs w:val="24"/>
          <w:lang w:val="el-GR"/>
        </w:rPr>
        <w:t>«</w:t>
      </w:r>
      <w:r w:rsidR="00AD6D1E">
        <w:rPr>
          <w:rFonts w:ascii="Calibri" w:hAnsi="Calibri"/>
          <w:b/>
          <w:szCs w:val="24"/>
          <w:lang w:val="el-GR"/>
        </w:rPr>
        <w:t xml:space="preserve"> Ενημέρωση για τη δράση της </w:t>
      </w:r>
      <w:r w:rsidR="00AD6D1E" w:rsidRPr="00AD6D1E">
        <w:rPr>
          <w:rFonts w:asciiTheme="minorHAnsi" w:hAnsiTheme="minorHAnsi"/>
          <w:b/>
          <w:szCs w:val="24"/>
          <w:lang w:val="el-GR"/>
        </w:rPr>
        <w:t>ΚΙΜΟΨΥΠΕ</w:t>
      </w:r>
      <w:r w:rsidR="00AD6D1E">
        <w:rPr>
          <w:rFonts w:ascii="Calibri" w:hAnsi="Calibri"/>
          <w:b/>
          <w:szCs w:val="24"/>
          <w:lang w:val="el-GR"/>
        </w:rPr>
        <w:t xml:space="preserve"> </w:t>
      </w:r>
      <w:r w:rsidR="00992E4C">
        <w:rPr>
          <w:rFonts w:ascii="Calibri" w:hAnsi="Calibri"/>
          <w:b/>
          <w:szCs w:val="24"/>
          <w:lang w:val="el-GR"/>
        </w:rPr>
        <w:t>»</w:t>
      </w:r>
    </w:p>
    <w:p w:rsidR="00A05A6F" w:rsidRDefault="00A05A6F" w:rsidP="00E71992">
      <w:pPr>
        <w:spacing w:after="0"/>
        <w:ind w:firstLine="0"/>
        <w:jc w:val="left"/>
        <w:rPr>
          <w:rFonts w:ascii="Calibri" w:hAnsi="Calibri"/>
          <w:b/>
          <w:szCs w:val="24"/>
          <w:lang w:val="el-GR"/>
        </w:rPr>
      </w:pPr>
      <w:r>
        <w:rPr>
          <w:rFonts w:ascii="Calibri" w:hAnsi="Calibri"/>
          <w:b/>
          <w:szCs w:val="24"/>
          <w:lang w:val="el-GR"/>
        </w:rPr>
        <w:t xml:space="preserve">Σχετικό: </w:t>
      </w:r>
      <w:r w:rsidR="00AD6D1E">
        <w:rPr>
          <w:rFonts w:ascii="Calibri" w:hAnsi="Calibri"/>
          <w:b/>
          <w:szCs w:val="24"/>
          <w:lang w:val="el-GR"/>
        </w:rPr>
        <w:t xml:space="preserve"> Φ20.1/127795/Δ2/ 2-8-2016</w:t>
      </w:r>
    </w:p>
    <w:p w:rsidR="00A05A6F" w:rsidRPr="00AD6D1E" w:rsidRDefault="00A05A6F" w:rsidP="00E71992">
      <w:pPr>
        <w:spacing w:after="0"/>
        <w:ind w:firstLine="0"/>
        <w:jc w:val="left"/>
        <w:rPr>
          <w:rFonts w:ascii="Calibri" w:hAnsi="Calibri"/>
          <w:szCs w:val="24"/>
          <w:lang w:val="el-GR"/>
        </w:rPr>
      </w:pPr>
    </w:p>
    <w:p w:rsidR="00D86EEE" w:rsidRDefault="00D86EEE" w:rsidP="00AD6D1E">
      <w:pPr>
        <w:pStyle w:val="ad"/>
        <w:jc w:val="both"/>
        <w:rPr>
          <w:rFonts w:asciiTheme="minorHAnsi" w:hAnsiTheme="minorHAnsi"/>
          <w:sz w:val="24"/>
          <w:szCs w:val="24"/>
        </w:rPr>
      </w:pPr>
      <w:r w:rsidRPr="00AD6D1E">
        <w:rPr>
          <w:rFonts w:asciiTheme="minorHAnsi" w:hAnsiTheme="minorHAnsi"/>
          <w:sz w:val="24"/>
          <w:szCs w:val="24"/>
        </w:rPr>
        <w:t xml:space="preserve">      </w:t>
      </w:r>
      <w:r w:rsidR="00AD6D1E">
        <w:rPr>
          <w:rFonts w:asciiTheme="minorHAnsi" w:hAnsiTheme="minorHAnsi"/>
          <w:sz w:val="24"/>
          <w:szCs w:val="24"/>
        </w:rPr>
        <w:t xml:space="preserve">    </w:t>
      </w:r>
      <w:r w:rsidRPr="00AD6D1E">
        <w:rPr>
          <w:rFonts w:asciiTheme="minorHAnsi" w:hAnsiTheme="minorHAnsi"/>
          <w:sz w:val="24"/>
          <w:szCs w:val="24"/>
        </w:rPr>
        <w:t xml:space="preserve">  Αποστέλλεται ενημερωτικό έγγραφο </w:t>
      </w:r>
      <w:r w:rsidR="00AD6D1E" w:rsidRPr="00AD6D1E">
        <w:rPr>
          <w:rFonts w:asciiTheme="minorHAnsi" w:hAnsiTheme="minorHAnsi"/>
          <w:sz w:val="24"/>
          <w:szCs w:val="24"/>
        </w:rPr>
        <w:t>της</w:t>
      </w:r>
      <w:r w:rsidRPr="00AD6D1E">
        <w:rPr>
          <w:rFonts w:asciiTheme="minorHAnsi" w:hAnsiTheme="minorHAnsi"/>
          <w:sz w:val="24"/>
          <w:szCs w:val="24"/>
        </w:rPr>
        <w:t xml:space="preserve"> </w:t>
      </w:r>
      <w:r w:rsidRPr="00AD6D1E">
        <w:rPr>
          <w:rFonts w:asciiTheme="minorHAnsi" w:hAnsiTheme="minorHAnsi"/>
          <w:b/>
          <w:sz w:val="24"/>
          <w:szCs w:val="24"/>
        </w:rPr>
        <w:t>Κινητή</w:t>
      </w:r>
      <w:r w:rsidR="00AD6D1E" w:rsidRPr="00AD6D1E">
        <w:rPr>
          <w:rFonts w:asciiTheme="minorHAnsi" w:hAnsiTheme="minorHAnsi"/>
          <w:b/>
          <w:sz w:val="24"/>
          <w:szCs w:val="24"/>
        </w:rPr>
        <w:t>ς</w:t>
      </w:r>
      <w:r w:rsidRPr="00AD6D1E">
        <w:rPr>
          <w:rFonts w:asciiTheme="minorHAnsi" w:hAnsiTheme="minorHAnsi"/>
          <w:b/>
          <w:sz w:val="24"/>
          <w:szCs w:val="24"/>
        </w:rPr>
        <w:t xml:space="preserve"> Μονάδα</w:t>
      </w:r>
      <w:r w:rsidR="00AD6D1E" w:rsidRPr="00AD6D1E">
        <w:rPr>
          <w:rFonts w:asciiTheme="minorHAnsi" w:hAnsiTheme="minorHAnsi"/>
          <w:b/>
          <w:sz w:val="24"/>
          <w:szCs w:val="24"/>
        </w:rPr>
        <w:t>ς</w:t>
      </w:r>
      <w:r w:rsidRPr="00AD6D1E">
        <w:rPr>
          <w:rFonts w:asciiTheme="minorHAnsi" w:hAnsiTheme="minorHAnsi"/>
          <w:b/>
          <w:sz w:val="24"/>
          <w:szCs w:val="24"/>
        </w:rPr>
        <w:t xml:space="preserve"> Ψυχικής Υγείας Παιδιών – Εφήβων του Ψυχιατρικού Νοσοκομείου Θεσσαλονίκης </w:t>
      </w:r>
      <w:r w:rsidR="00AD6D1E" w:rsidRPr="00AD6D1E">
        <w:rPr>
          <w:rFonts w:asciiTheme="minorHAnsi" w:hAnsiTheme="minorHAnsi"/>
          <w:b/>
          <w:sz w:val="24"/>
          <w:szCs w:val="24"/>
        </w:rPr>
        <w:t>(</w:t>
      </w:r>
      <w:r w:rsidRPr="00AD6D1E">
        <w:rPr>
          <w:rFonts w:asciiTheme="minorHAnsi" w:hAnsiTheme="minorHAnsi"/>
          <w:b/>
          <w:sz w:val="24"/>
          <w:szCs w:val="24"/>
        </w:rPr>
        <w:t>ΚΙΜΟΨΥΠΕ</w:t>
      </w:r>
      <w:r w:rsidR="00AD6D1E" w:rsidRPr="00AD6D1E">
        <w:rPr>
          <w:rFonts w:asciiTheme="minorHAnsi" w:hAnsiTheme="minorHAnsi"/>
          <w:sz w:val="24"/>
          <w:szCs w:val="24"/>
        </w:rPr>
        <w:t>) που αφορά τα πλαίσια  δράσης της μονάδας</w:t>
      </w:r>
      <w:r w:rsidR="00AD6D1E">
        <w:rPr>
          <w:rFonts w:asciiTheme="minorHAnsi" w:hAnsiTheme="minorHAnsi"/>
          <w:sz w:val="24"/>
          <w:szCs w:val="24"/>
        </w:rPr>
        <w:t xml:space="preserve">. Έχει δοθεί </w:t>
      </w:r>
      <w:r w:rsidR="00AD6D1E" w:rsidRPr="00AD6D1E">
        <w:rPr>
          <w:rFonts w:asciiTheme="minorHAnsi" w:hAnsiTheme="minorHAnsi"/>
          <w:sz w:val="24"/>
          <w:szCs w:val="24"/>
        </w:rPr>
        <w:t xml:space="preserve">άδεια εισόδου στα σχολεία </w:t>
      </w:r>
      <w:r w:rsidR="00AD6D1E">
        <w:rPr>
          <w:rFonts w:asciiTheme="minorHAnsi" w:hAnsiTheme="minorHAnsi"/>
          <w:sz w:val="24"/>
          <w:szCs w:val="24"/>
        </w:rPr>
        <w:t xml:space="preserve">με την υπ. </w:t>
      </w:r>
      <w:proofErr w:type="spellStart"/>
      <w:r w:rsidR="00AD6D1E">
        <w:rPr>
          <w:rFonts w:asciiTheme="minorHAnsi" w:hAnsiTheme="minorHAnsi"/>
          <w:sz w:val="24"/>
          <w:szCs w:val="24"/>
        </w:rPr>
        <w:t>αρθμ</w:t>
      </w:r>
      <w:proofErr w:type="spellEnd"/>
      <w:r w:rsidR="00AD6D1E">
        <w:rPr>
          <w:rFonts w:asciiTheme="minorHAnsi" w:hAnsiTheme="minorHAnsi"/>
          <w:sz w:val="24"/>
          <w:szCs w:val="24"/>
        </w:rPr>
        <w:t>.</w:t>
      </w:r>
      <w:r w:rsidR="00AD6D1E" w:rsidRPr="00AD6D1E">
        <w:rPr>
          <w:rFonts w:asciiTheme="minorHAnsi" w:hAnsiTheme="minorHAnsi"/>
          <w:sz w:val="24"/>
          <w:szCs w:val="24"/>
        </w:rPr>
        <w:t xml:space="preserve"> Φ20.1/127795/Δ2/ 2-8-2016</w:t>
      </w:r>
      <w:r w:rsidR="00AD6D1E">
        <w:rPr>
          <w:rFonts w:asciiTheme="minorHAnsi" w:hAnsiTheme="minorHAnsi"/>
          <w:sz w:val="24"/>
          <w:szCs w:val="24"/>
        </w:rPr>
        <w:t xml:space="preserve"> έγκριση</w:t>
      </w:r>
      <w:r w:rsidR="00AD6D1E" w:rsidRPr="00AD6D1E">
        <w:rPr>
          <w:rFonts w:asciiTheme="minorHAnsi" w:hAnsiTheme="minorHAnsi"/>
          <w:sz w:val="24"/>
          <w:szCs w:val="24"/>
        </w:rPr>
        <w:t xml:space="preserve"> του Υπουργείου Παιδείας</w:t>
      </w:r>
      <w:r w:rsidR="0000503F">
        <w:rPr>
          <w:rFonts w:asciiTheme="minorHAnsi" w:hAnsiTheme="minorHAnsi"/>
          <w:sz w:val="24"/>
          <w:szCs w:val="24"/>
        </w:rPr>
        <w:t>. Η μονάδα στελεχώνεται από έναν παιδοψυχίατρο, δύο ψυχολόγους και τρεις επισκέπτες ψυχικής υγείας. Βασικοί στόχοι της κινητής μονάδας είναι:</w:t>
      </w:r>
    </w:p>
    <w:p w:rsidR="0000503F" w:rsidRDefault="0000503F" w:rsidP="0000503F">
      <w:pPr>
        <w:pStyle w:val="ad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Πρώιμη παρέμβαση στην προσχολική και σχολική ηλικία</w:t>
      </w:r>
    </w:p>
    <w:p w:rsidR="0000503F" w:rsidRDefault="0000503F" w:rsidP="0000503F">
      <w:pPr>
        <w:pStyle w:val="ad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Αποδοχή ατόμων με ιδιαίτερες δυσκολίες από την κοινότητα</w:t>
      </w:r>
    </w:p>
    <w:p w:rsidR="0000503F" w:rsidRDefault="0000503F" w:rsidP="0000503F">
      <w:pPr>
        <w:pStyle w:val="ad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Ενίσχυση και διαρκής βελτίωση του </w:t>
      </w:r>
      <w:proofErr w:type="spellStart"/>
      <w:r>
        <w:rPr>
          <w:rFonts w:asciiTheme="minorHAnsi" w:hAnsiTheme="minorHAnsi"/>
          <w:sz w:val="24"/>
          <w:szCs w:val="24"/>
        </w:rPr>
        <w:t>γονεϊκού</w:t>
      </w:r>
      <w:proofErr w:type="spellEnd"/>
      <w:r>
        <w:rPr>
          <w:rFonts w:asciiTheme="minorHAnsi" w:hAnsiTheme="minorHAnsi"/>
          <w:sz w:val="24"/>
          <w:szCs w:val="24"/>
        </w:rPr>
        <w:t xml:space="preserve"> ρόλου</w:t>
      </w:r>
    </w:p>
    <w:p w:rsidR="0000503F" w:rsidRPr="00AD6D1E" w:rsidRDefault="0000503F" w:rsidP="0000503F">
      <w:pPr>
        <w:pStyle w:val="ad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Στήριξη </w:t>
      </w:r>
      <w:r w:rsidR="00CB06C4">
        <w:rPr>
          <w:rFonts w:asciiTheme="minorHAnsi" w:hAnsiTheme="minorHAnsi"/>
          <w:sz w:val="24"/>
          <w:szCs w:val="24"/>
        </w:rPr>
        <w:t xml:space="preserve">και «συμπλήρωση» </w:t>
      </w:r>
      <w:r>
        <w:rPr>
          <w:rFonts w:asciiTheme="minorHAnsi" w:hAnsiTheme="minorHAnsi"/>
          <w:sz w:val="24"/>
          <w:szCs w:val="24"/>
        </w:rPr>
        <w:t>των προγραμμάτων Αγωγής Υγείας που υλοποιούνται από τους εκπαιδευτικούς με ημερίδες, ομιλίες,</w:t>
      </w:r>
      <w:r w:rsidR="00CB06C4" w:rsidRPr="00CB06C4">
        <w:rPr>
          <w:rFonts w:asciiTheme="minorHAnsi" w:hAnsiTheme="minorHAnsi"/>
          <w:sz w:val="24"/>
          <w:szCs w:val="24"/>
        </w:rPr>
        <w:t xml:space="preserve"> </w:t>
      </w:r>
      <w:r w:rsidR="00CB06C4">
        <w:rPr>
          <w:rFonts w:asciiTheme="minorHAnsi" w:hAnsiTheme="minorHAnsi"/>
          <w:sz w:val="24"/>
          <w:szCs w:val="24"/>
        </w:rPr>
        <w:t>συμβουλευτικές βιωματικές ομάδες, και</w:t>
      </w:r>
      <w:r>
        <w:rPr>
          <w:rFonts w:asciiTheme="minorHAnsi" w:hAnsiTheme="minorHAnsi"/>
          <w:sz w:val="24"/>
          <w:szCs w:val="24"/>
        </w:rPr>
        <w:t xml:space="preserve"> παρεμβάσεις στο περιβάλλον των παιδιών ( σχολικό / οικογενειακό)</w:t>
      </w:r>
      <w:r w:rsidR="00CB06C4">
        <w:rPr>
          <w:rFonts w:asciiTheme="minorHAnsi" w:hAnsiTheme="minorHAnsi"/>
          <w:sz w:val="24"/>
          <w:szCs w:val="24"/>
        </w:rPr>
        <w:t>.</w:t>
      </w:r>
    </w:p>
    <w:p w:rsidR="00F208AD" w:rsidRDefault="00F208AD" w:rsidP="00F208AD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F208AD" w:rsidRDefault="00F208AD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</w:p>
    <w:p w:rsidR="009A6388" w:rsidRDefault="009A6388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4C490B" w:rsidRDefault="00B13924" w:rsidP="00947BF8">
      <w:pPr>
        <w:spacing w:line="276" w:lineRule="auto"/>
        <w:ind w:right="-23" w:firstLine="0"/>
        <w:rPr>
          <w:rFonts w:ascii="Calibri" w:hAnsi="Calibri"/>
          <w:lang w:val="el-GR"/>
        </w:rPr>
      </w:pPr>
      <w:r>
        <w:rPr>
          <w:rFonts w:ascii="Calibri" w:hAnsi="Calibri"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53.95pt;margin-top:5.9pt;width:271.6pt;height:149.35pt;z-index:251659264" filled="f" stroked="f">
            <v:textbox style="mso-next-textbox:#_x0000_s1031">
              <w:txbxContent>
                <w:p w:rsidR="00560DB3" w:rsidRDefault="00E95696" w:rsidP="00D86EEE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  <w:r w:rsidR="00D86EEE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 xml:space="preserve">  </w:t>
                  </w:r>
                  <w:r w:rsidR="00560DB3"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D86EEE" w:rsidRDefault="000D6321" w:rsidP="000D6321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(κ</w:t>
                  </w:r>
                  <w:r w:rsidR="00D86EEE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. α. α.</w:t>
                  </w: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)</w:t>
                  </w:r>
                </w:p>
                <w:p w:rsidR="00D86EEE" w:rsidRDefault="00D86EEE" w:rsidP="00D86EEE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D86EEE" w:rsidRDefault="00D86EEE" w:rsidP="000D6321">
                  <w:pPr>
                    <w:spacing w:after="0"/>
                    <w:ind w:firstLine="0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D86EEE" w:rsidRDefault="00D86EEE" w:rsidP="00D86EEE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 xml:space="preserve">Ο Αναπληρωτής </w:t>
                  </w:r>
                  <w:r w:rsidR="000D6321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της Διευθύντριας</w:t>
                  </w:r>
                </w:p>
                <w:p w:rsidR="00D86EEE" w:rsidRDefault="00D86EEE" w:rsidP="00D86EEE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0D6321" w:rsidRDefault="000D6321" w:rsidP="00D86EEE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0D6321" w:rsidRDefault="000D6321" w:rsidP="00D86EEE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D86EEE" w:rsidRPr="00E95696" w:rsidRDefault="00D86EEE" w:rsidP="00D86EEE">
                  <w:pPr>
                    <w:spacing w:after="0"/>
                    <w:ind w:firstLine="0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Χρήστος</w:t>
                  </w:r>
                  <w:r w:rsidR="000D6321" w:rsidRPr="000D6321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 xml:space="preserve"> </w:t>
                  </w:r>
                  <w:proofErr w:type="spellStart"/>
                  <w:r w:rsidR="000D6321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Γάσπαρης</w:t>
                  </w:r>
                  <w:proofErr w:type="spellEnd"/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FE0F2D" w:rsidRDefault="00FE0F2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2C7EE6">
      <w:headerReference w:type="default" r:id="rId10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2B6" w:rsidRDefault="004E72B6">
      <w:pPr>
        <w:spacing w:after="0"/>
      </w:pPr>
      <w:r>
        <w:separator/>
      </w:r>
    </w:p>
  </w:endnote>
  <w:endnote w:type="continuationSeparator" w:id="0">
    <w:p w:rsidR="004E72B6" w:rsidRDefault="004E72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2B6" w:rsidRDefault="004E72B6">
      <w:pPr>
        <w:spacing w:after="0"/>
      </w:pPr>
      <w:r>
        <w:separator/>
      </w:r>
    </w:p>
  </w:footnote>
  <w:footnote w:type="continuationSeparator" w:id="0">
    <w:p w:rsidR="004E72B6" w:rsidRDefault="004E72B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75770"/>
    <w:rsid w:val="00176789"/>
    <w:rsid w:val="00181201"/>
    <w:rsid w:val="001936A8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7330E"/>
    <w:rsid w:val="00686628"/>
    <w:rsid w:val="00690101"/>
    <w:rsid w:val="006A4F65"/>
    <w:rsid w:val="006C17CB"/>
    <w:rsid w:val="006D2CCC"/>
    <w:rsid w:val="006D7D0A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21AE"/>
    <w:rsid w:val="00CB06C4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574D"/>
    <w:rsid w:val="00F91BE0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670F-F321-429F-AF72-FF2A4DEE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468</TotalTime>
  <Pages>1</Pages>
  <Words>244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25</cp:revision>
  <cp:lastPrinted>2016-03-07T12:01:00Z</cp:lastPrinted>
  <dcterms:created xsi:type="dcterms:W3CDTF">2016-03-07T12:23:00Z</dcterms:created>
  <dcterms:modified xsi:type="dcterms:W3CDTF">2016-10-03T10:00:00Z</dcterms:modified>
</cp:coreProperties>
</file>