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034" w:rsidRPr="001B71F7" w:rsidRDefault="00E44034" w:rsidP="001B71F7">
      <w:pPr>
        <w:rPr>
          <w:lang w:val="en-US"/>
        </w:rPr>
      </w:pPr>
      <w:r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.35pt;margin-top:-24.2pt;width:521pt;height:759pt;z-index:251658240" fillcolor="#fabf8f" strokecolor="red">
            <v:stroke dashstyle="1 1" endcap="round"/>
            <v:textbox style="mso-next-textbox:#_x0000_s1026">
              <w:txbxContent>
                <w:p w:rsidR="00E44034" w:rsidRDefault="00E44034" w:rsidP="001B71F7"/>
                <w:p w:rsidR="00E44034" w:rsidRPr="001B71F7" w:rsidRDefault="00E44034" w:rsidP="001B71F7">
                  <w:pPr>
                    <w:spacing w:after="0" w:line="240" w:lineRule="auto"/>
                    <w:jc w:val="center"/>
                    <w:rPr>
                      <w:b/>
                      <w:sz w:val="40"/>
                      <w:szCs w:val="40"/>
                    </w:rPr>
                  </w:pPr>
                  <w:r w:rsidRPr="001B71F7">
                    <w:rPr>
                      <w:b/>
                      <w:sz w:val="40"/>
                      <w:szCs w:val="40"/>
                    </w:rPr>
                    <w:t>ΔΙΕΥΘΥΝΣΗ ΠΡΩΤΟΒΑΘΜΙΑΣ ΕΚΠΑΙΔΕΥΣΗΣ</w:t>
                  </w:r>
                </w:p>
                <w:p w:rsidR="00E44034" w:rsidRPr="001B71F7" w:rsidRDefault="00E44034" w:rsidP="001B71F7">
                  <w:pPr>
                    <w:spacing w:after="0" w:line="240" w:lineRule="auto"/>
                    <w:jc w:val="center"/>
                    <w:rPr>
                      <w:b/>
                      <w:sz w:val="40"/>
                      <w:szCs w:val="40"/>
                    </w:rPr>
                  </w:pPr>
                  <w:r w:rsidRPr="001B71F7">
                    <w:rPr>
                      <w:b/>
                      <w:sz w:val="40"/>
                      <w:szCs w:val="40"/>
                    </w:rPr>
                    <w:t>ΑΝΑΤΟΛΙΚΗΣ ΘΕΣΣΑΛΟΝΙΚΗΣ</w:t>
                  </w:r>
                </w:p>
                <w:p w:rsidR="00E44034" w:rsidRPr="001B71F7" w:rsidRDefault="00E44034" w:rsidP="001B71F7">
                  <w:pPr>
                    <w:spacing w:after="0" w:line="240" w:lineRule="auto"/>
                    <w:jc w:val="center"/>
                    <w:rPr>
                      <w:b/>
                      <w:sz w:val="40"/>
                      <w:szCs w:val="40"/>
                    </w:rPr>
                  </w:pPr>
                  <w:r w:rsidRPr="001B71F7">
                    <w:rPr>
                      <w:b/>
                      <w:sz w:val="40"/>
                      <w:szCs w:val="40"/>
                    </w:rPr>
                    <w:t>«ΠΗΓΗ ΖΩΗΣ» Σύνδεσμος Προώθησης Εθελοντικής Αιμοδοσίας &amp; φίλων των ατόμων με Μεσογειακή Αναιμία</w:t>
                  </w:r>
                </w:p>
                <w:p w:rsidR="00E44034" w:rsidRPr="001B71F7" w:rsidRDefault="00E44034" w:rsidP="001B71F7">
                  <w:pPr>
                    <w:rPr>
                      <w:sz w:val="48"/>
                      <w:szCs w:val="48"/>
                    </w:rPr>
                  </w:pPr>
                </w:p>
                <w:p w:rsidR="00E44034" w:rsidRDefault="00E44034" w:rsidP="001B71F7">
                  <w:pPr>
                    <w:spacing w:after="0" w:line="240" w:lineRule="auto"/>
                    <w:ind w:left="720"/>
                    <w:jc w:val="center"/>
                    <w:rPr>
                      <w:b/>
                      <w:sz w:val="48"/>
                      <w:szCs w:val="48"/>
                      <w:lang w:val="en-US"/>
                    </w:rPr>
                  </w:pPr>
                  <w:r>
                    <w:rPr>
                      <w:b/>
                      <w:sz w:val="48"/>
                      <w:szCs w:val="48"/>
                    </w:rPr>
                    <w:t>ΠΡΟΓΡΑΜΜΑ</w:t>
                  </w:r>
                  <w:r w:rsidRPr="001B71F7">
                    <w:rPr>
                      <w:b/>
                      <w:sz w:val="48"/>
                      <w:szCs w:val="48"/>
                    </w:rPr>
                    <w:t xml:space="preserve"> ΑΓΩΓΗΣ  ΥΓΕΙΑΣ</w:t>
                  </w:r>
                </w:p>
                <w:p w:rsidR="00E44034" w:rsidRDefault="00E44034" w:rsidP="001B71F7">
                  <w:pPr>
                    <w:spacing w:after="0" w:line="240" w:lineRule="auto"/>
                    <w:ind w:left="720"/>
                    <w:jc w:val="center"/>
                    <w:rPr>
                      <w:b/>
                      <w:sz w:val="48"/>
                      <w:szCs w:val="48"/>
                      <w:lang w:val="en-US"/>
                    </w:rPr>
                  </w:pPr>
                </w:p>
                <w:p w:rsidR="00E44034" w:rsidRPr="00D149DB" w:rsidRDefault="00E44034" w:rsidP="001B71F7">
                  <w:pPr>
                    <w:spacing w:after="0" w:line="240" w:lineRule="auto"/>
                    <w:ind w:left="720"/>
                    <w:jc w:val="center"/>
                    <w:rPr>
                      <w:b/>
                      <w:sz w:val="48"/>
                      <w:szCs w:val="48"/>
                    </w:rPr>
                  </w:pPr>
                  <w:r w:rsidRPr="00CC615C">
                    <w:rPr>
                      <w:b/>
                      <w:i/>
                      <w:color w:val="FF0000"/>
                      <w:sz w:val="52"/>
                      <w:szCs w:val="52"/>
                    </w:rPr>
                    <w:t>«ΤΑΞΙΔΙ ΣΤΗΝ ΠΗΓΗ ΤΗΣ ΖΩΗΣ»</w:t>
                  </w:r>
                </w:p>
                <w:p w:rsidR="00E44034" w:rsidRPr="00D149DB" w:rsidRDefault="00E44034" w:rsidP="001B71F7">
                  <w:pPr>
                    <w:spacing w:after="0" w:line="240" w:lineRule="auto"/>
                    <w:ind w:left="720"/>
                    <w:jc w:val="center"/>
                    <w:rPr>
                      <w:b/>
                      <w:sz w:val="48"/>
                      <w:szCs w:val="48"/>
                    </w:rPr>
                  </w:pPr>
                </w:p>
                <w:p w:rsidR="00E44034" w:rsidRPr="00D149DB" w:rsidRDefault="00E44034" w:rsidP="00D149DB">
                  <w:pPr>
                    <w:ind w:left="720"/>
                    <w:jc w:val="center"/>
                    <w:rPr>
                      <w:b/>
                      <w:i/>
                      <w:color w:val="FF0000"/>
                      <w:sz w:val="52"/>
                      <w:szCs w:val="52"/>
                    </w:rPr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Εικόνα 2" o:spid="_x0000_i1026" type="#_x0000_t75" style="width:274.5pt;height:244.5pt;visibility:visible">
                        <v:imagedata r:id="rId4" o:title=""/>
                      </v:shape>
                    </w:pict>
                  </w:r>
                  <w:r w:rsidRPr="00CC615C">
                    <w:rPr>
                      <w:b/>
                      <w:i/>
                      <w:color w:val="FF0000"/>
                      <w:sz w:val="52"/>
                      <w:szCs w:val="52"/>
                    </w:rPr>
                    <w:t xml:space="preserve"> </w:t>
                  </w:r>
                </w:p>
                <w:p w:rsidR="00E44034" w:rsidRPr="00D149DB" w:rsidRDefault="00E44034" w:rsidP="00D149DB">
                  <w:pPr>
                    <w:ind w:left="720"/>
                    <w:jc w:val="center"/>
                    <w:rPr>
                      <w:b/>
                      <w:i/>
                      <w:color w:val="FF0000"/>
                      <w:sz w:val="52"/>
                      <w:szCs w:val="52"/>
                    </w:rPr>
                  </w:pPr>
                </w:p>
                <w:p w:rsidR="00E44034" w:rsidRDefault="00E44034" w:rsidP="00616B13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 w:rsidRPr="00616B13">
                    <w:rPr>
                      <w:b/>
                      <w:bCs/>
                      <w:sz w:val="44"/>
                      <w:szCs w:val="44"/>
                    </w:rPr>
                    <w:t>ΠΟΛΙΤΙ</w:t>
                  </w:r>
                  <w:r>
                    <w:rPr>
                      <w:b/>
                      <w:bCs/>
                      <w:sz w:val="44"/>
                      <w:szCs w:val="44"/>
                    </w:rPr>
                    <w:t>ΣΤΙΚΟ ΚΕΝΤΡΟ ΔΗΜΟΥ ΘΕΣΣΑΛΟΝΙΚΗΣ</w:t>
                  </w:r>
                </w:p>
                <w:p w:rsidR="00E44034" w:rsidRDefault="00E44034" w:rsidP="00616B13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 xml:space="preserve">ΤΕΤΑΡΤΗ  21   </w:t>
                  </w:r>
                  <w:bookmarkStart w:id="0" w:name="_GoBack"/>
                  <w:bookmarkEnd w:id="0"/>
                  <w:r>
                    <w:rPr>
                      <w:b/>
                      <w:sz w:val="44"/>
                      <w:szCs w:val="44"/>
                    </w:rPr>
                    <w:t>ΟΚΤΩΒΡΙΟΥ   2015</w:t>
                  </w:r>
                </w:p>
                <w:p w:rsidR="00E44034" w:rsidRPr="00616B13" w:rsidRDefault="00E44034" w:rsidP="00616B13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18:00</w:t>
                  </w:r>
                  <w:r w:rsidRPr="00D149DB">
                    <w:rPr>
                      <w:b/>
                      <w:sz w:val="44"/>
                      <w:szCs w:val="44"/>
                    </w:rPr>
                    <w:t xml:space="preserve"> </w:t>
                  </w:r>
                  <w:r>
                    <w:rPr>
                      <w:b/>
                      <w:sz w:val="44"/>
                      <w:szCs w:val="44"/>
                    </w:rPr>
                    <w:t>μ.μ. – 20:00 μ</w:t>
                  </w:r>
                  <w:r w:rsidRPr="001B71F7">
                    <w:rPr>
                      <w:b/>
                      <w:sz w:val="44"/>
                      <w:szCs w:val="44"/>
                    </w:rPr>
                    <w:t>.μ.</w:t>
                  </w:r>
                </w:p>
                <w:p w:rsidR="00E44034" w:rsidRDefault="00E44034" w:rsidP="001B71F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E44034" w:rsidRPr="00284EF0" w:rsidRDefault="00E44034" w:rsidP="001B71F7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44034" w:rsidRDefault="00E44034" w:rsidP="001B71F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44034" w:rsidRPr="00933AE9" w:rsidRDefault="00E44034" w:rsidP="001B71F7">
                  <w:pPr>
                    <w:jc w:val="center"/>
                    <w:rPr>
                      <w:b/>
                      <w:i/>
                      <w:sz w:val="32"/>
                      <w:szCs w:val="32"/>
                    </w:rPr>
                  </w:pPr>
                </w:p>
                <w:p w:rsidR="00E44034" w:rsidRDefault="00E44034" w:rsidP="001B71F7">
                  <w:pPr>
                    <w:jc w:val="center"/>
                    <w:rPr>
                      <w:b/>
                      <w:i/>
                    </w:rPr>
                  </w:pPr>
                </w:p>
                <w:p w:rsidR="00E44034" w:rsidRPr="00EB7B6B" w:rsidRDefault="00E44034" w:rsidP="001B71F7">
                  <w:pPr>
                    <w:jc w:val="center"/>
                  </w:pPr>
                </w:p>
                <w:p w:rsidR="00E44034" w:rsidRPr="00EB7B6B" w:rsidRDefault="00E44034" w:rsidP="001B71F7">
                  <w:pPr>
                    <w:jc w:val="center"/>
                    <w:rPr>
                      <w:b/>
                    </w:rPr>
                  </w:pPr>
                </w:p>
                <w:p w:rsidR="00E44034" w:rsidRDefault="00E44034" w:rsidP="001B71F7"/>
                <w:p w:rsidR="00E44034" w:rsidRDefault="00E44034" w:rsidP="001B71F7"/>
                <w:p w:rsidR="00E44034" w:rsidRPr="00B93F88" w:rsidRDefault="00E44034" w:rsidP="001B71F7"/>
              </w:txbxContent>
            </v:textbox>
          </v:shape>
        </w:pict>
      </w:r>
    </w:p>
    <w:sectPr w:rsidR="00E44034" w:rsidRPr="001B71F7" w:rsidSect="00CB2430">
      <w:pgSz w:w="11906" w:h="16838"/>
      <w:pgMar w:top="964" w:right="907" w:bottom="96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430"/>
    <w:rsid w:val="000035E1"/>
    <w:rsid w:val="00005B00"/>
    <w:rsid w:val="00012F7C"/>
    <w:rsid w:val="00014B21"/>
    <w:rsid w:val="000226B3"/>
    <w:rsid w:val="00045994"/>
    <w:rsid w:val="00047902"/>
    <w:rsid w:val="000506AB"/>
    <w:rsid w:val="00060A91"/>
    <w:rsid w:val="00060CC7"/>
    <w:rsid w:val="000634CA"/>
    <w:rsid w:val="00071543"/>
    <w:rsid w:val="00071EBB"/>
    <w:rsid w:val="000770B3"/>
    <w:rsid w:val="00083C43"/>
    <w:rsid w:val="000869A5"/>
    <w:rsid w:val="00096AC1"/>
    <w:rsid w:val="000A4574"/>
    <w:rsid w:val="000B1E41"/>
    <w:rsid w:val="000B74DE"/>
    <w:rsid w:val="000C21CB"/>
    <w:rsid w:val="000C773E"/>
    <w:rsid w:val="000D6D2A"/>
    <w:rsid w:val="000E543F"/>
    <w:rsid w:val="000F06C5"/>
    <w:rsid w:val="000F1964"/>
    <w:rsid w:val="001014F8"/>
    <w:rsid w:val="00103EF9"/>
    <w:rsid w:val="00104BC2"/>
    <w:rsid w:val="001210B3"/>
    <w:rsid w:val="00131DAC"/>
    <w:rsid w:val="00140610"/>
    <w:rsid w:val="00150236"/>
    <w:rsid w:val="00154EA9"/>
    <w:rsid w:val="001565AF"/>
    <w:rsid w:val="00162E83"/>
    <w:rsid w:val="00171719"/>
    <w:rsid w:val="00177487"/>
    <w:rsid w:val="00192E8F"/>
    <w:rsid w:val="001A077B"/>
    <w:rsid w:val="001A581C"/>
    <w:rsid w:val="001A593A"/>
    <w:rsid w:val="001B0A12"/>
    <w:rsid w:val="001B71F7"/>
    <w:rsid w:val="001C06E8"/>
    <w:rsid w:val="001C73AF"/>
    <w:rsid w:val="001D6BB3"/>
    <w:rsid w:val="001F3448"/>
    <w:rsid w:val="00210037"/>
    <w:rsid w:val="00217ECA"/>
    <w:rsid w:val="002235FC"/>
    <w:rsid w:val="00230B8E"/>
    <w:rsid w:val="00232DE3"/>
    <w:rsid w:val="00237174"/>
    <w:rsid w:val="00237286"/>
    <w:rsid w:val="002404E4"/>
    <w:rsid w:val="002651B0"/>
    <w:rsid w:val="00266482"/>
    <w:rsid w:val="0027422F"/>
    <w:rsid w:val="00284EF0"/>
    <w:rsid w:val="002949F4"/>
    <w:rsid w:val="002954AE"/>
    <w:rsid w:val="002D37A6"/>
    <w:rsid w:val="002E052F"/>
    <w:rsid w:val="003013E5"/>
    <w:rsid w:val="00302243"/>
    <w:rsid w:val="00315C94"/>
    <w:rsid w:val="00320FBD"/>
    <w:rsid w:val="00323FAB"/>
    <w:rsid w:val="0032473F"/>
    <w:rsid w:val="00327A90"/>
    <w:rsid w:val="00331553"/>
    <w:rsid w:val="00337197"/>
    <w:rsid w:val="003436D9"/>
    <w:rsid w:val="00353315"/>
    <w:rsid w:val="00363CBB"/>
    <w:rsid w:val="0037228F"/>
    <w:rsid w:val="00376A3A"/>
    <w:rsid w:val="003934FC"/>
    <w:rsid w:val="003966FA"/>
    <w:rsid w:val="00397CE9"/>
    <w:rsid w:val="003E1857"/>
    <w:rsid w:val="003E724B"/>
    <w:rsid w:val="00417A3F"/>
    <w:rsid w:val="00422ECF"/>
    <w:rsid w:val="00424BFE"/>
    <w:rsid w:val="004274D8"/>
    <w:rsid w:val="00431CCA"/>
    <w:rsid w:val="004503B2"/>
    <w:rsid w:val="00452943"/>
    <w:rsid w:val="0045439B"/>
    <w:rsid w:val="00457E29"/>
    <w:rsid w:val="0046261B"/>
    <w:rsid w:val="004756D0"/>
    <w:rsid w:val="00476899"/>
    <w:rsid w:val="0049083F"/>
    <w:rsid w:val="00496209"/>
    <w:rsid w:val="004A0388"/>
    <w:rsid w:val="004A164B"/>
    <w:rsid w:val="004A49FA"/>
    <w:rsid w:val="004B3FCC"/>
    <w:rsid w:val="004C4AF9"/>
    <w:rsid w:val="004C6E77"/>
    <w:rsid w:val="004E1CDC"/>
    <w:rsid w:val="004E710C"/>
    <w:rsid w:val="004F68A4"/>
    <w:rsid w:val="00502F22"/>
    <w:rsid w:val="00513579"/>
    <w:rsid w:val="00540675"/>
    <w:rsid w:val="00543333"/>
    <w:rsid w:val="00554708"/>
    <w:rsid w:val="0055547D"/>
    <w:rsid w:val="00563135"/>
    <w:rsid w:val="00574DE6"/>
    <w:rsid w:val="00576065"/>
    <w:rsid w:val="00585C46"/>
    <w:rsid w:val="0059022D"/>
    <w:rsid w:val="00594DDC"/>
    <w:rsid w:val="005A0E1E"/>
    <w:rsid w:val="005C230C"/>
    <w:rsid w:val="005C5BF2"/>
    <w:rsid w:val="005D0CAA"/>
    <w:rsid w:val="005F2E17"/>
    <w:rsid w:val="005F6B7D"/>
    <w:rsid w:val="005F7E7A"/>
    <w:rsid w:val="006062F4"/>
    <w:rsid w:val="00606688"/>
    <w:rsid w:val="00606A2D"/>
    <w:rsid w:val="00616B13"/>
    <w:rsid w:val="00617FCD"/>
    <w:rsid w:val="0062040C"/>
    <w:rsid w:val="006210AC"/>
    <w:rsid w:val="00621174"/>
    <w:rsid w:val="006215C8"/>
    <w:rsid w:val="00624748"/>
    <w:rsid w:val="0062634A"/>
    <w:rsid w:val="00632120"/>
    <w:rsid w:val="006560A8"/>
    <w:rsid w:val="006645E9"/>
    <w:rsid w:val="00665780"/>
    <w:rsid w:val="00682EEC"/>
    <w:rsid w:val="006A1854"/>
    <w:rsid w:val="006D07BC"/>
    <w:rsid w:val="006D3602"/>
    <w:rsid w:val="006D439F"/>
    <w:rsid w:val="006E3C60"/>
    <w:rsid w:val="006E47EC"/>
    <w:rsid w:val="007118B0"/>
    <w:rsid w:val="007165F2"/>
    <w:rsid w:val="00717AE5"/>
    <w:rsid w:val="007408AF"/>
    <w:rsid w:val="00756301"/>
    <w:rsid w:val="00760810"/>
    <w:rsid w:val="00760F1F"/>
    <w:rsid w:val="00767C6F"/>
    <w:rsid w:val="007752DE"/>
    <w:rsid w:val="00787F26"/>
    <w:rsid w:val="00794BC1"/>
    <w:rsid w:val="00797DCC"/>
    <w:rsid w:val="007A0F3F"/>
    <w:rsid w:val="007A1EA3"/>
    <w:rsid w:val="007B55FA"/>
    <w:rsid w:val="007D36FA"/>
    <w:rsid w:val="007D62AA"/>
    <w:rsid w:val="007E3BA8"/>
    <w:rsid w:val="007E52A0"/>
    <w:rsid w:val="007E7CCD"/>
    <w:rsid w:val="007F6979"/>
    <w:rsid w:val="0080262D"/>
    <w:rsid w:val="0081265E"/>
    <w:rsid w:val="00823D24"/>
    <w:rsid w:val="00827D37"/>
    <w:rsid w:val="00835454"/>
    <w:rsid w:val="00836317"/>
    <w:rsid w:val="00845800"/>
    <w:rsid w:val="00850C12"/>
    <w:rsid w:val="008607ED"/>
    <w:rsid w:val="00865DCF"/>
    <w:rsid w:val="00877EAA"/>
    <w:rsid w:val="00887FDB"/>
    <w:rsid w:val="008B16F5"/>
    <w:rsid w:val="008B24A2"/>
    <w:rsid w:val="008C463D"/>
    <w:rsid w:val="008D1319"/>
    <w:rsid w:val="008D147E"/>
    <w:rsid w:val="008D76F5"/>
    <w:rsid w:val="00914256"/>
    <w:rsid w:val="00915D08"/>
    <w:rsid w:val="00931516"/>
    <w:rsid w:val="00933516"/>
    <w:rsid w:val="00933868"/>
    <w:rsid w:val="00933AE9"/>
    <w:rsid w:val="009403A7"/>
    <w:rsid w:val="00940BC0"/>
    <w:rsid w:val="00942035"/>
    <w:rsid w:val="00945963"/>
    <w:rsid w:val="00954E0E"/>
    <w:rsid w:val="009559F4"/>
    <w:rsid w:val="00961928"/>
    <w:rsid w:val="00962C45"/>
    <w:rsid w:val="0096495D"/>
    <w:rsid w:val="00977949"/>
    <w:rsid w:val="00992641"/>
    <w:rsid w:val="00995010"/>
    <w:rsid w:val="009A7DA7"/>
    <w:rsid w:val="009B071C"/>
    <w:rsid w:val="009C395C"/>
    <w:rsid w:val="009C7267"/>
    <w:rsid w:val="009E21B8"/>
    <w:rsid w:val="009F42F5"/>
    <w:rsid w:val="009F7192"/>
    <w:rsid w:val="00A078D7"/>
    <w:rsid w:val="00A11B1E"/>
    <w:rsid w:val="00A1209B"/>
    <w:rsid w:val="00A23AF9"/>
    <w:rsid w:val="00A340BC"/>
    <w:rsid w:val="00A405A5"/>
    <w:rsid w:val="00A44FE3"/>
    <w:rsid w:val="00A4739B"/>
    <w:rsid w:val="00A51B0E"/>
    <w:rsid w:val="00A531D4"/>
    <w:rsid w:val="00A611AD"/>
    <w:rsid w:val="00A8006C"/>
    <w:rsid w:val="00A85704"/>
    <w:rsid w:val="00A93338"/>
    <w:rsid w:val="00AA0DC5"/>
    <w:rsid w:val="00AA1306"/>
    <w:rsid w:val="00AA2801"/>
    <w:rsid w:val="00AA33C0"/>
    <w:rsid w:val="00AA6940"/>
    <w:rsid w:val="00AD11C0"/>
    <w:rsid w:val="00AD5CC0"/>
    <w:rsid w:val="00AF58B8"/>
    <w:rsid w:val="00AF71F3"/>
    <w:rsid w:val="00B06D4E"/>
    <w:rsid w:val="00B40057"/>
    <w:rsid w:val="00B4681E"/>
    <w:rsid w:val="00B52FA1"/>
    <w:rsid w:val="00B62D2D"/>
    <w:rsid w:val="00B737E0"/>
    <w:rsid w:val="00B76988"/>
    <w:rsid w:val="00B7783B"/>
    <w:rsid w:val="00B92AAC"/>
    <w:rsid w:val="00B93F88"/>
    <w:rsid w:val="00B943EA"/>
    <w:rsid w:val="00B94DAF"/>
    <w:rsid w:val="00BA567B"/>
    <w:rsid w:val="00BA66BC"/>
    <w:rsid w:val="00BB0353"/>
    <w:rsid w:val="00BB3D49"/>
    <w:rsid w:val="00BD2AA0"/>
    <w:rsid w:val="00BD65B6"/>
    <w:rsid w:val="00BE1E0B"/>
    <w:rsid w:val="00BF3906"/>
    <w:rsid w:val="00BF3D6F"/>
    <w:rsid w:val="00C03065"/>
    <w:rsid w:val="00C07B0E"/>
    <w:rsid w:val="00C23032"/>
    <w:rsid w:val="00C33766"/>
    <w:rsid w:val="00C43183"/>
    <w:rsid w:val="00C5352F"/>
    <w:rsid w:val="00C6262A"/>
    <w:rsid w:val="00C66670"/>
    <w:rsid w:val="00C848B5"/>
    <w:rsid w:val="00C93F5C"/>
    <w:rsid w:val="00CA2BFF"/>
    <w:rsid w:val="00CA7790"/>
    <w:rsid w:val="00CB1B96"/>
    <w:rsid w:val="00CB2430"/>
    <w:rsid w:val="00CC1D7A"/>
    <w:rsid w:val="00CC218E"/>
    <w:rsid w:val="00CC615C"/>
    <w:rsid w:val="00CC6373"/>
    <w:rsid w:val="00CC7AFF"/>
    <w:rsid w:val="00CD0346"/>
    <w:rsid w:val="00CD1055"/>
    <w:rsid w:val="00CD5E3B"/>
    <w:rsid w:val="00CF09DB"/>
    <w:rsid w:val="00CF0CA0"/>
    <w:rsid w:val="00D02B44"/>
    <w:rsid w:val="00D149DB"/>
    <w:rsid w:val="00D163C0"/>
    <w:rsid w:val="00D17177"/>
    <w:rsid w:val="00D32265"/>
    <w:rsid w:val="00D37EC6"/>
    <w:rsid w:val="00D423C9"/>
    <w:rsid w:val="00D43280"/>
    <w:rsid w:val="00D466B0"/>
    <w:rsid w:val="00D4778B"/>
    <w:rsid w:val="00D4786F"/>
    <w:rsid w:val="00D5148A"/>
    <w:rsid w:val="00D57454"/>
    <w:rsid w:val="00D64FBA"/>
    <w:rsid w:val="00D7055E"/>
    <w:rsid w:val="00D878D9"/>
    <w:rsid w:val="00D93449"/>
    <w:rsid w:val="00DC19B4"/>
    <w:rsid w:val="00DC3A13"/>
    <w:rsid w:val="00DC499C"/>
    <w:rsid w:val="00DE682C"/>
    <w:rsid w:val="00DF63DA"/>
    <w:rsid w:val="00E4398D"/>
    <w:rsid w:val="00E44034"/>
    <w:rsid w:val="00E6470A"/>
    <w:rsid w:val="00E67185"/>
    <w:rsid w:val="00E73B8E"/>
    <w:rsid w:val="00E7499D"/>
    <w:rsid w:val="00E82A70"/>
    <w:rsid w:val="00E83059"/>
    <w:rsid w:val="00EB2042"/>
    <w:rsid w:val="00EB5D94"/>
    <w:rsid w:val="00EB7B6B"/>
    <w:rsid w:val="00EC20E1"/>
    <w:rsid w:val="00EC43D9"/>
    <w:rsid w:val="00ED2714"/>
    <w:rsid w:val="00EF3982"/>
    <w:rsid w:val="00EF7647"/>
    <w:rsid w:val="00F0241D"/>
    <w:rsid w:val="00F14A93"/>
    <w:rsid w:val="00F32999"/>
    <w:rsid w:val="00F33274"/>
    <w:rsid w:val="00F40D85"/>
    <w:rsid w:val="00F4616D"/>
    <w:rsid w:val="00F503AB"/>
    <w:rsid w:val="00F60A74"/>
    <w:rsid w:val="00F64935"/>
    <w:rsid w:val="00F65F34"/>
    <w:rsid w:val="00F850BF"/>
    <w:rsid w:val="00F86241"/>
    <w:rsid w:val="00FD091A"/>
    <w:rsid w:val="00FD3CE4"/>
    <w:rsid w:val="00FE3752"/>
    <w:rsid w:val="00FF1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99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CB24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80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167</TotalTime>
  <Pages>1</Pages>
  <Words>0</Words>
  <Characters>1</Characters>
  <Application>Microsoft Office Outlook</Application>
  <DocSecurity>0</DocSecurity>
  <Lines>0</Lines>
  <Paragraphs>0</Paragraphs>
  <ScaleCrop>false</ScaleCrop>
  <Company>none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Unknown User</cp:lastModifiedBy>
  <cp:revision>8</cp:revision>
  <dcterms:created xsi:type="dcterms:W3CDTF">2014-03-31T06:31:00Z</dcterms:created>
  <dcterms:modified xsi:type="dcterms:W3CDTF">2015-10-09T10:25:00Z</dcterms:modified>
</cp:coreProperties>
</file>